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0BB0" w14:textId="340537E3" w:rsidR="0042696D" w:rsidRPr="000F7DD1" w:rsidRDefault="00044568" w:rsidP="00747E18">
      <w:pPr>
        <w:autoSpaceDE w:val="0"/>
        <w:autoSpaceDN w:val="0"/>
        <w:adjustRightInd w:val="0"/>
        <w:spacing w:before="40" w:after="60"/>
        <w:ind w:left="2160" w:firstLine="720"/>
        <w:jc w:val="right"/>
        <w:rPr>
          <w:rFonts w:cs="Open Sans"/>
          <w:b/>
          <w:bCs/>
          <w:sz w:val="32"/>
          <w:szCs w:val="32"/>
        </w:rPr>
      </w:pPr>
      <w:r w:rsidRPr="000F7DD1">
        <w:rPr>
          <w:rFonts w:cs="Open Sans"/>
          <w:b/>
          <w:bCs/>
          <w:sz w:val="32"/>
          <w:szCs w:val="32"/>
        </w:rPr>
        <w:fldChar w:fldCharType="begin"/>
      </w:r>
      <w:r w:rsidRPr="000F7DD1">
        <w:rPr>
          <w:rFonts w:cs="Open Sans"/>
          <w:b/>
          <w:bCs/>
          <w:sz w:val="32"/>
          <w:szCs w:val="32"/>
        </w:rPr>
        <w:instrText xml:space="preserve"> DOCPROPERTY  "Nazwa projektu"  \* MERGEFORMAT </w:instrText>
      </w:r>
      <w:r w:rsidRPr="000F7DD1">
        <w:rPr>
          <w:rFonts w:cs="Open Sans"/>
          <w:b/>
          <w:bCs/>
          <w:sz w:val="32"/>
          <w:szCs w:val="32"/>
        </w:rPr>
        <w:fldChar w:fldCharType="separate"/>
      </w:r>
      <w:r w:rsidR="002E70C8">
        <w:rPr>
          <w:rFonts w:cs="Open Sans"/>
          <w:b/>
          <w:bCs/>
          <w:sz w:val="32"/>
          <w:szCs w:val="32"/>
        </w:rPr>
        <w:t>Zintegrowany System Poboru Należności i Rozrachunków z UE i Budżetem ZEFIR 2</w:t>
      </w:r>
      <w:r w:rsidRPr="000F7DD1">
        <w:rPr>
          <w:rFonts w:cs="Open Sans"/>
          <w:b/>
          <w:bCs/>
          <w:sz w:val="32"/>
          <w:szCs w:val="32"/>
        </w:rPr>
        <w:fldChar w:fldCharType="end"/>
      </w:r>
    </w:p>
    <w:p w14:paraId="282063F0" w14:textId="27485F3B" w:rsidR="00535984" w:rsidRPr="000F7DD1" w:rsidRDefault="0006207D" w:rsidP="00747E18">
      <w:pPr>
        <w:pStyle w:val="Tytu"/>
        <w:spacing w:before="5040" w:after="240"/>
        <w:ind w:left="0"/>
        <w:jc w:val="right"/>
        <w:rPr>
          <w:rFonts w:eastAsia="Yu Gothic Light" w:cstheme="minorHAnsi"/>
          <w:bCs/>
          <w:sz w:val="56"/>
          <w:szCs w:val="28"/>
          <w:lang w:val="pl-PL"/>
        </w:rPr>
      </w:pPr>
      <w:r w:rsidRPr="000F7DD1">
        <w:rPr>
          <w:rFonts w:eastAsia="Yu Gothic Light" w:cstheme="minorHAnsi"/>
          <w:bCs/>
          <w:sz w:val="56"/>
          <w:szCs w:val="28"/>
          <w:lang w:val="pl-PL"/>
        </w:rPr>
        <w:fldChar w:fldCharType="begin"/>
      </w:r>
      <w:r w:rsidRPr="000F7DD1">
        <w:rPr>
          <w:rFonts w:eastAsia="Yu Gothic Light" w:cstheme="minorHAnsi"/>
          <w:bCs/>
          <w:sz w:val="56"/>
          <w:szCs w:val="28"/>
          <w:lang w:val="pl-PL"/>
        </w:rPr>
        <w:instrText xml:space="preserve"> TITLE   \* MERGEFORMAT </w:instrText>
      </w:r>
      <w:r w:rsidRPr="000F7DD1">
        <w:rPr>
          <w:rFonts w:eastAsia="Yu Gothic Light" w:cstheme="minorHAnsi"/>
          <w:bCs/>
          <w:sz w:val="56"/>
          <w:szCs w:val="28"/>
          <w:lang w:val="pl-PL"/>
        </w:rPr>
        <w:fldChar w:fldCharType="separate"/>
      </w:r>
      <w:r w:rsidR="002E70C8">
        <w:rPr>
          <w:rFonts w:eastAsia="Yu Gothic Light" w:cstheme="minorHAnsi"/>
          <w:bCs/>
          <w:sz w:val="56"/>
          <w:szCs w:val="28"/>
          <w:lang w:val="pl-PL"/>
        </w:rPr>
        <w:t>Specyfikacja XML dla podmiotów w zakresie elektronicznej obsługi deklaracji uproszczonej dla podatku akcyzowego od nabycia wewnątrzwspólnotowego wyrobów akcyzowych AKC-U/A</w:t>
      </w:r>
      <w:r w:rsidRPr="000F7DD1">
        <w:rPr>
          <w:rFonts w:eastAsia="Yu Gothic Light" w:cstheme="minorHAnsi"/>
          <w:bCs/>
          <w:sz w:val="56"/>
          <w:szCs w:val="28"/>
          <w:lang w:val="pl-PL"/>
        </w:rPr>
        <w:fldChar w:fldCharType="end"/>
      </w:r>
    </w:p>
    <w:p w14:paraId="7DA6B18B" w14:textId="4DBBFB10" w:rsidR="003F3585" w:rsidRPr="000F7DD1" w:rsidRDefault="001D1ACD" w:rsidP="00747E18">
      <w:pPr>
        <w:autoSpaceDE w:val="0"/>
        <w:autoSpaceDN w:val="0"/>
        <w:adjustRightInd w:val="0"/>
        <w:spacing w:before="1560" w:after="60"/>
        <w:jc w:val="right"/>
        <w:rPr>
          <w:rFonts w:cs="Open Sans"/>
          <w:b/>
          <w:bCs/>
          <w:sz w:val="32"/>
          <w:szCs w:val="32"/>
        </w:rPr>
      </w:pPr>
      <w:r w:rsidRPr="000F7DD1">
        <w:rPr>
          <w:rFonts w:cs="Open Sans"/>
          <w:b/>
          <w:bCs/>
          <w:sz w:val="32"/>
          <w:szCs w:val="32"/>
        </w:rPr>
        <w:t>Wersja</w:t>
      </w:r>
      <w:r w:rsidR="0058798F" w:rsidRPr="000F7DD1">
        <w:rPr>
          <w:rFonts w:cs="Open Sans"/>
          <w:b/>
          <w:bCs/>
          <w:sz w:val="32"/>
          <w:szCs w:val="32"/>
        </w:rPr>
        <w:t xml:space="preserve"> </w:t>
      </w:r>
      <w:r w:rsidR="00917ED3" w:rsidRPr="000F7DD1">
        <w:rPr>
          <w:rFonts w:cs="Open Sans"/>
          <w:b/>
          <w:bCs/>
          <w:sz w:val="32"/>
          <w:szCs w:val="32"/>
        </w:rPr>
        <w:fldChar w:fldCharType="begin"/>
      </w:r>
      <w:r w:rsidR="00917ED3" w:rsidRPr="000F7DD1">
        <w:rPr>
          <w:rFonts w:cs="Open Sans"/>
          <w:b/>
          <w:bCs/>
          <w:sz w:val="32"/>
          <w:szCs w:val="32"/>
        </w:rPr>
        <w:instrText xml:space="preserve"> DOCPROPERTY  Wersja  \* MERGEFORMAT </w:instrText>
      </w:r>
      <w:r w:rsidR="00917ED3" w:rsidRPr="000F7DD1">
        <w:rPr>
          <w:rFonts w:cs="Open Sans"/>
          <w:b/>
          <w:bCs/>
          <w:sz w:val="32"/>
          <w:szCs w:val="32"/>
        </w:rPr>
        <w:fldChar w:fldCharType="separate"/>
      </w:r>
      <w:r w:rsidR="002E70C8">
        <w:rPr>
          <w:rFonts w:cs="Open Sans"/>
          <w:b/>
          <w:bCs/>
          <w:sz w:val="32"/>
          <w:szCs w:val="32"/>
        </w:rPr>
        <w:t>2.1</w:t>
      </w:r>
      <w:r w:rsidR="00917ED3" w:rsidRPr="000F7DD1">
        <w:rPr>
          <w:rFonts w:cs="Open Sans"/>
          <w:b/>
          <w:bCs/>
          <w:sz w:val="32"/>
          <w:szCs w:val="32"/>
        </w:rPr>
        <w:fldChar w:fldCharType="end"/>
      </w:r>
    </w:p>
    <w:p w14:paraId="4529AE52" w14:textId="77777777" w:rsidR="0058798F" w:rsidRPr="000F7DD1" w:rsidRDefault="0058798F" w:rsidP="00747E18"/>
    <w:p w14:paraId="6B115EB9" w14:textId="77777777" w:rsidR="00F6340E" w:rsidRPr="000F7DD1" w:rsidRDefault="00F6340E" w:rsidP="00747E18">
      <w:pPr>
        <w:sectPr w:rsidR="00F6340E" w:rsidRPr="000F7DD1"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9792F13" w14:textId="3D06FFB8" w:rsidR="00C10443" w:rsidRPr="000F7DD1" w:rsidRDefault="00C10443" w:rsidP="00747E18">
      <w:pPr>
        <w:pStyle w:val="Legenda"/>
        <w:keepNext/>
      </w:pPr>
      <w:bookmarkStart w:id="0" w:name="_Toc183523757"/>
      <w:r w:rsidRPr="000F7DD1">
        <w:lastRenderedPageBreak/>
        <w:t xml:space="preserve">Tabela </w:t>
      </w:r>
      <w:fldSimple w:instr=" SEQ Tabela \* ARABIC ">
        <w:r w:rsidR="002E70C8">
          <w:rPr>
            <w:noProof/>
          </w:rPr>
          <w:t>1</w:t>
        </w:r>
      </w:fldSimple>
      <w:r w:rsidRPr="000F7DD1">
        <w:t xml:space="preserve"> Metryka dokumentu</w:t>
      </w:r>
      <w:bookmarkEnd w:id="0"/>
    </w:p>
    <w:tbl>
      <w:tblPr>
        <w:tblStyle w:val="Tabela-Siatka"/>
        <w:tblW w:w="9360" w:type="dxa"/>
        <w:tblLook w:val="01E0" w:firstRow="1" w:lastRow="1" w:firstColumn="1" w:lastColumn="1" w:noHBand="0" w:noVBand="0"/>
      </w:tblPr>
      <w:tblGrid>
        <w:gridCol w:w="1800"/>
        <w:gridCol w:w="7560"/>
      </w:tblGrid>
      <w:tr w:rsidR="00BB6B75" w:rsidRPr="000F7DD1" w14:paraId="40744B03"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1800" w:type="dxa"/>
          </w:tcPr>
          <w:p w14:paraId="0472EA01" w14:textId="77777777" w:rsidR="00BB6B75" w:rsidRPr="000F7DD1" w:rsidRDefault="00BB6B75" w:rsidP="00747E18">
            <w:pPr>
              <w:pStyle w:val="Z2Nagwektabeli"/>
              <w:rPr>
                <w:rStyle w:val="Numerstrony"/>
                <w:rFonts w:ascii="Lato" w:eastAsia="Cambria" w:hAnsi="Lato"/>
              </w:rPr>
            </w:pPr>
            <w:r w:rsidRPr="000F7DD1">
              <w:rPr>
                <w:rFonts w:ascii="Lato" w:hAnsi="Lato"/>
              </w:rPr>
              <w:t>Projekt</w:t>
            </w:r>
          </w:p>
        </w:tc>
        <w:tc>
          <w:tcPr>
            <w:tcW w:w="7560" w:type="dxa"/>
          </w:tcPr>
          <w:p w14:paraId="4787D146" w14:textId="77777777" w:rsidR="00BB6B75" w:rsidRPr="000F7DD1" w:rsidRDefault="00BB6B75" w:rsidP="00747E18">
            <w:pPr>
              <w:pStyle w:val="Z2Nagwektabeli"/>
              <w:rPr>
                <w:rFonts w:ascii="Lato" w:hAnsi="Lato"/>
              </w:rPr>
            </w:pPr>
            <w:r w:rsidRPr="000F7DD1">
              <w:rPr>
                <w:rFonts w:ascii="Lato" w:hAnsi="Lato"/>
              </w:rPr>
              <w:t>ZEFIR 2</w:t>
            </w:r>
          </w:p>
        </w:tc>
      </w:tr>
      <w:tr w:rsidR="00BB6B75" w:rsidRPr="000F7DD1" w14:paraId="177BAB33" w14:textId="77777777" w:rsidTr="00747E18">
        <w:tc>
          <w:tcPr>
            <w:tcW w:w="1800" w:type="dxa"/>
          </w:tcPr>
          <w:p w14:paraId="486E9119" w14:textId="77777777" w:rsidR="00BB6B75" w:rsidRPr="000F7DD1" w:rsidRDefault="00FF41D0" w:rsidP="00747E18">
            <w:pPr>
              <w:pStyle w:val="Tabelazwyky"/>
            </w:pPr>
            <w:r w:rsidRPr="000F7DD1">
              <w:t>Nazwa Wykonawcy</w:t>
            </w:r>
          </w:p>
        </w:tc>
        <w:tc>
          <w:tcPr>
            <w:tcW w:w="7560" w:type="dxa"/>
          </w:tcPr>
          <w:p w14:paraId="54C15235" w14:textId="77777777" w:rsidR="00BB6B75" w:rsidRPr="000F7DD1" w:rsidRDefault="001D1ACD" w:rsidP="00747E18">
            <w:pPr>
              <w:pStyle w:val="Tabelazwyky"/>
            </w:pPr>
            <w:r w:rsidRPr="000F7DD1">
              <w:t>Asseco Poland S.A.</w:t>
            </w:r>
          </w:p>
        </w:tc>
      </w:tr>
      <w:tr w:rsidR="00BB6B75" w:rsidRPr="000F7DD1" w14:paraId="27CA50E3" w14:textId="77777777" w:rsidTr="00747E18">
        <w:tc>
          <w:tcPr>
            <w:tcW w:w="1800" w:type="dxa"/>
          </w:tcPr>
          <w:p w14:paraId="7E63853C" w14:textId="77777777" w:rsidR="00BB6B75" w:rsidRPr="000F7DD1" w:rsidRDefault="00FF41D0" w:rsidP="00747E18">
            <w:pPr>
              <w:pStyle w:val="Tabelazwyky"/>
            </w:pPr>
            <w:r w:rsidRPr="000F7DD1">
              <w:t>Nazwa p</w:t>
            </w:r>
            <w:r w:rsidR="00BB6B75" w:rsidRPr="000F7DD1">
              <w:t>rodukt</w:t>
            </w:r>
            <w:r w:rsidRPr="000F7DD1">
              <w:t>u</w:t>
            </w:r>
          </w:p>
        </w:tc>
        <w:tc>
          <w:tcPr>
            <w:tcW w:w="7560" w:type="dxa"/>
          </w:tcPr>
          <w:p w14:paraId="4AFB5A76" w14:textId="3B33198C" w:rsidR="00BB6B75" w:rsidRPr="000F7DD1" w:rsidRDefault="000F7DD1" w:rsidP="00747E18">
            <w:pPr>
              <w:pStyle w:val="Tabelazwyky"/>
            </w:pPr>
            <w:r w:rsidRPr="000F7DD1">
              <w:t>Specyfikacja XML dla podmiotów w zakresie elektronicznej obsługi deklaracji uproszczonej dla podatku akcyzowego od nabycia wewnątrzwspólnotowego wyrobów akcyzowych AKC-U/A</w:t>
            </w:r>
          </w:p>
        </w:tc>
      </w:tr>
      <w:tr w:rsidR="00BB6B75" w:rsidRPr="000F7DD1" w14:paraId="4D2614B1" w14:textId="77777777" w:rsidTr="00747E18">
        <w:tc>
          <w:tcPr>
            <w:tcW w:w="1800" w:type="dxa"/>
          </w:tcPr>
          <w:p w14:paraId="178DDD26" w14:textId="77777777" w:rsidR="00BB6B75" w:rsidRPr="000F7DD1" w:rsidRDefault="00BB6B75" w:rsidP="00747E18">
            <w:pPr>
              <w:pStyle w:val="Tabelazwyky"/>
            </w:pPr>
            <w:r w:rsidRPr="000F7DD1">
              <w:t>Opis</w:t>
            </w:r>
            <w:r w:rsidR="00FF41D0" w:rsidRPr="000F7DD1">
              <w:t xml:space="preserve"> produktu</w:t>
            </w:r>
          </w:p>
        </w:tc>
        <w:tc>
          <w:tcPr>
            <w:tcW w:w="7560" w:type="dxa"/>
          </w:tcPr>
          <w:p w14:paraId="3869B5A0" w14:textId="77777777" w:rsidR="005339C5" w:rsidRPr="000F7DD1" w:rsidRDefault="005339C5" w:rsidP="00747E18">
            <w:pPr>
              <w:pStyle w:val="Tabelazwyky"/>
            </w:pPr>
            <w:r w:rsidRPr="000F7DD1">
              <w:rPr>
                <w:color w:val="000000"/>
              </w:rPr>
              <w:t xml:space="preserve">Dokument jest produktem zrealizowanym w ramach </w:t>
            </w:r>
            <w:r w:rsidRPr="000F7DD1">
              <w:t>Umowy nr 1201-ILL-5.023.22.2021 z dnia 26.02.2021wraz z późniejszymi aneksami.</w:t>
            </w:r>
          </w:p>
          <w:p w14:paraId="4A698527" w14:textId="77777777" w:rsidR="00004C2C" w:rsidRPr="000F7DD1" w:rsidRDefault="00004C2C" w:rsidP="00747E18">
            <w:pPr>
              <w:pStyle w:val="Tabelazwyky"/>
            </w:pPr>
            <w:r w:rsidRPr="000F7DD1">
              <w:t>Dokument zawiera</w:t>
            </w:r>
            <w:r w:rsidR="008A4189" w:rsidRPr="000F7DD1">
              <w:t xml:space="preserve"> specyfikacj</w:t>
            </w:r>
            <w:r w:rsidR="00695F77" w:rsidRPr="000F7DD1">
              <w:t>ę</w:t>
            </w:r>
            <w:r w:rsidR="000A71C7" w:rsidRPr="000F7DD1">
              <w:t xml:space="preserve"> </w:t>
            </w:r>
            <w:r w:rsidR="00AF1026" w:rsidRPr="000F7DD1">
              <w:t xml:space="preserve">XML dla podmiotów w zakresie elektronicznej obsługi deklaracji uproszczonej </w:t>
            </w:r>
            <w:r w:rsidR="0091284B" w:rsidRPr="000F7DD1">
              <w:t xml:space="preserve">dla podatku akcyzowego od </w:t>
            </w:r>
            <w:r w:rsidR="00AF1026" w:rsidRPr="000F7DD1">
              <w:t xml:space="preserve">nabycia wewnątrzwspólnotowego </w:t>
            </w:r>
            <w:r w:rsidR="0091284B" w:rsidRPr="000F7DD1">
              <w:t xml:space="preserve">wyrobów akcyzowych </w:t>
            </w:r>
            <w:r w:rsidR="00AF1026" w:rsidRPr="000F7DD1">
              <w:t>AKC-U</w:t>
            </w:r>
            <w:r w:rsidR="005339C5" w:rsidRPr="000F7DD1">
              <w:t>A</w:t>
            </w:r>
            <w:r w:rsidR="000A71C7" w:rsidRPr="000F7DD1">
              <w:t xml:space="preserve"> </w:t>
            </w:r>
          </w:p>
        </w:tc>
      </w:tr>
      <w:tr w:rsidR="00BB6B75" w:rsidRPr="000F7DD1" w14:paraId="2744CA7E" w14:textId="77777777" w:rsidTr="00747E18">
        <w:tc>
          <w:tcPr>
            <w:tcW w:w="1800" w:type="dxa"/>
          </w:tcPr>
          <w:p w14:paraId="48F496E1" w14:textId="77777777" w:rsidR="00BB6B75" w:rsidRPr="000F7DD1" w:rsidRDefault="00FF41D0" w:rsidP="00747E18">
            <w:pPr>
              <w:pStyle w:val="Tabelazwyky"/>
            </w:pPr>
            <w:r w:rsidRPr="000F7DD1">
              <w:t>Autor/</w:t>
            </w:r>
            <w:proofErr w:type="spellStart"/>
            <w:r w:rsidRPr="000F7DD1">
              <w:t>rzy</w:t>
            </w:r>
            <w:proofErr w:type="spellEnd"/>
          </w:p>
        </w:tc>
        <w:tc>
          <w:tcPr>
            <w:tcW w:w="7560" w:type="dxa"/>
          </w:tcPr>
          <w:p w14:paraId="6A4D01A3" w14:textId="77777777" w:rsidR="00BB6B75" w:rsidRPr="000F7DD1" w:rsidRDefault="002D5F51" w:rsidP="00747E18">
            <w:pPr>
              <w:pStyle w:val="Tabelazwyky"/>
            </w:pPr>
            <w:r w:rsidRPr="000F7DD1">
              <w:t>Analityk - Bogdan Schmidt</w:t>
            </w:r>
          </w:p>
        </w:tc>
      </w:tr>
      <w:tr w:rsidR="00747E18" w:rsidRPr="000F7DD1" w14:paraId="44D510D7" w14:textId="77777777" w:rsidTr="00747E18">
        <w:tc>
          <w:tcPr>
            <w:tcW w:w="1800" w:type="dxa"/>
          </w:tcPr>
          <w:p w14:paraId="15191C6B" w14:textId="77777777" w:rsidR="00747E18" w:rsidRPr="000F7DD1" w:rsidRDefault="00747E18" w:rsidP="00747E18">
            <w:pPr>
              <w:pStyle w:val="Tabelazwyky"/>
            </w:pPr>
            <w:r w:rsidRPr="000F7DD1">
              <w:t>Nazwa pliku</w:t>
            </w:r>
          </w:p>
        </w:tc>
        <w:tc>
          <w:tcPr>
            <w:tcW w:w="7560" w:type="dxa"/>
          </w:tcPr>
          <w:p w14:paraId="6E6F747F" w14:textId="1F4766E1" w:rsidR="00747E18" w:rsidRPr="000F7DD1" w:rsidRDefault="000F7DD1" w:rsidP="000F7DD1">
            <w:pPr>
              <w:rPr>
                <w:rFonts w:cs="Arial"/>
                <w:sz w:val="20"/>
                <w:szCs w:val="20"/>
                <w:lang w:eastAsia="pl-PL"/>
              </w:rPr>
            </w:pPr>
            <w:r w:rsidRPr="000F7DD1">
              <w:rPr>
                <w:rFonts w:cs="Arial"/>
                <w:sz w:val="20"/>
                <w:szCs w:val="20"/>
                <w:lang w:eastAsia="pl-PL"/>
              </w:rPr>
              <w:t>ZF2-PWT-KXML-AKC-U-A_v2.1.docx</w:t>
            </w:r>
          </w:p>
        </w:tc>
      </w:tr>
      <w:tr w:rsidR="00747E18" w:rsidRPr="000F7DD1" w14:paraId="1DEF4E63" w14:textId="77777777" w:rsidTr="00747E18">
        <w:tc>
          <w:tcPr>
            <w:tcW w:w="1800" w:type="dxa"/>
          </w:tcPr>
          <w:p w14:paraId="391CEE24" w14:textId="7AF013D7" w:rsidR="00747E18" w:rsidRPr="000F7DD1" w:rsidRDefault="00747E18" w:rsidP="00747E18">
            <w:pPr>
              <w:pStyle w:val="Tabelazwyky"/>
            </w:pPr>
            <w:r w:rsidRPr="000F7DD1">
              <w:t>Liczba stron</w:t>
            </w:r>
          </w:p>
        </w:tc>
        <w:tc>
          <w:tcPr>
            <w:tcW w:w="7560" w:type="dxa"/>
          </w:tcPr>
          <w:p w14:paraId="27024A76" w14:textId="5BBDB5BE" w:rsidR="00747E18" w:rsidRPr="000F7DD1" w:rsidRDefault="00747E18" w:rsidP="00747E18">
            <w:pPr>
              <w:pStyle w:val="Tabelazwyky"/>
            </w:pPr>
            <w:fldSimple w:instr=" NUMPAGES   \* MERGEFORMAT ">
              <w:r w:rsidR="00E20155">
                <w:rPr>
                  <w:noProof/>
                </w:rPr>
                <w:t>18</w:t>
              </w:r>
            </w:fldSimple>
          </w:p>
        </w:tc>
      </w:tr>
    </w:tbl>
    <w:p w14:paraId="5367A639" w14:textId="347EF059" w:rsidR="00C10443" w:rsidRPr="000F7DD1" w:rsidRDefault="00C10443" w:rsidP="00747E18">
      <w:pPr>
        <w:pStyle w:val="Legenda"/>
        <w:keepNext/>
      </w:pPr>
      <w:bookmarkStart w:id="1" w:name="_Toc183523758"/>
      <w:r w:rsidRPr="000F7DD1">
        <w:t xml:space="preserve">Tabela </w:t>
      </w:r>
      <w:fldSimple w:instr=" SEQ Tabela \* ARABIC ">
        <w:r w:rsidR="002E70C8">
          <w:rPr>
            <w:noProof/>
          </w:rPr>
          <w:t>2</w:t>
        </w:r>
      </w:fldSimple>
      <w:r w:rsidRPr="000F7DD1">
        <w:t xml:space="preserve"> 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0F7DD1" w14:paraId="20523AD1"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797" w:type="dxa"/>
          </w:tcPr>
          <w:p w14:paraId="1E4916E3" w14:textId="77777777" w:rsidR="00A45A2F" w:rsidRPr="000F7DD1" w:rsidRDefault="005366D3" w:rsidP="00747E18">
            <w:pPr>
              <w:pStyle w:val="Z2Nagwektabeli"/>
              <w:rPr>
                <w:rFonts w:ascii="Lato" w:hAnsi="Lato"/>
              </w:rPr>
            </w:pPr>
            <w:r w:rsidRPr="000F7DD1">
              <w:rPr>
                <w:rFonts w:ascii="Lato" w:hAnsi="Lato"/>
              </w:rPr>
              <w:t>E</w:t>
            </w:r>
            <w:r w:rsidR="00A45A2F" w:rsidRPr="000F7DD1">
              <w:rPr>
                <w:rFonts w:ascii="Lato" w:hAnsi="Lato"/>
              </w:rPr>
              <w:t>dycj</w:t>
            </w:r>
            <w:r w:rsidRPr="000F7DD1">
              <w:rPr>
                <w:rFonts w:ascii="Lato" w:hAnsi="Lato"/>
              </w:rPr>
              <w:t>a</w:t>
            </w:r>
          </w:p>
        </w:tc>
        <w:tc>
          <w:tcPr>
            <w:tcW w:w="877" w:type="dxa"/>
          </w:tcPr>
          <w:p w14:paraId="74FFC260" w14:textId="77777777" w:rsidR="00A45A2F" w:rsidRPr="000F7DD1" w:rsidRDefault="005366D3" w:rsidP="00747E18">
            <w:pPr>
              <w:pStyle w:val="Z2Nagwektabeli"/>
              <w:rPr>
                <w:rFonts w:ascii="Lato" w:hAnsi="Lato"/>
              </w:rPr>
            </w:pPr>
            <w:r w:rsidRPr="000F7DD1">
              <w:rPr>
                <w:rFonts w:ascii="Lato" w:hAnsi="Lato"/>
              </w:rPr>
              <w:t>Rewizja</w:t>
            </w:r>
          </w:p>
        </w:tc>
        <w:tc>
          <w:tcPr>
            <w:tcW w:w="1326" w:type="dxa"/>
          </w:tcPr>
          <w:p w14:paraId="12D0DAC2" w14:textId="77777777" w:rsidR="00A45A2F" w:rsidRPr="000F7DD1" w:rsidRDefault="00A45A2F" w:rsidP="00747E18">
            <w:pPr>
              <w:pStyle w:val="Z2Nagwektabeli"/>
              <w:rPr>
                <w:rFonts w:ascii="Lato" w:hAnsi="Lato"/>
              </w:rPr>
            </w:pPr>
            <w:r w:rsidRPr="000F7DD1">
              <w:rPr>
                <w:rFonts w:ascii="Lato" w:hAnsi="Lato"/>
              </w:rPr>
              <w:t>Data wydania</w:t>
            </w:r>
          </w:p>
        </w:tc>
        <w:tc>
          <w:tcPr>
            <w:tcW w:w="2400" w:type="dxa"/>
          </w:tcPr>
          <w:p w14:paraId="7164FDF2" w14:textId="77777777" w:rsidR="00A45A2F" w:rsidRPr="000F7DD1" w:rsidRDefault="00A45A2F" w:rsidP="00747E18">
            <w:pPr>
              <w:pStyle w:val="Z2Nagwektabeli"/>
              <w:rPr>
                <w:rFonts w:ascii="Lato" w:hAnsi="Lato"/>
              </w:rPr>
            </w:pPr>
            <w:r w:rsidRPr="000F7DD1">
              <w:rPr>
                <w:rFonts w:ascii="Lato" w:hAnsi="Lato"/>
              </w:rPr>
              <w:t>Opis</w:t>
            </w:r>
          </w:p>
        </w:tc>
        <w:tc>
          <w:tcPr>
            <w:tcW w:w="720" w:type="dxa"/>
          </w:tcPr>
          <w:p w14:paraId="4A6F12F7" w14:textId="77777777" w:rsidR="00A45A2F" w:rsidRPr="000F7DD1" w:rsidRDefault="005366D3" w:rsidP="00747E18">
            <w:pPr>
              <w:pStyle w:val="Z2Nagwektabeli"/>
              <w:rPr>
                <w:rFonts w:ascii="Lato" w:hAnsi="Lato"/>
              </w:rPr>
            </w:pPr>
            <w:r w:rsidRPr="000F7DD1">
              <w:rPr>
                <w:rFonts w:ascii="Lato" w:hAnsi="Lato"/>
              </w:rPr>
              <w:t>A</w:t>
            </w:r>
            <w:r w:rsidR="00A45A2F" w:rsidRPr="000F7DD1">
              <w:rPr>
                <w:rFonts w:ascii="Lato" w:hAnsi="Lato"/>
              </w:rPr>
              <w:t>kcja (*)</w:t>
            </w:r>
          </w:p>
        </w:tc>
        <w:tc>
          <w:tcPr>
            <w:tcW w:w="1080" w:type="dxa"/>
          </w:tcPr>
          <w:p w14:paraId="223776DB" w14:textId="77777777" w:rsidR="00A45A2F" w:rsidRPr="000F7DD1" w:rsidRDefault="00A45A2F" w:rsidP="00747E18">
            <w:pPr>
              <w:pStyle w:val="Z2Nagwektabeli"/>
              <w:rPr>
                <w:rFonts w:ascii="Lato" w:hAnsi="Lato"/>
              </w:rPr>
            </w:pPr>
            <w:r w:rsidRPr="000F7DD1">
              <w:rPr>
                <w:rFonts w:ascii="Lato" w:hAnsi="Lato"/>
              </w:rPr>
              <w:t>Rozdzi</w:t>
            </w:r>
            <w:r w:rsidR="00FF41D0" w:rsidRPr="000F7DD1">
              <w:rPr>
                <w:rFonts w:ascii="Lato" w:hAnsi="Lato"/>
              </w:rPr>
              <w:t>ały</w:t>
            </w:r>
            <w:r w:rsidR="005366D3" w:rsidRPr="000F7DD1">
              <w:rPr>
                <w:rFonts w:ascii="Lato" w:hAnsi="Lato"/>
              </w:rPr>
              <w:t xml:space="preserve"> </w:t>
            </w:r>
            <w:r w:rsidRPr="000F7DD1">
              <w:rPr>
                <w:rFonts w:ascii="Lato" w:hAnsi="Lato"/>
              </w:rPr>
              <w:t>(**)</w:t>
            </w:r>
          </w:p>
        </w:tc>
        <w:tc>
          <w:tcPr>
            <w:tcW w:w="1305" w:type="dxa"/>
          </w:tcPr>
          <w:p w14:paraId="44D78354" w14:textId="77777777" w:rsidR="00A45A2F" w:rsidRPr="000F7DD1" w:rsidRDefault="00A45A2F" w:rsidP="00747E18">
            <w:pPr>
              <w:pStyle w:val="Z2Nagwektabeli"/>
              <w:rPr>
                <w:rFonts w:ascii="Lato" w:hAnsi="Lato"/>
              </w:rPr>
            </w:pPr>
            <w:r w:rsidRPr="000F7DD1">
              <w:rPr>
                <w:rFonts w:ascii="Lato" w:hAnsi="Lato"/>
              </w:rPr>
              <w:t>Autor</w:t>
            </w:r>
            <w:r w:rsidR="00FF41D0" w:rsidRPr="000F7DD1">
              <w:rPr>
                <w:rFonts w:ascii="Lato" w:hAnsi="Lato"/>
              </w:rPr>
              <w:t>/</w:t>
            </w:r>
            <w:proofErr w:type="spellStart"/>
            <w:r w:rsidR="00FF41D0" w:rsidRPr="000F7DD1">
              <w:rPr>
                <w:rFonts w:ascii="Lato" w:hAnsi="Lato"/>
              </w:rPr>
              <w:t>rzy</w:t>
            </w:r>
            <w:proofErr w:type="spellEnd"/>
            <w:r w:rsidR="00FF41D0" w:rsidRPr="000F7DD1">
              <w:rPr>
                <w:rFonts w:ascii="Lato" w:hAnsi="Lato"/>
              </w:rPr>
              <w:t xml:space="preserve"> </w:t>
            </w:r>
            <w:r w:rsidRPr="000F7DD1">
              <w:rPr>
                <w:rFonts w:ascii="Lato" w:hAnsi="Lato"/>
              </w:rPr>
              <w:t>(***)</w:t>
            </w:r>
          </w:p>
        </w:tc>
        <w:tc>
          <w:tcPr>
            <w:tcW w:w="936" w:type="dxa"/>
          </w:tcPr>
          <w:p w14:paraId="1AD60A34" w14:textId="77777777" w:rsidR="00A45A2F" w:rsidRPr="000F7DD1" w:rsidRDefault="00A45A2F" w:rsidP="00747E18">
            <w:pPr>
              <w:pStyle w:val="Z2Nagwektabeli"/>
              <w:rPr>
                <w:rFonts w:ascii="Lato" w:hAnsi="Lato"/>
              </w:rPr>
            </w:pPr>
            <w:r w:rsidRPr="000F7DD1">
              <w:rPr>
                <w:rFonts w:ascii="Lato" w:hAnsi="Lato"/>
              </w:rPr>
              <w:t xml:space="preserve">Data </w:t>
            </w:r>
            <w:r w:rsidR="005366D3" w:rsidRPr="000F7DD1">
              <w:rPr>
                <w:rFonts w:ascii="Lato" w:hAnsi="Lato"/>
              </w:rPr>
              <w:t>KJ</w:t>
            </w:r>
          </w:p>
        </w:tc>
      </w:tr>
      <w:tr w:rsidR="00315399" w:rsidRPr="000F7DD1" w14:paraId="4411C644" w14:textId="77777777" w:rsidTr="000F7DD1">
        <w:tc>
          <w:tcPr>
            <w:tcW w:w="797" w:type="dxa"/>
          </w:tcPr>
          <w:p w14:paraId="0DA73A2C" w14:textId="77777777" w:rsidR="00315399" w:rsidRPr="000F7DD1" w:rsidRDefault="00315399" w:rsidP="00747E18">
            <w:pPr>
              <w:pStyle w:val="Tabelazwyky"/>
            </w:pPr>
            <w:r w:rsidRPr="000F7DD1">
              <w:t>0</w:t>
            </w:r>
          </w:p>
        </w:tc>
        <w:tc>
          <w:tcPr>
            <w:tcW w:w="877" w:type="dxa"/>
          </w:tcPr>
          <w:p w14:paraId="636F6015" w14:textId="77777777" w:rsidR="00315399" w:rsidRPr="000F7DD1" w:rsidRDefault="00315399" w:rsidP="00747E18">
            <w:pPr>
              <w:pStyle w:val="Tabelazwyky"/>
            </w:pPr>
            <w:r w:rsidRPr="000F7DD1">
              <w:t>1</w:t>
            </w:r>
          </w:p>
        </w:tc>
        <w:tc>
          <w:tcPr>
            <w:tcW w:w="1326" w:type="dxa"/>
          </w:tcPr>
          <w:p w14:paraId="42C5E503" w14:textId="77777777" w:rsidR="00315399" w:rsidRPr="000F7DD1" w:rsidRDefault="00315399" w:rsidP="00747E18">
            <w:pPr>
              <w:pStyle w:val="Tabelazwyky"/>
            </w:pPr>
            <w:r w:rsidRPr="000F7DD1">
              <w:t>2017-08-01</w:t>
            </w:r>
          </w:p>
        </w:tc>
        <w:tc>
          <w:tcPr>
            <w:tcW w:w="2400" w:type="dxa"/>
          </w:tcPr>
          <w:p w14:paraId="3CEF86B2" w14:textId="77777777" w:rsidR="00315399" w:rsidRPr="000F7DD1" w:rsidRDefault="00315399" w:rsidP="00747E18">
            <w:pPr>
              <w:pStyle w:val="Tabelazwyky"/>
            </w:pPr>
            <w:r w:rsidRPr="000F7DD1">
              <w:t>Utworzenie dokumentu</w:t>
            </w:r>
          </w:p>
        </w:tc>
        <w:tc>
          <w:tcPr>
            <w:tcW w:w="720" w:type="dxa"/>
          </w:tcPr>
          <w:p w14:paraId="4C0F3600" w14:textId="77777777" w:rsidR="00315399" w:rsidRPr="000F7DD1" w:rsidRDefault="00315399" w:rsidP="00747E18">
            <w:pPr>
              <w:pStyle w:val="Tabelazwyky"/>
            </w:pPr>
            <w:r w:rsidRPr="000F7DD1">
              <w:t>N</w:t>
            </w:r>
          </w:p>
        </w:tc>
        <w:tc>
          <w:tcPr>
            <w:tcW w:w="1080" w:type="dxa"/>
          </w:tcPr>
          <w:p w14:paraId="7E9787F2" w14:textId="77777777" w:rsidR="00315399" w:rsidRPr="000F7DD1" w:rsidRDefault="00315399" w:rsidP="00747E18">
            <w:pPr>
              <w:pStyle w:val="Tabelazwyky"/>
            </w:pPr>
            <w:r w:rsidRPr="000F7DD1">
              <w:t>W</w:t>
            </w:r>
          </w:p>
        </w:tc>
        <w:tc>
          <w:tcPr>
            <w:tcW w:w="1305" w:type="dxa"/>
          </w:tcPr>
          <w:p w14:paraId="164748FA" w14:textId="77777777" w:rsidR="00315399" w:rsidRPr="000F7DD1" w:rsidRDefault="00315399" w:rsidP="00747E18">
            <w:pPr>
              <w:pStyle w:val="Tabelazwyky"/>
            </w:pPr>
            <w:r w:rsidRPr="000F7DD1">
              <w:t>Bogdan Schmidt</w:t>
            </w:r>
          </w:p>
        </w:tc>
        <w:tc>
          <w:tcPr>
            <w:tcW w:w="936" w:type="dxa"/>
          </w:tcPr>
          <w:p w14:paraId="47C74E40" w14:textId="77777777" w:rsidR="00315399" w:rsidRPr="000F7DD1" w:rsidRDefault="00315399" w:rsidP="00747E18">
            <w:pPr>
              <w:pStyle w:val="Tabelazwyky"/>
            </w:pPr>
            <w:proofErr w:type="spellStart"/>
            <w:r w:rsidRPr="000F7DD1">
              <w:t>nd</w:t>
            </w:r>
            <w:proofErr w:type="spellEnd"/>
          </w:p>
        </w:tc>
      </w:tr>
      <w:tr w:rsidR="00315399" w:rsidRPr="000F7DD1" w14:paraId="62F6EA22" w14:textId="77777777" w:rsidTr="000F7DD1">
        <w:tc>
          <w:tcPr>
            <w:tcW w:w="797" w:type="dxa"/>
          </w:tcPr>
          <w:p w14:paraId="78EFF072" w14:textId="77777777" w:rsidR="00315399" w:rsidRPr="000F7DD1" w:rsidRDefault="00315399" w:rsidP="00747E18">
            <w:pPr>
              <w:pStyle w:val="Tabelazwyky"/>
            </w:pPr>
            <w:r w:rsidRPr="000F7DD1">
              <w:t>0</w:t>
            </w:r>
          </w:p>
        </w:tc>
        <w:tc>
          <w:tcPr>
            <w:tcW w:w="877" w:type="dxa"/>
          </w:tcPr>
          <w:p w14:paraId="27E84C23" w14:textId="77777777" w:rsidR="00315399" w:rsidRPr="000F7DD1" w:rsidRDefault="00315399" w:rsidP="00747E18">
            <w:pPr>
              <w:pStyle w:val="Tabelazwyky"/>
            </w:pPr>
            <w:r w:rsidRPr="000F7DD1">
              <w:t>2</w:t>
            </w:r>
          </w:p>
        </w:tc>
        <w:tc>
          <w:tcPr>
            <w:tcW w:w="1326" w:type="dxa"/>
          </w:tcPr>
          <w:p w14:paraId="15BDA4F9" w14:textId="77777777" w:rsidR="00315399" w:rsidRPr="000F7DD1" w:rsidRDefault="00315399" w:rsidP="00747E18">
            <w:pPr>
              <w:pStyle w:val="Tabelazwyky"/>
            </w:pPr>
            <w:r w:rsidRPr="000F7DD1">
              <w:t>2017-09-12</w:t>
            </w:r>
          </w:p>
        </w:tc>
        <w:tc>
          <w:tcPr>
            <w:tcW w:w="2400" w:type="dxa"/>
          </w:tcPr>
          <w:p w14:paraId="276E9829" w14:textId="77777777" w:rsidR="00315399" w:rsidRPr="000F7DD1" w:rsidRDefault="00315399" w:rsidP="00747E18">
            <w:pPr>
              <w:pStyle w:val="Tabelazwyky"/>
            </w:pPr>
            <w:r w:rsidRPr="000F7DD1">
              <w:t xml:space="preserve">Wprowadzenie poprawek w związku ze zgłoszonymi uwagami do </w:t>
            </w:r>
            <w:proofErr w:type="spellStart"/>
            <w:r w:rsidRPr="000F7DD1">
              <w:t>xsd</w:t>
            </w:r>
            <w:proofErr w:type="spellEnd"/>
          </w:p>
        </w:tc>
        <w:tc>
          <w:tcPr>
            <w:tcW w:w="720" w:type="dxa"/>
          </w:tcPr>
          <w:p w14:paraId="58D01D1B" w14:textId="77777777" w:rsidR="00315399" w:rsidRPr="000F7DD1" w:rsidRDefault="00315399" w:rsidP="00747E18">
            <w:pPr>
              <w:pStyle w:val="Tabelazwyky"/>
            </w:pPr>
            <w:r w:rsidRPr="000F7DD1">
              <w:t>Z</w:t>
            </w:r>
          </w:p>
        </w:tc>
        <w:tc>
          <w:tcPr>
            <w:tcW w:w="1080" w:type="dxa"/>
          </w:tcPr>
          <w:p w14:paraId="42F98833" w14:textId="77777777" w:rsidR="00315399" w:rsidRPr="000F7DD1" w:rsidRDefault="00315399" w:rsidP="00747E18">
            <w:pPr>
              <w:pStyle w:val="Tabelazwyky"/>
            </w:pPr>
            <w:r w:rsidRPr="000F7DD1">
              <w:t>W</w:t>
            </w:r>
          </w:p>
        </w:tc>
        <w:tc>
          <w:tcPr>
            <w:tcW w:w="1305" w:type="dxa"/>
          </w:tcPr>
          <w:p w14:paraId="79EADBE0" w14:textId="77777777" w:rsidR="00315399" w:rsidRPr="000F7DD1" w:rsidRDefault="00315399" w:rsidP="00747E18">
            <w:pPr>
              <w:pStyle w:val="Tabelazwyky"/>
            </w:pPr>
            <w:proofErr w:type="spellStart"/>
            <w:r w:rsidRPr="000F7DD1">
              <w:t>W.Salamon</w:t>
            </w:r>
            <w:proofErr w:type="spellEnd"/>
            <w:r w:rsidRPr="000F7DD1">
              <w:t xml:space="preserve"> </w:t>
            </w:r>
            <w:proofErr w:type="spellStart"/>
            <w:r w:rsidRPr="000F7DD1">
              <w:t>B.Schmidt</w:t>
            </w:r>
            <w:proofErr w:type="spellEnd"/>
          </w:p>
        </w:tc>
        <w:tc>
          <w:tcPr>
            <w:tcW w:w="936" w:type="dxa"/>
          </w:tcPr>
          <w:p w14:paraId="420207ED" w14:textId="77777777" w:rsidR="00315399" w:rsidRPr="000F7DD1" w:rsidRDefault="00315399" w:rsidP="00747E18">
            <w:pPr>
              <w:pStyle w:val="Tabelazwyky"/>
            </w:pPr>
            <w:proofErr w:type="spellStart"/>
            <w:r w:rsidRPr="000F7DD1">
              <w:t>nd</w:t>
            </w:r>
            <w:proofErr w:type="spellEnd"/>
          </w:p>
        </w:tc>
      </w:tr>
      <w:tr w:rsidR="00315399" w:rsidRPr="000F7DD1" w14:paraId="7F095977" w14:textId="77777777" w:rsidTr="000F7DD1">
        <w:tc>
          <w:tcPr>
            <w:tcW w:w="797" w:type="dxa"/>
          </w:tcPr>
          <w:p w14:paraId="35810ECB" w14:textId="77777777" w:rsidR="00315399" w:rsidRPr="000F7DD1" w:rsidRDefault="00315399" w:rsidP="00747E18">
            <w:pPr>
              <w:pStyle w:val="Tabelazwyky"/>
            </w:pPr>
            <w:r w:rsidRPr="000F7DD1">
              <w:t>1</w:t>
            </w:r>
          </w:p>
        </w:tc>
        <w:tc>
          <w:tcPr>
            <w:tcW w:w="877" w:type="dxa"/>
          </w:tcPr>
          <w:p w14:paraId="33213F90" w14:textId="77777777" w:rsidR="00315399" w:rsidRPr="000F7DD1" w:rsidRDefault="00315399" w:rsidP="00747E18">
            <w:pPr>
              <w:pStyle w:val="Tabelazwyky"/>
            </w:pPr>
            <w:r w:rsidRPr="000F7DD1">
              <w:t>0</w:t>
            </w:r>
          </w:p>
        </w:tc>
        <w:tc>
          <w:tcPr>
            <w:tcW w:w="1326" w:type="dxa"/>
          </w:tcPr>
          <w:p w14:paraId="1D904B89" w14:textId="77777777" w:rsidR="00315399" w:rsidRPr="000F7DD1" w:rsidRDefault="00315399" w:rsidP="00747E18">
            <w:pPr>
              <w:pStyle w:val="Tabelazwyky"/>
            </w:pPr>
            <w:proofErr w:type="spellStart"/>
            <w:r w:rsidRPr="000F7DD1">
              <w:t>nd</w:t>
            </w:r>
            <w:proofErr w:type="spellEnd"/>
            <w:r w:rsidRPr="000F7DD1">
              <w:t>.</w:t>
            </w:r>
          </w:p>
        </w:tc>
        <w:tc>
          <w:tcPr>
            <w:tcW w:w="2400" w:type="dxa"/>
          </w:tcPr>
          <w:p w14:paraId="43AE808A" w14:textId="77777777" w:rsidR="00315399" w:rsidRPr="000F7DD1" w:rsidRDefault="00315399" w:rsidP="00747E18">
            <w:pPr>
              <w:pStyle w:val="Tabelazwyky"/>
            </w:pPr>
            <w:r w:rsidRPr="000F7DD1">
              <w:t>Wewnętrzna kontrola jakości po stronie Wykonawcy</w:t>
            </w:r>
          </w:p>
        </w:tc>
        <w:tc>
          <w:tcPr>
            <w:tcW w:w="720" w:type="dxa"/>
          </w:tcPr>
          <w:p w14:paraId="188609B3" w14:textId="77777777" w:rsidR="00315399" w:rsidRPr="000F7DD1" w:rsidRDefault="00315399" w:rsidP="00747E18">
            <w:pPr>
              <w:pStyle w:val="Tabelazwyky"/>
            </w:pPr>
            <w:r w:rsidRPr="000F7DD1">
              <w:t>We</w:t>
            </w:r>
          </w:p>
        </w:tc>
        <w:tc>
          <w:tcPr>
            <w:tcW w:w="1080" w:type="dxa"/>
          </w:tcPr>
          <w:p w14:paraId="692ECA27" w14:textId="77777777" w:rsidR="00315399" w:rsidRPr="000F7DD1" w:rsidRDefault="00315399" w:rsidP="00747E18">
            <w:pPr>
              <w:pStyle w:val="Tabelazwyky"/>
            </w:pPr>
            <w:r w:rsidRPr="000F7DD1">
              <w:t>W</w:t>
            </w:r>
          </w:p>
        </w:tc>
        <w:tc>
          <w:tcPr>
            <w:tcW w:w="1305" w:type="dxa"/>
          </w:tcPr>
          <w:p w14:paraId="430E27DD" w14:textId="77777777" w:rsidR="00315399" w:rsidRPr="000F7DD1" w:rsidRDefault="00315399" w:rsidP="00747E18">
            <w:pPr>
              <w:pStyle w:val="Tabelazwyky"/>
            </w:pPr>
            <w:proofErr w:type="spellStart"/>
            <w:r w:rsidRPr="000F7DD1">
              <w:t>W.Salamon</w:t>
            </w:r>
            <w:proofErr w:type="spellEnd"/>
            <w:r w:rsidRPr="000F7DD1">
              <w:t xml:space="preserve"> </w:t>
            </w:r>
            <w:proofErr w:type="spellStart"/>
            <w:r w:rsidRPr="000F7DD1">
              <w:t>B.Schmidt</w:t>
            </w:r>
            <w:proofErr w:type="spellEnd"/>
          </w:p>
        </w:tc>
        <w:tc>
          <w:tcPr>
            <w:tcW w:w="936" w:type="dxa"/>
          </w:tcPr>
          <w:p w14:paraId="111C2021" w14:textId="77777777" w:rsidR="00315399" w:rsidRPr="000F7DD1" w:rsidRDefault="00315399" w:rsidP="00747E18">
            <w:pPr>
              <w:pStyle w:val="Tabelazwyky"/>
            </w:pPr>
            <w:r w:rsidRPr="000F7DD1">
              <w:t>2017-09-14</w:t>
            </w:r>
          </w:p>
        </w:tc>
      </w:tr>
      <w:tr w:rsidR="00315399" w:rsidRPr="000F7DD1" w14:paraId="032D37DD" w14:textId="77777777" w:rsidTr="000F7DD1">
        <w:tc>
          <w:tcPr>
            <w:tcW w:w="797" w:type="dxa"/>
          </w:tcPr>
          <w:p w14:paraId="24BA3560" w14:textId="77777777" w:rsidR="00315399" w:rsidRPr="000F7DD1" w:rsidRDefault="00315399" w:rsidP="00747E18">
            <w:pPr>
              <w:pStyle w:val="Tabelazwyky"/>
            </w:pPr>
            <w:r w:rsidRPr="000F7DD1">
              <w:t>1</w:t>
            </w:r>
          </w:p>
        </w:tc>
        <w:tc>
          <w:tcPr>
            <w:tcW w:w="877" w:type="dxa"/>
          </w:tcPr>
          <w:p w14:paraId="169E6331" w14:textId="77777777" w:rsidR="00315399" w:rsidRPr="000F7DD1" w:rsidRDefault="00315399" w:rsidP="00747E18">
            <w:pPr>
              <w:pStyle w:val="Tabelazwyky"/>
            </w:pPr>
            <w:r w:rsidRPr="000F7DD1">
              <w:t>0</w:t>
            </w:r>
          </w:p>
        </w:tc>
        <w:tc>
          <w:tcPr>
            <w:tcW w:w="1326" w:type="dxa"/>
          </w:tcPr>
          <w:p w14:paraId="555014EF" w14:textId="77777777" w:rsidR="00315399" w:rsidRPr="000F7DD1" w:rsidRDefault="00315399" w:rsidP="00747E18">
            <w:pPr>
              <w:pStyle w:val="Tabelazwyky"/>
            </w:pPr>
            <w:r w:rsidRPr="000F7DD1">
              <w:t>2017-09-14</w:t>
            </w:r>
          </w:p>
        </w:tc>
        <w:tc>
          <w:tcPr>
            <w:tcW w:w="2400" w:type="dxa"/>
          </w:tcPr>
          <w:p w14:paraId="7C3FEF42" w14:textId="77777777" w:rsidR="00315399" w:rsidRPr="000F7DD1" w:rsidRDefault="00315399" w:rsidP="00747E18">
            <w:pPr>
              <w:pStyle w:val="Tabelazwyky"/>
            </w:pPr>
            <w:r w:rsidRPr="000F7DD1">
              <w:t>Przekazanie do kontroli po stronie Zamawiającego</w:t>
            </w:r>
          </w:p>
        </w:tc>
        <w:tc>
          <w:tcPr>
            <w:tcW w:w="720" w:type="dxa"/>
          </w:tcPr>
          <w:p w14:paraId="3BCAC065" w14:textId="77777777" w:rsidR="00315399" w:rsidRPr="000F7DD1" w:rsidRDefault="00315399" w:rsidP="00747E18">
            <w:pPr>
              <w:pStyle w:val="Tabelazwyky"/>
            </w:pPr>
            <w:proofErr w:type="spellStart"/>
            <w:r w:rsidRPr="000F7DD1">
              <w:t>nd</w:t>
            </w:r>
            <w:proofErr w:type="spellEnd"/>
            <w:r w:rsidRPr="000F7DD1">
              <w:t>.</w:t>
            </w:r>
          </w:p>
        </w:tc>
        <w:tc>
          <w:tcPr>
            <w:tcW w:w="1080" w:type="dxa"/>
          </w:tcPr>
          <w:p w14:paraId="6C43C1A0" w14:textId="77777777" w:rsidR="00315399" w:rsidRPr="000F7DD1" w:rsidRDefault="00315399" w:rsidP="00747E18">
            <w:pPr>
              <w:pStyle w:val="Tabelazwyky"/>
            </w:pPr>
            <w:proofErr w:type="spellStart"/>
            <w:r w:rsidRPr="000F7DD1">
              <w:t>nd</w:t>
            </w:r>
            <w:proofErr w:type="spellEnd"/>
            <w:r w:rsidRPr="000F7DD1">
              <w:t>.</w:t>
            </w:r>
          </w:p>
        </w:tc>
        <w:tc>
          <w:tcPr>
            <w:tcW w:w="1305" w:type="dxa"/>
          </w:tcPr>
          <w:p w14:paraId="7E67F648" w14:textId="77777777" w:rsidR="00315399" w:rsidRPr="000F7DD1" w:rsidRDefault="00315399" w:rsidP="00747E18">
            <w:pPr>
              <w:pStyle w:val="Tabelazwyky"/>
            </w:pPr>
            <w:r w:rsidRPr="000F7DD1">
              <w:t>Biuro Projektu Wykonawcy</w:t>
            </w:r>
          </w:p>
        </w:tc>
        <w:tc>
          <w:tcPr>
            <w:tcW w:w="936" w:type="dxa"/>
          </w:tcPr>
          <w:p w14:paraId="75601C5E" w14:textId="77777777" w:rsidR="00315399" w:rsidRPr="000F7DD1" w:rsidRDefault="00315399" w:rsidP="00747E18">
            <w:pPr>
              <w:pStyle w:val="Tabelazwyky"/>
            </w:pPr>
            <w:proofErr w:type="spellStart"/>
            <w:r w:rsidRPr="000F7DD1">
              <w:t>nd</w:t>
            </w:r>
            <w:proofErr w:type="spellEnd"/>
            <w:r w:rsidRPr="000F7DD1">
              <w:t>.</w:t>
            </w:r>
          </w:p>
        </w:tc>
      </w:tr>
      <w:tr w:rsidR="003E4FB8" w:rsidRPr="000F7DD1" w14:paraId="531B6D6F" w14:textId="77777777" w:rsidTr="000F7DD1">
        <w:tc>
          <w:tcPr>
            <w:tcW w:w="797" w:type="dxa"/>
          </w:tcPr>
          <w:p w14:paraId="78C4DA8B" w14:textId="77777777" w:rsidR="003E4FB8" w:rsidRPr="000F7DD1" w:rsidRDefault="00B20102" w:rsidP="00747E18">
            <w:pPr>
              <w:pStyle w:val="Tabelazwyky"/>
            </w:pPr>
            <w:r w:rsidRPr="000F7DD1">
              <w:t>2</w:t>
            </w:r>
          </w:p>
        </w:tc>
        <w:tc>
          <w:tcPr>
            <w:tcW w:w="877" w:type="dxa"/>
          </w:tcPr>
          <w:p w14:paraId="33010EB8" w14:textId="77777777" w:rsidR="003E4FB8" w:rsidRPr="000F7DD1" w:rsidRDefault="005339C5" w:rsidP="00747E18">
            <w:pPr>
              <w:pStyle w:val="Tabelazwyky"/>
            </w:pPr>
            <w:r w:rsidRPr="000F7DD1">
              <w:t>0</w:t>
            </w:r>
          </w:p>
        </w:tc>
        <w:tc>
          <w:tcPr>
            <w:tcW w:w="1326" w:type="dxa"/>
          </w:tcPr>
          <w:p w14:paraId="4A9E7BF0" w14:textId="77777777" w:rsidR="003E4FB8" w:rsidRPr="000F7DD1" w:rsidRDefault="003E4FB8" w:rsidP="00747E18">
            <w:pPr>
              <w:pStyle w:val="Tabelazwyky"/>
            </w:pPr>
            <w:r w:rsidRPr="000F7DD1">
              <w:t>20</w:t>
            </w:r>
            <w:r w:rsidR="005125C2" w:rsidRPr="000F7DD1">
              <w:t>18</w:t>
            </w:r>
            <w:r w:rsidRPr="000F7DD1">
              <w:t>-</w:t>
            </w:r>
            <w:r w:rsidR="005125C2" w:rsidRPr="000F7DD1">
              <w:t>01</w:t>
            </w:r>
            <w:r w:rsidRPr="000F7DD1">
              <w:t>-</w:t>
            </w:r>
            <w:r w:rsidR="0091284B" w:rsidRPr="000F7DD1">
              <w:t>0</w:t>
            </w:r>
            <w:r w:rsidR="005125C2" w:rsidRPr="000F7DD1">
              <w:t>3</w:t>
            </w:r>
          </w:p>
        </w:tc>
        <w:tc>
          <w:tcPr>
            <w:tcW w:w="2400" w:type="dxa"/>
          </w:tcPr>
          <w:p w14:paraId="3D0590E3" w14:textId="77777777" w:rsidR="003E4FB8" w:rsidRPr="000F7DD1" w:rsidRDefault="005125C2" w:rsidP="00747E18">
            <w:pPr>
              <w:pStyle w:val="Tabelazwyky"/>
            </w:pPr>
            <w:r w:rsidRPr="000F7DD1">
              <w:t xml:space="preserve">Zmiana wersji </w:t>
            </w:r>
            <w:proofErr w:type="spellStart"/>
            <w:r w:rsidRPr="000F7DD1">
              <w:t>schemy</w:t>
            </w:r>
            <w:proofErr w:type="spellEnd"/>
          </w:p>
        </w:tc>
        <w:tc>
          <w:tcPr>
            <w:tcW w:w="720" w:type="dxa"/>
          </w:tcPr>
          <w:p w14:paraId="1994211F" w14:textId="77777777" w:rsidR="003E4FB8" w:rsidRPr="000F7DD1" w:rsidRDefault="00315399" w:rsidP="00747E18">
            <w:pPr>
              <w:pStyle w:val="Tabelazwyky"/>
            </w:pPr>
            <w:r w:rsidRPr="000F7DD1">
              <w:t>W</w:t>
            </w:r>
          </w:p>
        </w:tc>
        <w:tc>
          <w:tcPr>
            <w:tcW w:w="1080" w:type="dxa"/>
          </w:tcPr>
          <w:p w14:paraId="62C74EC4" w14:textId="77777777" w:rsidR="003E4FB8" w:rsidRPr="000F7DD1" w:rsidRDefault="005125C2" w:rsidP="00747E18">
            <w:pPr>
              <w:pStyle w:val="Tabelazwyky"/>
            </w:pPr>
            <w:r w:rsidRPr="000F7DD1">
              <w:t>W</w:t>
            </w:r>
          </w:p>
        </w:tc>
        <w:tc>
          <w:tcPr>
            <w:tcW w:w="1305" w:type="dxa"/>
          </w:tcPr>
          <w:p w14:paraId="1325B15D" w14:textId="77777777" w:rsidR="003E4FB8" w:rsidRPr="000F7DD1" w:rsidRDefault="0091284B" w:rsidP="00747E18">
            <w:pPr>
              <w:pStyle w:val="Tabelazwyky"/>
            </w:pPr>
            <w:r w:rsidRPr="000F7DD1">
              <w:t>Bogdan Schmidt</w:t>
            </w:r>
          </w:p>
        </w:tc>
        <w:tc>
          <w:tcPr>
            <w:tcW w:w="936" w:type="dxa"/>
          </w:tcPr>
          <w:p w14:paraId="2811EF70" w14:textId="77777777" w:rsidR="003E4FB8" w:rsidRPr="000F7DD1" w:rsidRDefault="003E4FB8" w:rsidP="00747E18">
            <w:pPr>
              <w:pStyle w:val="Tabelazwyky"/>
            </w:pPr>
            <w:proofErr w:type="spellStart"/>
            <w:r w:rsidRPr="000F7DD1">
              <w:t>nd</w:t>
            </w:r>
            <w:proofErr w:type="spellEnd"/>
          </w:p>
        </w:tc>
      </w:tr>
      <w:tr w:rsidR="005339C5" w:rsidRPr="000F7DD1" w14:paraId="30A19C40" w14:textId="77777777" w:rsidTr="000F7DD1">
        <w:tc>
          <w:tcPr>
            <w:tcW w:w="797" w:type="dxa"/>
          </w:tcPr>
          <w:p w14:paraId="5E421BAE" w14:textId="77777777" w:rsidR="005339C5" w:rsidRPr="000F7DD1" w:rsidRDefault="00B20102" w:rsidP="00747E18">
            <w:pPr>
              <w:pStyle w:val="Tabelazwyky"/>
            </w:pPr>
            <w:r w:rsidRPr="000F7DD1">
              <w:t>2</w:t>
            </w:r>
          </w:p>
        </w:tc>
        <w:tc>
          <w:tcPr>
            <w:tcW w:w="877" w:type="dxa"/>
          </w:tcPr>
          <w:p w14:paraId="292CD2AE" w14:textId="77777777" w:rsidR="005339C5" w:rsidRPr="000F7DD1" w:rsidRDefault="005339C5" w:rsidP="00747E18">
            <w:pPr>
              <w:pStyle w:val="Tabelazwyky"/>
            </w:pPr>
            <w:r w:rsidRPr="000F7DD1">
              <w:t>0</w:t>
            </w:r>
          </w:p>
        </w:tc>
        <w:tc>
          <w:tcPr>
            <w:tcW w:w="1326" w:type="dxa"/>
          </w:tcPr>
          <w:p w14:paraId="379B2957" w14:textId="77777777" w:rsidR="005339C5" w:rsidRPr="000F7DD1" w:rsidRDefault="005339C5" w:rsidP="00747E18">
            <w:pPr>
              <w:pStyle w:val="Tabelazwyky"/>
            </w:pPr>
            <w:proofErr w:type="spellStart"/>
            <w:r w:rsidRPr="000F7DD1">
              <w:t>nd</w:t>
            </w:r>
            <w:proofErr w:type="spellEnd"/>
            <w:r w:rsidRPr="000F7DD1">
              <w:t>.</w:t>
            </w:r>
          </w:p>
        </w:tc>
        <w:tc>
          <w:tcPr>
            <w:tcW w:w="2400" w:type="dxa"/>
          </w:tcPr>
          <w:p w14:paraId="568DB70F" w14:textId="77777777" w:rsidR="005339C5" w:rsidRPr="000F7DD1" w:rsidRDefault="005339C5" w:rsidP="00747E18">
            <w:pPr>
              <w:pStyle w:val="Tabelazwyky"/>
            </w:pPr>
            <w:r w:rsidRPr="000F7DD1">
              <w:t>Wewnętrzna kontrola jakości po stronie Wykonawcy</w:t>
            </w:r>
          </w:p>
        </w:tc>
        <w:tc>
          <w:tcPr>
            <w:tcW w:w="720" w:type="dxa"/>
          </w:tcPr>
          <w:p w14:paraId="15B4AD18" w14:textId="77777777" w:rsidR="005339C5" w:rsidRPr="000F7DD1" w:rsidRDefault="005339C5" w:rsidP="00747E18">
            <w:pPr>
              <w:pStyle w:val="Tabelazwyky"/>
            </w:pPr>
            <w:r w:rsidRPr="000F7DD1">
              <w:t>We</w:t>
            </w:r>
          </w:p>
        </w:tc>
        <w:tc>
          <w:tcPr>
            <w:tcW w:w="1080" w:type="dxa"/>
          </w:tcPr>
          <w:p w14:paraId="4F6121BF" w14:textId="77777777" w:rsidR="005339C5" w:rsidRPr="000F7DD1" w:rsidRDefault="005339C5" w:rsidP="00747E18">
            <w:pPr>
              <w:pStyle w:val="Tabelazwyky"/>
            </w:pPr>
            <w:r w:rsidRPr="000F7DD1">
              <w:t>W</w:t>
            </w:r>
          </w:p>
        </w:tc>
        <w:tc>
          <w:tcPr>
            <w:tcW w:w="1305" w:type="dxa"/>
          </w:tcPr>
          <w:p w14:paraId="5C5886C9" w14:textId="77777777" w:rsidR="005339C5" w:rsidRPr="000F7DD1" w:rsidRDefault="005339C5" w:rsidP="00747E18">
            <w:pPr>
              <w:pStyle w:val="Tabelazwyky"/>
            </w:pPr>
            <w:r w:rsidRPr="000F7DD1">
              <w:t>Katarzyna Roszak</w:t>
            </w:r>
          </w:p>
        </w:tc>
        <w:tc>
          <w:tcPr>
            <w:tcW w:w="936" w:type="dxa"/>
          </w:tcPr>
          <w:p w14:paraId="4B37A429" w14:textId="77777777" w:rsidR="005339C5" w:rsidRPr="000F7DD1" w:rsidRDefault="005125C2" w:rsidP="00747E18">
            <w:pPr>
              <w:pStyle w:val="Tabelazwyky"/>
            </w:pPr>
            <w:r w:rsidRPr="000F7DD1">
              <w:t>2018-01-04</w:t>
            </w:r>
          </w:p>
        </w:tc>
      </w:tr>
      <w:tr w:rsidR="005339C5" w:rsidRPr="000F7DD1" w14:paraId="4ED3C4F1" w14:textId="77777777" w:rsidTr="000F7DD1">
        <w:tc>
          <w:tcPr>
            <w:tcW w:w="797" w:type="dxa"/>
          </w:tcPr>
          <w:p w14:paraId="42F4178B" w14:textId="77777777" w:rsidR="005339C5" w:rsidRPr="000F7DD1" w:rsidRDefault="00B20102" w:rsidP="00747E18">
            <w:pPr>
              <w:pStyle w:val="Tabelazwyky"/>
            </w:pPr>
            <w:r w:rsidRPr="000F7DD1">
              <w:t>2</w:t>
            </w:r>
          </w:p>
        </w:tc>
        <w:tc>
          <w:tcPr>
            <w:tcW w:w="877" w:type="dxa"/>
          </w:tcPr>
          <w:p w14:paraId="29381699" w14:textId="77777777" w:rsidR="005339C5" w:rsidRPr="000F7DD1" w:rsidRDefault="005339C5" w:rsidP="00747E18">
            <w:pPr>
              <w:pStyle w:val="Tabelazwyky"/>
            </w:pPr>
            <w:r w:rsidRPr="000F7DD1">
              <w:t>0</w:t>
            </w:r>
          </w:p>
        </w:tc>
        <w:tc>
          <w:tcPr>
            <w:tcW w:w="1326" w:type="dxa"/>
          </w:tcPr>
          <w:p w14:paraId="67C7C305" w14:textId="77777777" w:rsidR="005339C5" w:rsidRPr="000F7DD1" w:rsidRDefault="005339C5" w:rsidP="00747E18">
            <w:pPr>
              <w:pStyle w:val="Tabelazwyky"/>
            </w:pPr>
            <w:r w:rsidRPr="000F7DD1">
              <w:t>20</w:t>
            </w:r>
            <w:r w:rsidR="005125C2" w:rsidRPr="000F7DD1">
              <w:t>18</w:t>
            </w:r>
            <w:r w:rsidRPr="000F7DD1">
              <w:t>-0</w:t>
            </w:r>
            <w:r w:rsidR="005125C2" w:rsidRPr="000F7DD1">
              <w:t>1</w:t>
            </w:r>
            <w:r w:rsidRPr="000F7DD1">
              <w:t>-</w:t>
            </w:r>
            <w:r w:rsidR="005125C2" w:rsidRPr="000F7DD1">
              <w:t>04</w:t>
            </w:r>
          </w:p>
        </w:tc>
        <w:tc>
          <w:tcPr>
            <w:tcW w:w="2400" w:type="dxa"/>
          </w:tcPr>
          <w:p w14:paraId="7591960B" w14:textId="77777777" w:rsidR="005339C5" w:rsidRPr="000F7DD1" w:rsidRDefault="005339C5" w:rsidP="00747E18">
            <w:pPr>
              <w:pStyle w:val="Tabelazwyky"/>
            </w:pPr>
            <w:r w:rsidRPr="000F7DD1">
              <w:t>Przekazanie do kontroli po stronie Zamawiającego</w:t>
            </w:r>
          </w:p>
        </w:tc>
        <w:tc>
          <w:tcPr>
            <w:tcW w:w="720" w:type="dxa"/>
          </w:tcPr>
          <w:p w14:paraId="6D360E2B" w14:textId="77777777" w:rsidR="005339C5" w:rsidRPr="000F7DD1" w:rsidRDefault="005339C5" w:rsidP="00747E18">
            <w:pPr>
              <w:pStyle w:val="Tabelazwyky"/>
            </w:pPr>
            <w:proofErr w:type="spellStart"/>
            <w:r w:rsidRPr="000F7DD1">
              <w:t>nd</w:t>
            </w:r>
            <w:proofErr w:type="spellEnd"/>
            <w:r w:rsidRPr="000F7DD1">
              <w:t>.</w:t>
            </w:r>
          </w:p>
        </w:tc>
        <w:tc>
          <w:tcPr>
            <w:tcW w:w="1080" w:type="dxa"/>
          </w:tcPr>
          <w:p w14:paraId="4DCA704C" w14:textId="77777777" w:rsidR="005339C5" w:rsidRPr="000F7DD1" w:rsidRDefault="005339C5" w:rsidP="00747E18">
            <w:pPr>
              <w:pStyle w:val="Tabelazwyky"/>
            </w:pPr>
            <w:proofErr w:type="spellStart"/>
            <w:r w:rsidRPr="000F7DD1">
              <w:t>nd</w:t>
            </w:r>
            <w:proofErr w:type="spellEnd"/>
            <w:r w:rsidRPr="000F7DD1">
              <w:t>.</w:t>
            </w:r>
          </w:p>
        </w:tc>
        <w:tc>
          <w:tcPr>
            <w:tcW w:w="1305" w:type="dxa"/>
          </w:tcPr>
          <w:p w14:paraId="6A42E401" w14:textId="77777777" w:rsidR="005339C5" w:rsidRPr="000F7DD1" w:rsidRDefault="005339C5" w:rsidP="00747E18">
            <w:pPr>
              <w:pStyle w:val="Tabelazwyky"/>
            </w:pPr>
            <w:r w:rsidRPr="000F7DD1">
              <w:t>Biuro Projektu Wykonawcy</w:t>
            </w:r>
          </w:p>
        </w:tc>
        <w:tc>
          <w:tcPr>
            <w:tcW w:w="936" w:type="dxa"/>
          </w:tcPr>
          <w:p w14:paraId="2331F6BF" w14:textId="77777777" w:rsidR="005339C5" w:rsidRPr="000F7DD1" w:rsidRDefault="005339C5" w:rsidP="00747E18">
            <w:pPr>
              <w:pStyle w:val="Tabelazwyky"/>
            </w:pPr>
            <w:proofErr w:type="spellStart"/>
            <w:r w:rsidRPr="000F7DD1">
              <w:t>nd</w:t>
            </w:r>
            <w:proofErr w:type="spellEnd"/>
            <w:r w:rsidRPr="000F7DD1">
              <w:t>.</w:t>
            </w:r>
          </w:p>
        </w:tc>
      </w:tr>
      <w:tr w:rsidR="00D51B28" w:rsidRPr="000F7DD1" w14:paraId="491E61E3" w14:textId="77777777" w:rsidTr="000F7DD1">
        <w:tc>
          <w:tcPr>
            <w:tcW w:w="797" w:type="dxa"/>
          </w:tcPr>
          <w:p w14:paraId="2D373D4D" w14:textId="77777777" w:rsidR="00D51B28" w:rsidRPr="000F7DD1" w:rsidRDefault="00D51B28" w:rsidP="00747E18">
            <w:pPr>
              <w:pStyle w:val="Tabelazwyky"/>
            </w:pPr>
            <w:r w:rsidRPr="000F7DD1">
              <w:lastRenderedPageBreak/>
              <w:t>2</w:t>
            </w:r>
          </w:p>
        </w:tc>
        <w:tc>
          <w:tcPr>
            <w:tcW w:w="877" w:type="dxa"/>
          </w:tcPr>
          <w:p w14:paraId="3B376E17" w14:textId="77777777" w:rsidR="00D51B28" w:rsidRPr="000F7DD1" w:rsidRDefault="00D51B28" w:rsidP="00747E18">
            <w:pPr>
              <w:pStyle w:val="Tabelazwyky"/>
            </w:pPr>
            <w:r w:rsidRPr="000F7DD1">
              <w:t>1</w:t>
            </w:r>
          </w:p>
        </w:tc>
        <w:tc>
          <w:tcPr>
            <w:tcW w:w="1326" w:type="dxa"/>
          </w:tcPr>
          <w:p w14:paraId="58874E42" w14:textId="77777777" w:rsidR="00D51B28" w:rsidRPr="000F7DD1" w:rsidRDefault="00D51B28" w:rsidP="00747E18">
            <w:pPr>
              <w:pStyle w:val="Tabelazwyky"/>
            </w:pPr>
            <w:r w:rsidRPr="000F7DD1">
              <w:t>2021-06-03</w:t>
            </w:r>
          </w:p>
        </w:tc>
        <w:tc>
          <w:tcPr>
            <w:tcW w:w="2400" w:type="dxa"/>
          </w:tcPr>
          <w:p w14:paraId="59D21503" w14:textId="77777777" w:rsidR="00D51B28" w:rsidRPr="000F7DD1" w:rsidRDefault="00D51B28" w:rsidP="00747E18">
            <w:pPr>
              <w:pStyle w:val="Tabelazwyky"/>
            </w:pPr>
            <w:r w:rsidRPr="000F7DD1">
              <w:t>Zmiana okresu obowiązywania</w:t>
            </w:r>
          </w:p>
        </w:tc>
        <w:tc>
          <w:tcPr>
            <w:tcW w:w="720" w:type="dxa"/>
          </w:tcPr>
          <w:p w14:paraId="6B7D0887" w14:textId="77777777" w:rsidR="00D51B28" w:rsidRPr="000F7DD1" w:rsidRDefault="00D51B28" w:rsidP="00747E18">
            <w:pPr>
              <w:pStyle w:val="Tabelazwyky"/>
            </w:pPr>
            <w:r w:rsidRPr="000F7DD1">
              <w:t>W</w:t>
            </w:r>
          </w:p>
        </w:tc>
        <w:tc>
          <w:tcPr>
            <w:tcW w:w="1080" w:type="dxa"/>
          </w:tcPr>
          <w:p w14:paraId="36BD0739" w14:textId="77777777" w:rsidR="00D51B28" w:rsidRPr="000F7DD1" w:rsidRDefault="00D51B28" w:rsidP="00747E18">
            <w:pPr>
              <w:pStyle w:val="Tabelazwyky"/>
            </w:pPr>
            <w:r w:rsidRPr="000F7DD1">
              <w:t>1.4</w:t>
            </w:r>
          </w:p>
        </w:tc>
        <w:tc>
          <w:tcPr>
            <w:tcW w:w="1305" w:type="dxa"/>
          </w:tcPr>
          <w:p w14:paraId="0CCAEA01" w14:textId="77777777" w:rsidR="00D51B28" w:rsidRPr="000F7DD1" w:rsidRDefault="00D51B28" w:rsidP="00747E18">
            <w:pPr>
              <w:pStyle w:val="Tabelazwyky"/>
            </w:pPr>
            <w:r w:rsidRPr="000F7DD1">
              <w:t>Bogdan Schmidt</w:t>
            </w:r>
          </w:p>
        </w:tc>
        <w:tc>
          <w:tcPr>
            <w:tcW w:w="936" w:type="dxa"/>
          </w:tcPr>
          <w:p w14:paraId="5F7FE91A" w14:textId="77777777" w:rsidR="00D51B28" w:rsidRPr="000F7DD1" w:rsidRDefault="00D51B28" w:rsidP="00747E18">
            <w:pPr>
              <w:pStyle w:val="Tabelazwyky"/>
            </w:pPr>
            <w:proofErr w:type="spellStart"/>
            <w:r w:rsidRPr="000F7DD1">
              <w:t>nd</w:t>
            </w:r>
            <w:proofErr w:type="spellEnd"/>
          </w:p>
        </w:tc>
      </w:tr>
      <w:tr w:rsidR="00D51B28" w:rsidRPr="000F7DD1" w14:paraId="38EA151C" w14:textId="77777777" w:rsidTr="000F7DD1">
        <w:tc>
          <w:tcPr>
            <w:tcW w:w="797" w:type="dxa"/>
          </w:tcPr>
          <w:p w14:paraId="2D9E1A55" w14:textId="77777777" w:rsidR="00D51B28" w:rsidRPr="000F7DD1" w:rsidRDefault="00D51B28" w:rsidP="00747E18">
            <w:pPr>
              <w:pStyle w:val="Tabelazwyky"/>
            </w:pPr>
            <w:r w:rsidRPr="000F7DD1">
              <w:t>2</w:t>
            </w:r>
          </w:p>
        </w:tc>
        <w:tc>
          <w:tcPr>
            <w:tcW w:w="877" w:type="dxa"/>
          </w:tcPr>
          <w:p w14:paraId="2564F2B1" w14:textId="77777777" w:rsidR="00D51B28" w:rsidRPr="000F7DD1" w:rsidRDefault="00D51B28" w:rsidP="00747E18">
            <w:pPr>
              <w:pStyle w:val="Tabelazwyky"/>
            </w:pPr>
            <w:r w:rsidRPr="000F7DD1">
              <w:t>1</w:t>
            </w:r>
          </w:p>
        </w:tc>
        <w:tc>
          <w:tcPr>
            <w:tcW w:w="1326" w:type="dxa"/>
          </w:tcPr>
          <w:p w14:paraId="2CBF328A" w14:textId="77777777" w:rsidR="00D51B28" w:rsidRPr="000F7DD1" w:rsidRDefault="00D51B28" w:rsidP="00747E18">
            <w:pPr>
              <w:pStyle w:val="Tabelazwyky"/>
            </w:pPr>
            <w:proofErr w:type="spellStart"/>
            <w:r w:rsidRPr="000F7DD1">
              <w:t>nd</w:t>
            </w:r>
            <w:proofErr w:type="spellEnd"/>
            <w:r w:rsidRPr="000F7DD1">
              <w:t>.</w:t>
            </w:r>
          </w:p>
        </w:tc>
        <w:tc>
          <w:tcPr>
            <w:tcW w:w="2400" w:type="dxa"/>
          </w:tcPr>
          <w:p w14:paraId="3E02A17D" w14:textId="77777777" w:rsidR="00D51B28" w:rsidRPr="000F7DD1" w:rsidRDefault="00D51B28" w:rsidP="00747E18">
            <w:pPr>
              <w:pStyle w:val="Tabelazwyky"/>
            </w:pPr>
            <w:r w:rsidRPr="000F7DD1">
              <w:t>Wewnętrzna kontrola jakości po stronie Wykonawcy</w:t>
            </w:r>
          </w:p>
        </w:tc>
        <w:tc>
          <w:tcPr>
            <w:tcW w:w="720" w:type="dxa"/>
          </w:tcPr>
          <w:p w14:paraId="05FA0B96" w14:textId="77777777" w:rsidR="00D51B28" w:rsidRPr="000F7DD1" w:rsidRDefault="00D51B28" w:rsidP="00747E18">
            <w:pPr>
              <w:pStyle w:val="Tabelazwyky"/>
            </w:pPr>
            <w:r w:rsidRPr="000F7DD1">
              <w:t>We</w:t>
            </w:r>
          </w:p>
        </w:tc>
        <w:tc>
          <w:tcPr>
            <w:tcW w:w="1080" w:type="dxa"/>
          </w:tcPr>
          <w:p w14:paraId="649B1E6E" w14:textId="77777777" w:rsidR="00D51B28" w:rsidRPr="000F7DD1" w:rsidRDefault="00D51B28" w:rsidP="00747E18">
            <w:pPr>
              <w:pStyle w:val="Tabelazwyky"/>
            </w:pPr>
            <w:r w:rsidRPr="000F7DD1">
              <w:t>W</w:t>
            </w:r>
          </w:p>
        </w:tc>
        <w:tc>
          <w:tcPr>
            <w:tcW w:w="1305" w:type="dxa"/>
          </w:tcPr>
          <w:p w14:paraId="2DEB50DB" w14:textId="77777777" w:rsidR="00D51B28" w:rsidRPr="000F7DD1" w:rsidRDefault="00D51B28" w:rsidP="00747E18">
            <w:pPr>
              <w:pStyle w:val="Tabelazwyky"/>
            </w:pPr>
            <w:r w:rsidRPr="000F7DD1">
              <w:t>Katarzyna Roszak</w:t>
            </w:r>
          </w:p>
        </w:tc>
        <w:tc>
          <w:tcPr>
            <w:tcW w:w="936" w:type="dxa"/>
          </w:tcPr>
          <w:p w14:paraId="3789B4CE" w14:textId="77777777" w:rsidR="00D51B28" w:rsidRPr="000F7DD1" w:rsidRDefault="00D51B28" w:rsidP="00747E18">
            <w:pPr>
              <w:pStyle w:val="Tabelazwyky"/>
            </w:pPr>
            <w:r w:rsidRPr="000F7DD1">
              <w:t>2021-06-10</w:t>
            </w:r>
          </w:p>
        </w:tc>
      </w:tr>
      <w:tr w:rsidR="00D51B28" w:rsidRPr="000F7DD1" w14:paraId="15EC6123" w14:textId="77777777" w:rsidTr="000F7DD1">
        <w:tc>
          <w:tcPr>
            <w:tcW w:w="797" w:type="dxa"/>
          </w:tcPr>
          <w:p w14:paraId="07389796" w14:textId="77777777" w:rsidR="00D51B28" w:rsidRPr="000F7DD1" w:rsidRDefault="00D51B28" w:rsidP="00747E18">
            <w:pPr>
              <w:pStyle w:val="Tabelazwyky"/>
            </w:pPr>
            <w:r w:rsidRPr="000F7DD1">
              <w:t>2</w:t>
            </w:r>
          </w:p>
        </w:tc>
        <w:tc>
          <w:tcPr>
            <w:tcW w:w="877" w:type="dxa"/>
          </w:tcPr>
          <w:p w14:paraId="211C02C0" w14:textId="77777777" w:rsidR="00D51B28" w:rsidRPr="000F7DD1" w:rsidRDefault="00D51B28" w:rsidP="00747E18">
            <w:pPr>
              <w:pStyle w:val="Tabelazwyky"/>
            </w:pPr>
            <w:r w:rsidRPr="000F7DD1">
              <w:t>1</w:t>
            </w:r>
          </w:p>
        </w:tc>
        <w:tc>
          <w:tcPr>
            <w:tcW w:w="1326" w:type="dxa"/>
          </w:tcPr>
          <w:p w14:paraId="4AA24E80" w14:textId="77777777" w:rsidR="00D51B28" w:rsidRPr="000F7DD1" w:rsidRDefault="00D51B28" w:rsidP="00747E18">
            <w:pPr>
              <w:pStyle w:val="Tabelazwyky"/>
            </w:pPr>
            <w:r w:rsidRPr="000F7DD1">
              <w:t>2021-06-10</w:t>
            </w:r>
          </w:p>
        </w:tc>
        <w:tc>
          <w:tcPr>
            <w:tcW w:w="2400" w:type="dxa"/>
          </w:tcPr>
          <w:p w14:paraId="4FAA5AAB" w14:textId="77777777" w:rsidR="00D51B28" w:rsidRPr="000F7DD1" w:rsidRDefault="00D51B28" w:rsidP="00747E18">
            <w:pPr>
              <w:pStyle w:val="Tabelazwyky"/>
            </w:pPr>
            <w:r w:rsidRPr="000F7DD1">
              <w:t>Przekazanie do kontroli po stronie Zamawiającego</w:t>
            </w:r>
          </w:p>
        </w:tc>
        <w:tc>
          <w:tcPr>
            <w:tcW w:w="720" w:type="dxa"/>
          </w:tcPr>
          <w:p w14:paraId="5565279D" w14:textId="77777777" w:rsidR="00D51B28" w:rsidRPr="000F7DD1" w:rsidRDefault="00D51B28" w:rsidP="00747E18">
            <w:pPr>
              <w:pStyle w:val="Tabelazwyky"/>
            </w:pPr>
            <w:proofErr w:type="spellStart"/>
            <w:r w:rsidRPr="000F7DD1">
              <w:t>nd</w:t>
            </w:r>
            <w:proofErr w:type="spellEnd"/>
            <w:r w:rsidRPr="000F7DD1">
              <w:t>.</w:t>
            </w:r>
          </w:p>
        </w:tc>
        <w:tc>
          <w:tcPr>
            <w:tcW w:w="1080" w:type="dxa"/>
          </w:tcPr>
          <w:p w14:paraId="24AD958B" w14:textId="77777777" w:rsidR="00D51B28" w:rsidRPr="000F7DD1" w:rsidRDefault="00D51B28" w:rsidP="00747E18">
            <w:pPr>
              <w:pStyle w:val="Tabelazwyky"/>
            </w:pPr>
            <w:proofErr w:type="spellStart"/>
            <w:r w:rsidRPr="000F7DD1">
              <w:t>nd</w:t>
            </w:r>
            <w:proofErr w:type="spellEnd"/>
            <w:r w:rsidRPr="000F7DD1">
              <w:t>.</w:t>
            </w:r>
          </w:p>
        </w:tc>
        <w:tc>
          <w:tcPr>
            <w:tcW w:w="1305" w:type="dxa"/>
          </w:tcPr>
          <w:p w14:paraId="324EB15D" w14:textId="77777777" w:rsidR="00D51B28" w:rsidRPr="000F7DD1" w:rsidRDefault="00D51B28" w:rsidP="00747E18">
            <w:pPr>
              <w:pStyle w:val="Tabelazwyky"/>
            </w:pPr>
            <w:r w:rsidRPr="000F7DD1">
              <w:t>Biuro Projektu Wykonawcy</w:t>
            </w:r>
          </w:p>
        </w:tc>
        <w:tc>
          <w:tcPr>
            <w:tcW w:w="936" w:type="dxa"/>
          </w:tcPr>
          <w:p w14:paraId="0FF71BA6" w14:textId="77777777" w:rsidR="00D51B28" w:rsidRPr="000F7DD1" w:rsidRDefault="00D51B28" w:rsidP="00747E18">
            <w:pPr>
              <w:pStyle w:val="Tabelazwyky"/>
            </w:pPr>
            <w:proofErr w:type="spellStart"/>
            <w:r w:rsidRPr="000F7DD1">
              <w:t>nd</w:t>
            </w:r>
            <w:proofErr w:type="spellEnd"/>
            <w:r w:rsidRPr="000F7DD1">
              <w:t>.</w:t>
            </w:r>
          </w:p>
        </w:tc>
      </w:tr>
    </w:tbl>
    <w:p w14:paraId="3286AA50" w14:textId="77777777" w:rsidR="00A45A2F" w:rsidRPr="000F7DD1" w:rsidRDefault="000C7901" w:rsidP="00747E18">
      <w:r w:rsidRPr="000F7DD1">
        <w:t xml:space="preserve"> </w:t>
      </w:r>
      <w:r w:rsidR="00A45A2F" w:rsidRPr="000F7DD1">
        <w:t>(*) Akcje: W = Wstaw, Z = Zamień, We = Weryfikuj, N = Nowy</w:t>
      </w:r>
    </w:p>
    <w:p w14:paraId="7340850B" w14:textId="77777777" w:rsidR="00A45A2F" w:rsidRPr="000F7DD1" w:rsidRDefault="00A45A2F" w:rsidP="00747E18">
      <w:r w:rsidRPr="000F7DD1">
        <w:t>(**) Rozdziały: W = Wszystkie</w:t>
      </w:r>
    </w:p>
    <w:p w14:paraId="0D3CE9DD" w14:textId="77777777" w:rsidR="00561FE8" w:rsidRPr="000F7DD1" w:rsidRDefault="00A45A2F" w:rsidP="00747E18">
      <w:r w:rsidRPr="000F7DD1">
        <w:t>(***) Autorzy: patrz metryka dokumentu</w:t>
      </w:r>
    </w:p>
    <w:p w14:paraId="74E4884B" w14:textId="77777777" w:rsidR="003B59A0" w:rsidRPr="000F7DD1" w:rsidRDefault="00561FE8" w:rsidP="00747E18">
      <w:pPr>
        <w:pStyle w:val="spis"/>
        <w:spacing w:line="276" w:lineRule="auto"/>
        <w:rPr>
          <w:lang w:val="pl-PL"/>
        </w:rPr>
      </w:pPr>
      <w:r w:rsidRPr="000F7DD1">
        <w:rPr>
          <w:lang w:val="pl-PL"/>
        </w:rPr>
        <w:br w:type="page"/>
      </w:r>
      <w:r w:rsidR="003B59A0" w:rsidRPr="000F7DD1">
        <w:rPr>
          <w:lang w:val="pl-PL"/>
        </w:rPr>
        <w:lastRenderedPageBreak/>
        <w:t>SPIS TREŚCI</w:t>
      </w:r>
    </w:p>
    <w:p w14:paraId="7C1C38C1" w14:textId="509C7774" w:rsidR="002E70C8" w:rsidRDefault="00035695">
      <w:pPr>
        <w:pStyle w:val="Spistreci1"/>
        <w:rPr>
          <w:rFonts w:asciiTheme="minorHAnsi" w:eastAsiaTheme="minorEastAsia" w:hAnsiTheme="minorHAnsi" w:cstheme="minorBidi"/>
          <w:b w:val="0"/>
          <w:bCs w:val="0"/>
          <w:noProof/>
          <w:sz w:val="22"/>
          <w:szCs w:val="22"/>
          <w:lang w:eastAsia="pl-PL"/>
        </w:rPr>
      </w:pPr>
      <w:r w:rsidRPr="000F7DD1">
        <w:fldChar w:fldCharType="begin"/>
      </w:r>
      <w:r w:rsidRPr="000F7DD1">
        <w:instrText xml:space="preserve"> TOC \o "1-3" \h \z \u </w:instrText>
      </w:r>
      <w:r w:rsidRPr="000F7DD1">
        <w:fldChar w:fldCharType="separate"/>
      </w:r>
      <w:hyperlink w:anchor="_Toc183523739" w:history="1">
        <w:r w:rsidR="002E70C8" w:rsidRPr="00B54CE9">
          <w:rPr>
            <w:rStyle w:val="Hipercze"/>
            <w:noProof/>
          </w:rPr>
          <w:t>1.</w:t>
        </w:r>
        <w:r w:rsidR="002E70C8">
          <w:rPr>
            <w:rFonts w:asciiTheme="minorHAnsi" w:eastAsiaTheme="minorEastAsia" w:hAnsiTheme="minorHAnsi" w:cstheme="minorBidi"/>
            <w:b w:val="0"/>
            <w:bCs w:val="0"/>
            <w:noProof/>
            <w:sz w:val="22"/>
            <w:szCs w:val="22"/>
            <w:lang w:eastAsia="pl-PL"/>
          </w:rPr>
          <w:tab/>
        </w:r>
        <w:r w:rsidR="002E70C8" w:rsidRPr="00B54CE9">
          <w:rPr>
            <w:rStyle w:val="Hipercze"/>
            <w:noProof/>
          </w:rPr>
          <w:t>Opis dokumentu</w:t>
        </w:r>
        <w:r w:rsidR="002E70C8">
          <w:rPr>
            <w:noProof/>
            <w:webHidden/>
          </w:rPr>
          <w:tab/>
        </w:r>
        <w:r w:rsidR="002E70C8">
          <w:rPr>
            <w:noProof/>
            <w:webHidden/>
          </w:rPr>
          <w:fldChar w:fldCharType="begin"/>
        </w:r>
        <w:r w:rsidR="002E70C8">
          <w:rPr>
            <w:noProof/>
            <w:webHidden/>
          </w:rPr>
          <w:instrText xml:space="preserve"> PAGEREF _Toc183523739 \h </w:instrText>
        </w:r>
        <w:r w:rsidR="002E70C8">
          <w:rPr>
            <w:noProof/>
            <w:webHidden/>
          </w:rPr>
        </w:r>
        <w:r w:rsidR="002E70C8">
          <w:rPr>
            <w:noProof/>
            <w:webHidden/>
          </w:rPr>
          <w:fldChar w:fldCharType="separate"/>
        </w:r>
        <w:r w:rsidR="002E70C8">
          <w:rPr>
            <w:noProof/>
            <w:webHidden/>
          </w:rPr>
          <w:t>6</w:t>
        </w:r>
        <w:r w:rsidR="002E70C8">
          <w:rPr>
            <w:noProof/>
            <w:webHidden/>
          </w:rPr>
          <w:fldChar w:fldCharType="end"/>
        </w:r>
      </w:hyperlink>
    </w:p>
    <w:p w14:paraId="61BA3447" w14:textId="5EE2A734"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0" w:history="1">
        <w:r w:rsidR="002E70C8" w:rsidRPr="00B54CE9">
          <w:rPr>
            <w:rStyle w:val="Hipercze"/>
            <w:noProof/>
          </w:rPr>
          <w:t>1.1.</w:t>
        </w:r>
        <w:r w:rsidR="002E70C8">
          <w:rPr>
            <w:rFonts w:asciiTheme="minorHAnsi" w:eastAsiaTheme="minorEastAsia" w:hAnsiTheme="minorHAnsi" w:cstheme="minorBidi"/>
            <w:noProof/>
            <w:sz w:val="22"/>
            <w:szCs w:val="22"/>
            <w:lang w:eastAsia="pl-PL"/>
          </w:rPr>
          <w:tab/>
        </w:r>
        <w:r w:rsidR="002E70C8" w:rsidRPr="00B54CE9">
          <w:rPr>
            <w:rStyle w:val="Hipercze"/>
            <w:noProof/>
          </w:rPr>
          <w:t>Cel dokumentu</w:t>
        </w:r>
        <w:r w:rsidR="002E70C8">
          <w:rPr>
            <w:noProof/>
            <w:webHidden/>
          </w:rPr>
          <w:tab/>
        </w:r>
        <w:r w:rsidR="002E70C8">
          <w:rPr>
            <w:noProof/>
            <w:webHidden/>
          </w:rPr>
          <w:fldChar w:fldCharType="begin"/>
        </w:r>
        <w:r w:rsidR="002E70C8">
          <w:rPr>
            <w:noProof/>
            <w:webHidden/>
          </w:rPr>
          <w:instrText xml:space="preserve"> PAGEREF _Toc183523740 \h </w:instrText>
        </w:r>
        <w:r w:rsidR="002E70C8">
          <w:rPr>
            <w:noProof/>
            <w:webHidden/>
          </w:rPr>
        </w:r>
        <w:r w:rsidR="002E70C8">
          <w:rPr>
            <w:noProof/>
            <w:webHidden/>
          </w:rPr>
          <w:fldChar w:fldCharType="separate"/>
        </w:r>
        <w:r w:rsidR="002E70C8">
          <w:rPr>
            <w:noProof/>
            <w:webHidden/>
          </w:rPr>
          <w:t>6</w:t>
        </w:r>
        <w:r w:rsidR="002E70C8">
          <w:rPr>
            <w:noProof/>
            <w:webHidden/>
          </w:rPr>
          <w:fldChar w:fldCharType="end"/>
        </w:r>
      </w:hyperlink>
    </w:p>
    <w:p w14:paraId="3F7484D9" w14:textId="468FD480"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1" w:history="1">
        <w:r w:rsidR="002E70C8" w:rsidRPr="00B54CE9">
          <w:rPr>
            <w:rStyle w:val="Hipercze"/>
            <w:noProof/>
          </w:rPr>
          <w:t>1.2.</w:t>
        </w:r>
        <w:r w:rsidR="002E70C8">
          <w:rPr>
            <w:rFonts w:asciiTheme="minorHAnsi" w:eastAsiaTheme="minorEastAsia" w:hAnsiTheme="minorHAnsi" w:cstheme="minorBidi"/>
            <w:noProof/>
            <w:sz w:val="22"/>
            <w:szCs w:val="22"/>
            <w:lang w:eastAsia="pl-PL"/>
          </w:rPr>
          <w:tab/>
        </w:r>
        <w:r w:rsidR="002E70C8" w:rsidRPr="00B54CE9">
          <w:rPr>
            <w:rStyle w:val="Hipercze"/>
            <w:noProof/>
          </w:rPr>
          <w:t>Komunikat AKCUA</w:t>
        </w:r>
        <w:r w:rsidR="002E70C8">
          <w:rPr>
            <w:noProof/>
            <w:webHidden/>
          </w:rPr>
          <w:tab/>
        </w:r>
        <w:r w:rsidR="002E70C8">
          <w:rPr>
            <w:noProof/>
            <w:webHidden/>
          </w:rPr>
          <w:fldChar w:fldCharType="begin"/>
        </w:r>
        <w:r w:rsidR="002E70C8">
          <w:rPr>
            <w:noProof/>
            <w:webHidden/>
          </w:rPr>
          <w:instrText xml:space="preserve"> PAGEREF _Toc183523741 \h </w:instrText>
        </w:r>
        <w:r w:rsidR="002E70C8">
          <w:rPr>
            <w:noProof/>
            <w:webHidden/>
          </w:rPr>
        </w:r>
        <w:r w:rsidR="002E70C8">
          <w:rPr>
            <w:noProof/>
            <w:webHidden/>
          </w:rPr>
          <w:fldChar w:fldCharType="separate"/>
        </w:r>
        <w:r w:rsidR="002E70C8">
          <w:rPr>
            <w:noProof/>
            <w:webHidden/>
          </w:rPr>
          <w:t>6</w:t>
        </w:r>
        <w:r w:rsidR="002E70C8">
          <w:rPr>
            <w:noProof/>
            <w:webHidden/>
          </w:rPr>
          <w:fldChar w:fldCharType="end"/>
        </w:r>
      </w:hyperlink>
    </w:p>
    <w:p w14:paraId="741958BD" w14:textId="5726520F"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2" w:history="1">
        <w:r w:rsidR="002E70C8" w:rsidRPr="00B54CE9">
          <w:rPr>
            <w:rStyle w:val="Hipercze"/>
            <w:noProof/>
          </w:rPr>
          <w:t>1.3.</w:t>
        </w:r>
        <w:r w:rsidR="002E70C8">
          <w:rPr>
            <w:rFonts w:asciiTheme="minorHAnsi" w:eastAsiaTheme="minorEastAsia" w:hAnsiTheme="minorHAnsi" w:cstheme="minorBidi"/>
            <w:noProof/>
            <w:sz w:val="22"/>
            <w:szCs w:val="22"/>
            <w:lang w:eastAsia="pl-PL"/>
          </w:rPr>
          <w:tab/>
        </w:r>
        <w:r w:rsidR="002E70C8" w:rsidRPr="00B54CE9">
          <w:rPr>
            <w:rStyle w:val="Hipercze"/>
            <w:noProof/>
          </w:rPr>
          <w:t>Zastosowanie</w:t>
        </w:r>
        <w:r w:rsidR="002E70C8">
          <w:rPr>
            <w:noProof/>
            <w:webHidden/>
          </w:rPr>
          <w:tab/>
        </w:r>
        <w:r w:rsidR="002E70C8">
          <w:rPr>
            <w:noProof/>
            <w:webHidden/>
          </w:rPr>
          <w:fldChar w:fldCharType="begin"/>
        </w:r>
        <w:r w:rsidR="002E70C8">
          <w:rPr>
            <w:noProof/>
            <w:webHidden/>
          </w:rPr>
          <w:instrText xml:space="preserve"> PAGEREF _Toc183523742 \h </w:instrText>
        </w:r>
        <w:r w:rsidR="002E70C8">
          <w:rPr>
            <w:noProof/>
            <w:webHidden/>
          </w:rPr>
        </w:r>
        <w:r w:rsidR="002E70C8">
          <w:rPr>
            <w:noProof/>
            <w:webHidden/>
          </w:rPr>
          <w:fldChar w:fldCharType="separate"/>
        </w:r>
        <w:r w:rsidR="002E70C8">
          <w:rPr>
            <w:noProof/>
            <w:webHidden/>
          </w:rPr>
          <w:t>6</w:t>
        </w:r>
        <w:r w:rsidR="002E70C8">
          <w:rPr>
            <w:noProof/>
            <w:webHidden/>
          </w:rPr>
          <w:fldChar w:fldCharType="end"/>
        </w:r>
      </w:hyperlink>
    </w:p>
    <w:p w14:paraId="0B6E37AF" w14:textId="74926B46"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3" w:history="1">
        <w:r w:rsidR="002E70C8" w:rsidRPr="00B54CE9">
          <w:rPr>
            <w:rStyle w:val="Hipercze"/>
            <w:noProof/>
          </w:rPr>
          <w:t>1.4.</w:t>
        </w:r>
        <w:r w:rsidR="002E70C8">
          <w:rPr>
            <w:rFonts w:asciiTheme="minorHAnsi" w:eastAsiaTheme="minorEastAsia" w:hAnsiTheme="minorHAnsi" w:cstheme="minorBidi"/>
            <w:noProof/>
            <w:sz w:val="22"/>
            <w:szCs w:val="22"/>
            <w:lang w:eastAsia="pl-PL"/>
          </w:rPr>
          <w:tab/>
        </w:r>
        <w:r w:rsidR="002E70C8" w:rsidRPr="00B54CE9">
          <w:rPr>
            <w:rStyle w:val="Hipercze"/>
            <w:noProof/>
          </w:rPr>
          <w:t>Obowiązywanie</w:t>
        </w:r>
        <w:r w:rsidR="002E70C8">
          <w:rPr>
            <w:noProof/>
            <w:webHidden/>
          </w:rPr>
          <w:tab/>
        </w:r>
        <w:r w:rsidR="002E70C8">
          <w:rPr>
            <w:noProof/>
            <w:webHidden/>
          </w:rPr>
          <w:fldChar w:fldCharType="begin"/>
        </w:r>
        <w:r w:rsidR="002E70C8">
          <w:rPr>
            <w:noProof/>
            <w:webHidden/>
          </w:rPr>
          <w:instrText xml:space="preserve"> PAGEREF _Toc183523743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1E5AF324" w14:textId="31AF960A"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4" w:history="1">
        <w:r w:rsidR="002E70C8" w:rsidRPr="00B54CE9">
          <w:rPr>
            <w:rStyle w:val="Hipercze"/>
            <w:noProof/>
          </w:rPr>
          <w:t>1.5.</w:t>
        </w:r>
        <w:r w:rsidR="002E70C8">
          <w:rPr>
            <w:rFonts w:asciiTheme="minorHAnsi" w:eastAsiaTheme="minorEastAsia" w:hAnsiTheme="minorHAnsi" w:cstheme="minorBidi"/>
            <w:noProof/>
            <w:sz w:val="22"/>
            <w:szCs w:val="22"/>
            <w:lang w:eastAsia="pl-PL"/>
          </w:rPr>
          <w:tab/>
        </w:r>
        <w:r w:rsidR="002E70C8" w:rsidRPr="00B54CE9">
          <w:rPr>
            <w:rStyle w:val="Hipercze"/>
            <w:noProof/>
          </w:rPr>
          <w:t>Dokumenty obowiązujące i pomocnicze</w:t>
        </w:r>
        <w:r w:rsidR="002E70C8">
          <w:rPr>
            <w:noProof/>
            <w:webHidden/>
          </w:rPr>
          <w:tab/>
        </w:r>
        <w:r w:rsidR="002E70C8">
          <w:rPr>
            <w:noProof/>
            <w:webHidden/>
          </w:rPr>
          <w:fldChar w:fldCharType="begin"/>
        </w:r>
        <w:r w:rsidR="002E70C8">
          <w:rPr>
            <w:noProof/>
            <w:webHidden/>
          </w:rPr>
          <w:instrText xml:space="preserve"> PAGEREF _Toc183523744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222E7942" w14:textId="27DC2B0D"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45" w:history="1">
        <w:r w:rsidR="002E70C8" w:rsidRPr="00B54CE9">
          <w:rPr>
            <w:rStyle w:val="Hipercze"/>
            <w:noProof/>
          </w:rPr>
          <w:t>1.5.1.</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Dokumenty obowiązujące</w:t>
        </w:r>
        <w:r w:rsidR="002E70C8">
          <w:rPr>
            <w:noProof/>
            <w:webHidden/>
          </w:rPr>
          <w:tab/>
        </w:r>
        <w:r w:rsidR="002E70C8">
          <w:rPr>
            <w:noProof/>
            <w:webHidden/>
          </w:rPr>
          <w:fldChar w:fldCharType="begin"/>
        </w:r>
        <w:r w:rsidR="002E70C8">
          <w:rPr>
            <w:noProof/>
            <w:webHidden/>
          </w:rPr>
          <w:instrText xml:space="preserve"> PAGEREF _Toc183523745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6BEE8FE6" w14:textId="5ECFEA9E"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46" w:history="1">
        <w:r w:rsidR="002E70C8" w:rsidRPr="00B54CE9">
          <w:rPr>
            <w:rStyle w:val="Hipercze"/>
            <w:noProof/>
          </w:rPr>
          <w:t>1.5.2.</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Dokumenty pomocnicze</w:t>
        </w:r>
        <w:r w:rsidR="002E70C8">
          <w:rPr>
            <w:noProof/>
            <w:webHidden/>
          </w:rPr>
          <w:tab/>
        </w:r>
        <w:r w:rsidR="002E70C8">
          <w:rPr>
            <w:noProof/>
            <w:webHidden/>
          </w:rPr>
          <w:fldChar w:fldCharType="begin"/>
        </w:r>
        <w:r w:rsidR="002E70C8">
          <w:rPr>
            <w:noProof/>
            <w:webHidden/>
          </w:rPr>
          <w:instrText xml:space="preserve"> PAGEREF _Toc183523746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3A1349DD" w14:textId="4CADB93F"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47" w:history="1">
        <w:r w:rsidR="002E70C8" w:rsidRPr="00B54CE9">
          <w:rPr>
            <w:rStyle w:val="Hipercze"/>
            <w:noProof/>
          </w:rPr>
          <w:t>1.6.</w:t>
        </w:r>
        <w:r w:rsidR="002E70C8">
          <w:rPr>
            <w:rFonts w:asciiTheme="minorHAnsi" w:eastAsiaTheme="minorEastAsia" w:hAnsiTheme="minorHAnsi" w:cstheme="minorBidi"/>
            <w:noProof/>
            <w:sz w:val="22"/>
            <w:szCs w:val="22"/>
            <w:lang w:eastAsia="pl-PL"/>
          </w:rPr>
          <w:tab/>
        </w:r>
        <w:r w:rsidR="002E70C8" w:rsidRPr="00B54CE9">
          <w:rPr>
            <w:rStyle w:val="Hipercze"/>
            <w:noProof/>
          </w:rPr>
          <w:t>Słownik przyjętych skrótów i terminów</w:t>
        </w:r>
        <w:r w:rsidR="002E70C8">
          <w:rPr>
            <w:noProof/>
            <w:webHidden/>
          </w:rPr>
          <w:tab/>
        </w:r>
        <w:r w:rsidR="002E70C8">
          <w:rPr>
            <w:noProof/>
            <w:webHidden/>
          </w:rPr>
          <w:fldChar w:fldCharType="begin"/>
        </w:r>
        <w:r w:rsidR="002E70C8">
          <w:rPr>
            <w:noProof/>
            <w:webHidden/>
          </w:rPr>
          <w:instrText xml:space="preserve"> PAGEREF _Toc183523747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11057EED" w14:textId="5C60B950"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48" w:history="1">
        <w:r w:rsidR="002E70C8" w:rsidRPr="00B54CE9">
          <w:rPr>
            <w:rStyle w:val="Hipercze"/>
            <w:noProof/>
          </w:rPr>
          <w:t>1.6.1.</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Skróty i akronimy</w:t>
        </w:r>
        <w:r w:rsidR="002E70C8">
          <w:rPr>
            <w:noProof/>
            <w:webHidden/>
          </w:rPr>
          <w:tab/>
        </w:r>
        <w:r w:rsidR="002E70C8">
          <w:rPr>
            <w:noProof/>
            <w:webHidden/>
          </w:rPr>
          <w:fldChar w:fldCharType="begin"/>
        </w:r>
        <w:r w:rsidR="002E70C8">
          <w:rPr>
            <w:noProof/>
            <w:webHidden/>
          </w:rPr>
          <w:instrText xml:space="preserve"> PAGEREF _Toc183523748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1AE30332" w14:textId="09805A7C"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49" w:history="1">
        <w:r w:rsidR="002E70C8" w:rsidRPr="00B54CE9">
          <w:rPr>
            <w:rStyle w:val="Hipercze"/>
            <w:noProof/>
          </w:rPr>
          <w:t>1.6.2.</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Terminy</w:t>
        </w:r>
        <w:r w:rsidR="002E70C8">
          <w:rPr>
            <w:noProof/>
            <w:webHidden/>
          </w:rPr>
          <w:tab/>
        </w:r>
        <w:r w:rsidR="002E70C8">
          <w:rPr>
            <w:noProof/>
            <w:webHidden/>
          </w:rPr>
          <w:fldChar w:fldCharType="begin"/>
        </w:r>
        <w:r w:rsidR="002E70C8">
          <w:rPr>
            <w:noProof/>
            <w:webHidden/>
          </w:rPr>
          <w:instrText xml:space="preserve"> PAGEREF _Toc183523749 \h </w:instrText>
        </w:r>
        <w:r w:rsidR="002E70C8">
          <w:rPr>
            <w:noProof/>
            <w:webHidden/>
          </w:rPr>
        </w:r>
        <w:r w:rsidR="002E70C8">
          <w:rPr>
            <w:noProof/>
            <w:webHidden/>
          </w:rPr>
          <w:fldChar w:fldCharType="separate"/>
        </w:r>
        <w:r w:rsidR="002E70C8">
          <w:rPr>
            <w:noProof/>
            <w:webHidden/>
          </w:rPr>
          <w:t>10</w:t>
        </w:r>
        <w:r w:rsidR="002E70C8">
          <w:rPr>
            <w:noProof/>
            <w:webHidden/>
          </w:rPr>
          <w:fldChar w:fldCharType="end"/>
        </w:r>
      </w:hyperlink>
    </w:p>
    <w:p w14:paraId="11FE5861" w14:textId="38144EBC" w:rsidR="002E70C8" w:rsidRDefault="00E20155">
      <w:pPr>
        <w:pStyle w:val="Spistreci1"/>
        <w:rPr>
          <w:rFonts w:asciiTheme="minorHAnsi" w:eastAsiaTheme="minorEastAsia" w:hAnsiTheme="minorHAnsi" w:cstheme="minorBidi"/>
          <w:b w:val="0"/>
          <w:bCs w:val="0"/>
          <w:noProof/>
          <w:sz w:val="22"/>
          <w:szCs w:val="22"/>
          <w:lang w:eastAsia="pl-PL"/>
        </w:rPr>
      </w:pPr>
      <w:hyperlink w:anchor="_Toc183523750" w:history="1">
        <w:r w:rsidR="002E70C8" w:rsidRPr="00B54CE9">
          <w:rPr>
            <w:rStyle w:val="Hipercze"/>
            <w:noProof/>
          </w:rPr>
          <w:t>2.</w:t>
        </w:r>
        <w:r w:rsidR="002E70C8">
          <w:rPr>
            <w:rFonts w:asciiTheme="minorHAnsi" w:eastAsiaTheme="minorEastAsia" w:hAnsiTheme="minorHAnsi" w:cstheme="minorBidi"/>
            <w:b w:val="0"/>
            <w:bCs w:val="0"/>
            <w:noProof/>
            <w:sz w:val="22"/>
            <w:szCs w:val="22"/>
            <w:lang w:eastAsia="pl-PL"/>
          </w:rPr>
          <w:tab/>
        </w:r>
        <w:r w:rsidR="002E70C8" w:rsidRPr="00B54CE9">
          <w:rPr>
            <w:rStyle w:val="Hipercze"/>
            <w:noProof/>
          </w:rPr>
          <w:t>Zawartość merytoryczna dokumentu</w:t>
        </w:r>
        <w:r w:rsidR="002E70C8">
          <w:rPr>
            <w:noProof/>
            <w:webHidden/>
          </w:rPr>
          <w:tab/>
        </w:r>
        <w:r w:rsidR="002E70C8">
          <w:rPr>
            <w:noProof/>
            <w:webHidden/>
          </w:rPr>
          <w:fldChar w:fldCharType="begin"/>
        </w:r>
        <w:r w:rsidR="002E70C8">
          <w:rPr>
            <w:noProof/>
            <w:webHidden/>
          </w:rPr>
          <w:instrText xml:space="preserve"> PAGEREF _Toc183523750 \h </w:instrText>
        </w:r>
        <w:r w:rsidR="002E70C8">
          <w:rPr>
            <w:noProof/>
            <w:webHidden/>
          </w:rPr>
        </w:r>
        <w:r w:rsidR="002E70C8">
          <w:rPr>
            <w:noProof/>
            <w:webHidden/>
          </w:rPr>
          <w:fldChar w:fldCharType="separate"/>
        </w:r>
        <w:r w:rsidR="002E70C8">
          <w:rPr>
            <w:noProof/>
            <w:webHidden/>
          </w:rPr>
          <w:t>11</w:t>
        </w:r>
        <w:r w:rsidR="002E70C8">
          <w:rPr>
            <w:noProof/>
            <w:webHidden/>
          </w:rPr>
          <w:fldChar w:fldCharType="end"/>
        </w:r>
      </w:hyperlink>
    </w:p>
    <w:p w14:paraId="65913217" w14:textId="49403B0E" w:rsidR="002E70C8" w:rsidRDefault="00E20155">
      <w:pPr>
        <w:pStyle w:val="Spistreci1"/>
        <w:rPr>
          <w:rFonts w:asciiTheme="minorHAnsi" w:eastAsiaTheme="minorEastAsia" w:hAnsiTheme="minorHAnsi" w:cstheme="minorBidi"/>
          <w:b w:val="0"/>
          <w:bCs w:val="0"/>
          <w:noProof/>
          <w:sz w:val="22"/>
          <w:szCs w:val="22"/>
          <w:lang w:eastAsia="pl-PL"/>
        </w:rPr>
      </w:pPr>
      <w:hyperlink w:anchor="_Toc183523751" w:history="1">
        <w:r w:rsidR="002E70C8" w:rsidRPr="00B54CE9">
          <w:rPr>
            <w:rStyle w:val="Hipercze"/>
            <w:noProof/>
          </w:rPr>
          <w:t>3.</w:t>
        </w:r>
        <w:r w:rsidR="002E70C8">
          <w:rPr>
            <w:rFonts w:asciiTheme="minorHAnsi" w:eastAsiaTheme="minorEastAsia" w:hAnsiTheme="minorHAnsi" w:cstheme="minorBidi"/>
            <w:b w:val="0"/>
            <w:bCs w:val="0"/>
            <w:noProof/>
            <w:sz w:val="22"/>
            <w:szCs w:val="22"/>
            <w:lang w:eastAsia="pl-PL"/>
          </w:rPr>
          <w:tab/>
        </w:r>
        <w:r w:rsidR="002E70C8" w:rsidRPr="00B54CE9">
          <w:rPr>
            <w:rStyle w:val="Hipercze"/>
            <w:noProof/>
          </w:rPr>
          <w:t>Specyfikacja deklaracji AKCUA</w:t>
        </w:r>
        <w:r w:rsidR="002E70C8">
          <w:rPr>
            <w:noProof/>
            <w:webHidden/>
          </w:rPr>
          <w:tab/>
        </w:r>
        <w:r w:rsidR="002E70C8">
          <w:rPr>
            <w:noProof/>
            <w:webHidden/>
          </w:rPr>
          <w:fldChar w:fldCharType="begin"/>
        </w:r>
        <w:r w:rsidR="002E70C8">
          <w:rPr>
            <w:noProof/>
            <w:webHidden/>
          </w:rPr>
          <w:instrText xml:space="preserve"> PAGEREF _Toc183523751 \h </w:instrText>
        </w:r>
        <w:r w:rsidR="002E70C8">
          <w:rPr>
            <w:noProof/>
            <w:webHidden/>
          </w:rPr>
        </w:r>
        <w:r w:rsidR="002E70C8">
          <w:rPr>
            <w:noProof/>
            <w:webHidden/>
          </w:rPr>
          <w:fldChar w:fldCharType="separate"/>
        </w:r>
        <w:r w:rsidR="002E70C8">
          <w:rPr>
            <w:noProof/>
            <w:webHidden/>
          </w:rPr>
          <w:t>12</w:t>
        </w:r>
        <w:r w:rsidR="002E70C8">
          <w:rPr>
            <w:noProof/>
            <w:webHidden/>
          </w:rPr>
          <w:fldChar w:fldCharType="end"/>
        </w:r>
      </w:hyperlink>
    </w:p>
    <w:p w14:paraId="0E3B86AF" w14:textId="78E266D8"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52" w:history="1">
        <w:r w:rsidR="002E70C8" w:rsidRPr="00B54CE9">
          <w:rPr>
            <w:rStyle w:val="Hipercze"/>
            <w:noProof/>
          </w:rPr>
          <w:t>3.1.1.</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Tabela 9 Struktura danych deklaracji AKC-UA</w:t>
        </w:r>
        <w:r w:rsidR="002E70C8">
          <w:rPr>
            <w:noProof/>
            <w:webHidden/>
          </w:rPr>
          <w:tab/>
        </w:r>
        <w:r w:rsidR="002E70C8">
          <w:rPr>
            <w:noProof/>
            <w:webHidden/>
          </w:rPr>
          <w:fldChar w:fldCharType="begin"/>
        </w:r>
        <w:r w:rsidR="002E70C8">
          <w:rPr>
            <w:noProof/>
            <w:webHidden/>
          </w:rPr>
          <w:instrText xml:space="preserve"> PAGEREF _Toc183523752 \h </w:instrText>
        </w:r>
        <w:r w:rsidR="002E70C8">
          <w:rPr>
            <w:noProof/>
            <w:webHidden/>
          </w:rPr>
        </w:r>
        <w:r w:rsidR="002E70C8">
          <w:rPr>
            <w:noProof/>
            <w:webHidden/>
          </w:rPr>
          <w:fldChar w:fldCharType="separate"/>
        </w:r>
        <w:r w:rsidR="002E70C8">
          <w:rPr>
            <w:noProof/>
            <w:webHidden/>
          </w:rPr>
          <w:t>12</w:t>
        </w:r>
        <w:r w:rsidR="002E70C8">
          <w:rPr>
            <w:noProof/>
            <w:webHidden/>
          </w:rPr>
          <w:fldChar w:fldCharType="end"/>
        </w:r>
      </w:hyperlink>
    </w:p>
    <w:p w14:paraId="1CAA9163" w14:textId="60C28B65"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53" w:history="1">
        <w:r w:rsidR="002E70C8" w:rsidRPr="00B54CE9">
          <w:rPr>
            <w:rStyle w:val="Hipercze"/>
            <w:noProof/>
          </w:rPr>
          <w:t>3.2.</w:t>
        </w:r>
        <w:r w:rsidR="002E70C8">
          <w:rPr>
            <w:rFonts w:asciiTheme="minorHAnsi" w:eastAsiaTheme="minorEastAsia" w:hAnsiTheme="minorHAnsi" w:cstheme="minorBidi"/>
            <w:noProof/>
            <w:sz w:val="22"/>
            <w:szCs w:val="22"/>
            <w:lang w:eastAsia="pl-PL"/>
          </w:rPr>
          <w:tab/>
        </w:r>
        <w:r w:rsidR="002E70C8" w:rsidRPr="00B54CE9">
          <w:rPr>
            <w:rStyle w:val="Hipercze"/>
            <w:noProof/>
          </w:rPr>
          <w:t>Reguły</w:t>
        </w:r>
        <w:r w:rsidR="002E70C8">
          <w:rPr>
            <w:noProof/>
            <w:webHidden/>
          </w:rPr>
          <w:tab/>
        </w:r>
        <w:r w:rsidR="002E70C8">
          <w:rPr>
            <w:noProof/>
            <w:webHidden/>
          </w:rPr>
          <w:fldChar w:fldCharType="begin"/>
        </w:r>
        <w:r w:rsidR="002E70C8">
          <w:rPr>
            <w:noProof/>
            <w:webHidden/>
          </w:rPr>
          <w:instrText xml:space="preserve"> PAGEREF _Toc183523753 \h </w:instrText>
        </w:r>
        <w:r w:rsidR="002E70C8">
          <w:rPr>
            <w:noProof/>
            <w:webHidden/>
          </w:rPr>
        </w:r>
        <w:r w:rsidR="002E70C8">
          <w:rPr>
            <w:noProof/>
            <w:webHidden/>
          </w:rPr>
          <w:fldChar w:fldCharType="separate"/>
        </w:r>
        <w:r w:rsidR="002E70C8">
          <w:rPr>
            <w:noProof/>
            <w:webHidden/>
          </w:rPr>
          <w:t>16</w:t>
        </w:r>
        <w:r w:rsidR="002E70C8">
          <w:rPr>
            <w:noProof/>
            <w:webHidden/>
          </w:rPr>
          <w:fldChar w:fldCharType="end"/>
        </w:r>
      </w:hyperlink>
    </w:p>
    <w:p w14:paraId="56984414" w14:textId="2E566D2F" w:rsidR="002E70C8" w:rsidRDefault="00E20155">
      <w:pPr>
        <w:pStyle w:val="Spistreci1"/>
        <w:rPr>
          <w:rFonts w:asciiTheme="minorHAnsi" w:eastAsiaTheme="minorEastAsia" w:hAnsiTheme="minorHAnsi" w:cstheme="minorBidi"/>
          <w:b w:val="0"/>
          <w:bCs w:val="0"/>
          <w:noProof/>
          <w:sz w:val="22"/>
          <w:szCs w:val="22"/>
          <w:lang w:eastAsia="pl-PL"/>
        </w:rPr>
      </w:pPr>
      <w:hyperlink w:anchor="_Toc183523754" w:history="1">
        <w:r w:rsidR="002E70C8" w:rsidRPr="00B54CE9">
          <w:rPr>
            <w:rStyle w:val="Hipercze"/>
            <w:noProof/>
          </w:rPr>
          <w:t>4.</w:t>
        </w:r>
        <w:r w:rsidR="002E70C8">
          <w:rPr>
            <w:rFonts w:asciiTheme="minorHAnsi" w:eastAsiaTheme="minorEastAsia" w:hAnsiTheme="minorHAnsi" w:cstheme="minorBidi"/>
            <w:b w:val="0"/>
            <w:bCs w:val="0"/>
            <w:noProof/>
            <w:sz w:val="22"/>
            <w:szCs w:val="22"/>
            <w:lang w:eastAsia="pl-PL"/>
          </w:rPr>
          <w:tab/>
        </w:r>
        <w:r w:rsidR="002E70C8" w:rsidRPr="00B54CE9">
          <w:rPr>
            <w:rStyle w:val="Hipercze"/>
            <w:noProof/>
          </w:rPr>
          <w:t>Załączniki</w:t>
        </w:r>
        <w:r w:rsidR="002E70C8">
          <w:rPr>
            <w:noProof/>
            <w:webHidden/>
          </w:rPr>
          <w:tab/>
        </w:r>
        <w:r w:rsidR="002E70C8">
          <w:rPr>
            <w:noProof/>
            <w:webHidden/>
          </w:rPr>
          <w:fldChar w:fldCharType="begin"/>
        </w:r>
        <w:r w:rsidR="002E70C8">
          <w:rPr>
            <w:noProof/>
            <w:webHidden/>
          </w:rPr>
          <w:instrText xml:space="preserve"> PAGEREF _Toc183523754 \h </w:instrText>
        </w:r>
        <w:r w:rsidR="002E70C8">
          <w:rPr>
            <w:noProof/>
            <w:webHidden/>
          </w:rPr>
        </w:r>
        <w:r w:rsidR="002E70C8">
          <w:rPr>
            <w:noProof/>
            <w:webHidden/>
          </w:rPr>
          <w:fldChar w:fldCharType="separate"/>
        </w:r>
        <w:r w:rsidR="002E70C8">
          <w:rPr>
            <w:noProof/>
            <w:webHidden/>
          </w:rPr>
          <w:t>18</w:t>
        </w:r>
        <w:r w:rsidR="002E70C8">
          <w:rPr>
            <w:noProof/>
            <w:webHidden/>
          </w:rPr>
          <w:fldChar w:fldCharType="end"/>
        </w:r>
      </w:hyperlink>
    </w:p>
    <w:p w14:paraId="2A788730" w14:textId="701E16A0" w:rsidR="002E70C8" w:rsidRDefault="00E20155">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523755" w:history="1">
        <w:r w:rsidR="002E70C8" w:rsidRPr="00B54CE9">
          <w:rPr>
            <w:rStyle w:val="Hipercze"/>
            <w:noProof/>
          </w:rPr>
          <w:t>4.1.</w:t>
        </w:r>
        <w:r w:rsidR="002E70C8">
          <w:rPr>
            <w:rFonts w:asciiTheme="minorHAnsi" w:eastAsiaTheme="minorEastAsia" w:hAnsiTheme="minorHAnsi" w:cstheme="minorBidi"/>
            <w:noProof/>
            <w:sz w:val="22"/>
            <w:szCs w:val="22"/>
            <w:lang w:eastAsia="pl-PL"/>
          </w:rPr>
          <w:tab/>
        </w:r>
        <w:r w:rsidR="002E70C8" w:rsidRPr="00B54CE9">
          <w:rPr>
            <w:rStyle w:val="Hipercze"/>
            <w:noProof/>
          </w:rPr>
          <w:t>Pliki deklaracji AKC-U/A</w:t>
        </w:r>
        <w:r w:rsidR="002E70C8">
          <w:rPr>
            <w:noProof/>
            <w:webHidden/>
          </w:rPr>
          <w:tab/>
        </w:r>
        <w:r w:rsidR="002E70C8">
          <w:rPr>
            <w:noProof/>
            <w:webHidden/>
          </w:rPr>
          <w:fldChar w:fldCharType="begin"/>
        </w:r>
        <w:r w:rsidR="002E70C8">
          <w:rPr>
            <w:noProof/>
            <w:webHidden/>
          </w:rPr>
          <w:instrText xml:space="preserve"> PAGEREF _Toc183523755 \h </w:instrText>
        </w:r>
        <w:r w:rsidR="002E70C8">
          <w:rPr>
            <w:noProof/>
            <w:webHidden/>
          </w:rPr>
        </w:r>
        <w:r w:rsidR="002E70C8">
          <w:rPr>
            <w:noProof/>
            <w:webHidden/>
          </w:rPr>
          <w:fldChar w:fldCharType="separate"/>
        </w:r>
        <w:r w:rsidR="002E70C8">
          <w:rPr>
            <w:noProof/>
            <w:webHidden/>
          </w:rPr>
          <w:t>18</w:t>
        </w:r>
        <w:r w:rsidR="002E70C8">
          <w:rPr>
            <w:noProof/>
            <w:webHidden/>
          </w:rPr>
          <w:fldChar w:fldCharType="end"/>
        </w:r>
      </w:hyperlink>
    </w:p>
    <w:p w14:paraId="6CE700B2" w14:textId="47570E8F" w:rsidR="002E70C8" w:rsidRDefault="00E20155">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523756" w:history="1">
        <w:r w:rsidR="002E70C8" w:rsidRPr="00B54CE9">
          <w:rPr>
            <w:rStyle w:val="Hipercze"/>
            <w:noProof/>
          </w:rPr>
          <w:t>4.1.1.</w:t>
        </w:r>
        <w:r w:rsidR="002E70C8">
          <w:rPr>
            <w:rFonts w:asciiTheme="minorHAnsi" w:eastAsiaTheme="minorEastAsia" w:hAnsiTheme="minorHAnsi" w:cstheme="minorBidi"/>
            <w:iCs w:val="0"/>
            <w:noProof/>
            <w:sz w:val="22"/>
            <w:szCs w:val="22"/>
            <w:lang w:eastAsia="pl-PL"/>
          </w:rPr>
          <w:tab/>
        </w:r>
        <w:r w:rsidR="002E70C8" w:rsidRPr="00B54CE9">
          <w:rPr>
            <w:rStyle w:val="Hipercze"/>
            <w:noProof/>
          </w:rPr>
          <w:t>Plik akc_ua.xsd</w:t>
        </w:r>
        <w:r w:rsidR="002E70C8">
          <w:rPr>
            <w:noProof/>
            <w:webHidden/>
          </w:rPr>
          <w:tab/>
        </w:r>
        <w:r w:rsidR="002E70C8">
          <w:rPr>
            <w:noProof/>
            <w:webHidden/>
          </w:rPr>
          <w:fldChar w:fldCharType="begin"/>
        </w:r>
        <w:r w:rsidR="002E70C8">
          <w:rPr>
            <w:noProof/>
            <w:webHidden/>
          </w:rPr>
          <w:instrText xml:space="preserve"> PAGEREF _Toc183523756 \h </w:instrText>
        </w:r>
        <w:r w:rsidR="002E70C8">
          <w:rPr>
            <w:noProof/>
            <w:webHidden/>
          </w:rPr>
        </w:r>
        <w:r w:rsidR="002E70C8">
          <w:rPr>
            <w:noProof/>
            <w:webHidden/>
          </w:rPr>
          <w:fldChar w:fldCharType="separate"/>
        </w:r>
        <w:r w:rsidR="002E70C8">
          <w:rPr>
            <w:noProof/>
            <w:webHidden/>
          </w:rPr>
          <w:t>18</w:t>
        </w:r>
        <w:r w:rsidR="002E70C8">
          <w:rPr>
            <w:noProof/>
            <w:webHidden/>
          </w:rPr>
          <w:fldChar w:fldCharType="end"/>
        </w:r>
      </w:hyperlink>
    </w:p>
    <w:p w14:paraId="419A65F3" w14:textId="751298B5" w:rsidR="008304F5" w:rsidRPr="000F7DD1" w:rsidRDefault="00035695" w:rsidP="00747E18">
      <w:r w:rsidRPr="000F7DD1">
        <w:fldChar w:fldCharType="end"/>
      </w:r>
    </w:p>
    <w:p w14:paraId="5B45E4EE" w14:textId="77777777" w:rsidR="00764E48" w:rsidRPr="000F7DD1" w:rsidRDefault="003F030F" w:rsidP="00747E18">
      <w:pPr>
        <w:pStyle w:val="spis"/>
        <w:spacing w:line="276" w:lineRule="auto"/>
        <w:rPr>
          <w:lang w:val="pl-PL"/>
        </w:rPr>
      </w:pPr>
      <w:bookmarkStart w:id="2" w:name="_Toc349568549"/>
      <w:r w:rsidRPr="000F7DD1">
        <w:rPr>
          <w:lang w:val="pl-PL"/>
        </w:rPr>
        <w:t>SPIS TABEL</w:t>
      </w:r>
      <w:bookmarkEnd w:id="2"/>
    </w:p>
    <w:p w14:paraId="610BF565" w14:textId="330E7539" w:rsidR="002E70C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0F7DD1">
        <w:fldChar w:fldCharType="begin"/>
      </w:r>
      <w:r w:rsidR="00836DD7" w:rsidRPr="000F7DD1">
        <w:instrText xml:space="preserve"> TOC \h \z \c "Tabela" </w:instrText>
      </w:r>
      <w:r w:rsidRPr="000F7DD1">
        <w:fldChar w:fldCharType="separate"/>
      </w:r>
      <w:hyperlink w:anchor="_Toc183523757" w:history="1">
        <w:r w:rsidR="002E70C8" w:rsidRPr="00551D73">
          <w:rPr>
            <w:rStyle w:val="Hipercze"/>
            <w:noProof/>
          </w:rPr>
          <w:t>Tabela 1 Metryka dokumentu</w:t>
        </w:r>
        <w:r w:rsidR="002E70C8">
          <w:rPr>
            <w:noProof/>
            <w:webHidden/>
          </w:rPr>
          <w:tab/>
        </w:r>
        <w:r w:rsidR="002E70C8">
          <w:rPr>
            <w:noProof/>
            <w:webHidden/>
          </w:rPr>
          <w:fldChar w:fldCharType="begin"/>
        </w:r>
        <w:r w:rsidR="002E70C8">
          <w:rPr>
            <w:noProof/>
            <w:webHidden/>
          </w:rPr>
          <w:instrText xml:space="preserve"> PAGEREF _Toc183523757 \h </w:instrText>
        </w:r>
        <w:r w:rsidR="002E70C8">
          <w:rPr>
            <w:noProof/>
            <w:webHidden/>
          </w:rPr>
        </w:r>
        <w:r w:rsidR="002E70C8">
          <w:rPr>
            <w:noProof/>
            <w:webHidden/>
          </w:rPr>
          <w:fldChar w:fldCharType="separate"/>
        </w:r>
        <w:r w:rsidR="002E70C8">
          <w:rPr>
            <w:noProof/>
            <w:webHidden/>
          </w:rPr>
          <w:t>2</w:t>
        </w:r>
        <w:r w:rsidR="002E70C8">
          <w:rPr>
            <w:noProof/>
            <w:webHidden/>
          </w:rPr>
          <w:fldChar w:fldCharType="end"/>
        </w:r>
      </w:hyperlink>
    </w:p>
    <w:p w14:paraId="22D20852" w14:textId="1DFB77EC"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58" w:history="1">
        <w:r w:rsidR="002E70C8" w:rsidRPr="00551D73">
          <w:rPr>
            <w:rStyle w:val="Hipercze"/>
            <w:noProof/>
          </w:rPr>
          <w:t>Tabela 2 Historia zmian dokumentu</w:t>
        </w:r>
        <w:r w:rsidR="002E70C8">
          <w:rPr>
            <w:noProof/>
            <w:webHidden/>
          </w:rPr>
          <w:tab/>
        </w:r>
        <w:r w:rsidR="002E70C8">
          <w:rPr>
            <w:noProof/>
            <w:webHidden/>
          </w:rPr>
          <w:fldChar w:fldCharType="begin"/>
        </w:r>
        <w:r w:rsidR="002E70C8">
          <w:rPr>
            <w:noProof/>
            <w:webHidden/>
          </w:rPr>
          <w:instrText xml:space="preserve"> PAGEREF _Toc183523758 \h </w:instrText>
        </w:r>
        <w:r w:rsidR="002E70C8">
          <w:rPr>
            <w:noProof/>
            <w:webHidden/>
          </w:rPr>
        </w:r>
        <w:r w:rsidR="002E70C8">
          <w:rPr>
            <w:noProof/>
            <w:webHidden/>
          </w:rPr>
          <w:fldChar w:fldCharType="separate"/>
        </w:r>
        <w:r w:rsidR="002E70C8">
          <w:rPr>
            <w:noProof/>
            <w:webHidden/>
          </w:rPr>
          <w:t>2</w:t>
        </w:r>
        <w:r w:rsidR="002E70C8">
          <w:rPr>
            <w:noProof/>
            <w:webHidden/>
          </w:rPr>
          <w:fldChar w:fldCharType="end"/>
        </w:r>
      </w:hyperlink>
    </w:p>
    <w:p w14:paraId="6E960974" w14:textId="34A1ABB5"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59" w:history="1">
        <w:r w:rsidR="002E70C8" w:rsidRPr="00551D73">
          <w:rPr>
            <w:rStyle w:val="Hipercze"/>
            <w:noProof/>
          </w:rPr>
          <w:t>Tabela 3. Wykaz dokumentów obowiązujących</w:t>
        </w:r>
        <w:r w:rsidR="002E70C8">
          <w:rPr>
            <w:noProof/>
            <w:webHidden/>
          </w:rPr>
          <w:tab/>
        </w:r>
        <w:r w:rsidR="002E70C8">
          <w:rPr>
            <w:noProof/>
            <w:webHidden/>
          </w:rPr>
          <w:fldChar w:fldCharType="begin"/>
        </w:r>
        <w:r w:rsidR="002E70C8">
          <w:rPr>
            <w:noProof/>
            <w:webHidden/>
          </w:rPr>
          <w:instrText xml:space="preserve"> PAGEREF _Toc183523759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0CF594EA" w14:textId="56C4318D"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0" w:history="1">
        <w:r w:rsidR="002E70C8" w:rsidRPr="00551D73">
          <w:rPr>
            <w:rStyle w:val="Hipercze"/>
            <w:noProof/>
          </w:rPr>
          <w:t>Tabela 4. Wykaz dokumentów pomocniczych</w:t>
        </w:r>
        <w:r w:rsidR="002E70C8">
          <w:rPr>
            <w:noProof/>
            <w:webHidden/>
          </w:rPr>
          <w:tab/>
        </w:r>
        <w:r w:rsidR="002E70C8">
          <w:rPr>
            <w:noProof/>
            <w:webHidden/>
          </w:rPr>
          <w:fldChar w:fldCharType="begin"/>
        </w:r>
        <w:r w:rsidR="002E70C8">
          <w:rPr>
            <w:noProof/>
            <w:webHidden/>
          </w:rPr>
          <w:instrText xml:space="preserve"> PAGEREF _Toc183523760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445E8C88" w14:textId="1E5589EA"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1" w:history="1">
        <w:r w:rsidR="002E70C8" w:rsidRPr="00551D73">
          <w:rPr>
            <w:rStyle w:val="Hipercze"/>
            <w:noProof/>
          </w:rPr>
          <w:t>Tabela 5. Wykaz skrótów i akronimów</w:t>
        </w:r>
        <w:r w:rsidR="002E70C8">
          <w:rPr>
            <w:noProof/>
            <w:webHidden/>
          </w:rPr>
          <w:tab/>
        </w:r>
        <w:r w:rsidR="002E70C8">
          <w:rPr>
            <w:noProof/>
            <w:webHidden/>
          </w:rPr>
          <w:fldChar w:fldCharType="begin"/>
        </w:r>
        <w:r w:rsidR="002E70C8">
          <w:rPr>
            <w:noProof/>
            <w:webHidden/>
          </w:rPr>
          <w:instrText xml:space="preserve"> PAGEREF _Toc183523761 \h </w:instrText>
        </w:r>
        <w:r w:rsidR="002E70C8">
          <w:rPr>
            <w:noProof/>
            <w:webHidden/>
          </w:rPr>
        </w:r>
        <w:r w:rsidR="002E70C8">
          <w:rPr>
            <w:noProof/>
            <w:webHidden/>
          </w:rPr>
          <w:fldChar w:fldCharType="separate"/>
        </w:r>
        <w:r w:rsidR="002E70C8">
          <w:rPr>
            <w:noProof/>
            <w:webHidden/>
          </w:rPr>
          <w:t>7</w:t>
        </w:r>
        <w:r w:rsidR="002E70C8">
          <w:rPr>
            <w:noProof/>
            <w:webHidden/>
          </w:rPr>
          <w:fldChar w:fldCharType="end"/>
        </w:r>
      </w:hyperlink>
    </w:p>
    <w:p w14:paraId="7A4207BB" w14:textId="2ECACC5F"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2" w:history="1">
        <w:r w:rsidR="002E70C8" w:rsidRPr="00551D73">
          <w:rPr>
            <w:rStyle w:val="Hipercze"/>
            <w:noProof/>
          </w:rPr>
          <w:t>Tabela 6. Wykaz definicji</w:t>
        </w:r>
        <w:r w:rsidR="002E70C8">
          <w:rPr>
            <w:noProof/>
            <w:webHidden/>
          </w:rPr>
          <w:tab/>
        </w:r>
        <w:r w:rsidR="002E70C8">
          <w:rPr>
            <w:noProof/>
            <w:webHidden/>
          </w:rPr>
          <w:fldChar w:fldCharType="begin"/>
        </w:r>
        <w:r w:rsidR="002E70C8">
          <w:rPr>
            <w:noProof/>
            <w:webHidden/>
          </w:rPr>
          <w:instrText xml:space="preserve"> PAGEREF _Toc183523762 \h </w:instrText>
        </w:r>
        <w:r w:rsidR="002E70C8">
          <w:rPr>
            <w:noProof/>
            <w:webHidden/>
          </w:rPr>
        </w:r>
        <w:r w:rsidR="002E70C8">
          <w:rPr>
            <w:noProof/>
            <w:webHidden/>
          </w:rPr>
          <w:fldChar w:fldCharType="separate"/>
        </w:r>
        <w:r w:rsidR="002E70C8">
          <w:rPr>
            <w:noProof/>
            <w:webHidden/>
          </w:rPr>
          <w:t>10</w:t>
        </w:r>
        <w:r w:rsidR="002E70C8">
          <w:rPr>
            <w:noProof/>
            <w:webHidden/>
          </w:rPr>
          <w:fldChar w:fldCharType="end"/>
        </w:r>
      </w:hyperlink>
    </w:p>
    <w:p w14:paraId="522F9854" w14:textId="0E5F9789"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3" w:history="1">
        <w:r w:rsidR="002E70C8" w:rsidRPr="00551D73">
          <w:rPr>
            <w:rStyle w:val="Hipercze"/>
            <w:noProof/>
          </w:rPr>
          <w:t>Tabela 7. Powiązanie plików XSD</w:t>
        </w:r>
        <w:r w:rsidR="002E70C8">
          <w:rPr>
            <w:noProof/>
            <w:webHidden/>
          </w:rPr>
          <w:tab/>
        </w:r>
        <w:r w:rsidR="002E70C8">
          <w:rPr>
            <w:noProof/>
            <w:webHidden/>
          </w:rPr>
          <w:fldChar w:fldCharType="begin"/>
        </w:r>
        <w:r w:rsidR="002E70C8">
          <w:rPr>
            <w:noProof/>
            <w:webHidden/>
          </w:rPr>
          <w:instrText xml:space="preserve"> PAGEREF _Toc183523763 \h </w:instrText>
        </w:r>
        <w:r w:rsidR="002E70C8">
          <w:rPr>
            <w:noProof/>
            <w:webHidden/>
          </w:rPr>
        </w:r>
        <w:r w:rsidR="002E70C8">
          <w:rPr>
            <w:noProof/>
            <w:webHidden/>
          </w:rPr>
          <w:fldChar w:fldCharType="separate"/>
        </w:r>
        <w:r w:rsidR="002E70C8">
          <w:rPr>
            <w:noProof/>
            <w:webHidden/>
          </w:rPr>
          <w:t>11</w:t>
        </w:r>
        <w:r w:rsidR="002E70C8">
          <w:rPr>
            <w:noProof/>
            <w:webHidden/>
          </w:rPr>
          <w:fldChar w:fldCharType="end"/>
        </w:r>
      </w:hyperlink>
    </w:p>
    <w:p w14:paraId="06F3B10D" w14:textId="358E01BE"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4" w:history="1">
        <w:r w:rsidR="002E70C8" w:rsidRPr="00551D73">
          <w:rPr>
            <w:rStyle w:val="Hipercze"/>
            <w:noProof/>
          </w:rPr>
          <w:t>Tabela 8 Dane ogólne w ramach struktury deklaracji AKC-UA</w:t>
        </w:r>
        <w:r w:rsidR="002E70C8">
          <w:rPr>
            <w:noProof/>
            <w:webHidden/>
          </w:rPr>
          <w:tab/>
        </w:r>
        <w:r w:rsidR="002E70C8">
          <w:rPr>
            <w:noProof/>
            <w:webHidden/>
          </w:rPr>
          <w:fldChar w:fldCharType="begin"/>
        </w:r>
        <w:r w:rsidR="002E70C8">
          <w:rPr>
            <w:noProof/>
            <w:webHidden/>
          </w:rPr>
          <w:instrText xml:space="preserve"> PAGEREF _Toc183523764 \h </w:instrText>
        </w:r>
        <w:r w:rsidR="002E70C8">
          <w:rPr>
            <w:noProof/>
            <w:webHidden/>
          </w:rPr>
        </w:r>
        <w:r w:rsidR="002E70C8">
          <w:rPr>
            <w:noProof/>
            <w:webHidden/>
          </w:rPr>
          <w:fldChar w:fldCharType="separate"/>
        </w:r>
        <w:r w:rsidR="002E70C8">
          <w:rPr>
            <w:noProof/>
            <w:webHidden/>
          </w:rPr>
          <w:t>12</w:t>
        </w:r>
        <w:r w:rsidR="002E70C8">
          <w:rPr>
            <w:noProof/>
            <w:webHidden/>
          </w:rPr>
          <w:fldChar w:fldCharType="end"/>
        </w:r>
      </w:hyperlink>
    </w:p>
    <w:p w14:paraId="4DDBEDBA" w14:textId="7D8872E5" w:rsidR="002E70C8" w:rsidRDefault="00E20155">
      <w:pPr>
        <w:pStyle w:val="Spisilustracji"/>
        <w:tabs>
          <w:tab w:val="left" w:pos="960"/>
          <w:tab w:val="right" w:leader="dot" w:pos="9054"/>
        </w:tabs>
        <w:rPr>
          <w:rFonts w:asciiTheme="minorHAnsi" w:eastAsiaTheme="minorEastAsia" w:hAnsiTheme="minorHAnsi" w:cstheme="minorBidi"/>
          <w:noProof/>
          <w:sz w:val="22"/>
          <w:szCs w:val="22"/>
          <w:lang w:eastAsia="pl-PL"/>
        </w:rPr>
      </w:pPr>
      <w:hyperlink w:anchor="_Toc183523765" w:history="1">
        <w:r w:rsidR="002E70C8" w:rsidRPr="00551D73">
          <w:rPr>
            <w:rStyle w:val="Hipercze"/>
            <w:noProof/>
          </w:rPr>
          <w:t>3.1.1.</w:t>
        </w:r>
        <w:r w:rsidR="002E70C8">
          <w:rPr>
            <w:rFonts w:asciiTheme="minorHAnsi" w:eastAsiaTheme="minorEastAsia" w:hAnsiTheme="minorHAnsi" w:cstheme="minorBidi"/>
            <w:noProof/>
            <w:sz w:val="22"/>
            <w:szCs w:val="22"/>
            <w:lang w:eastAsia="pl-PL"/>
          </w:rPr>
          <w:tab/>
        </w:r>
        <w:r w:rsidR="002E70C8" w:rsidRPr="00551D73">
          <w:rPr>
            <w:rStyle w:val="Hipercze"/>
            <w:noProof/>
          </w:rPr>
          <w:t>Tabela 9 Struktura danych deklaracji AKC-UA</w:t>
        </w:r>
        <w:r w:rsidR="002E70C8">
          <w:rPr>
            <w:noProof/>
            <w:webHidden/>
          </w:rPr>
          <w:tab/>
        </w:r>
        <w:r w:rsidR="002E70C8">
          <w:rPr>
            <w:noProof/>
            <w:webHidden/>
          </w:rPr>
          <w:fldChar w:fldCharType="begin"/>
        </w:r>
        <w:r w:rsidR="002E70C8">
          <w:rPr>
            <w:noProof/>
            <w:webHidden/>
          </w:rPr>
          <w:instrText xml:space="preserve"> PAGEREF _Toc183523765 \h </w:instrText>
        </w:r>
        <w:r w:rsidR="002E70C8">
          <w:rPr>
            <w:noProof/>
            <w:webHidden/>
          </w:rPr>
        </w:r>
        <w:r w:rsidR="002E70C8">
          <w:rPr>
            <w:noProof/>
            <w:webHidden/>
          </w:rPr>
          <w:fldChar w:fldCharType="separate"/>
        </w:r>
        <w:r w:rsidR="002E70C8">
          <w:rPr>
            <w:noProof/>
            <w:webHidden/>
          </w:rPr>
          <w:t>12</w:t>
        </w:r>
        <w:r w:rsidR="002E70C8">
          <w:rPr>
            <w:noProof/>
            <w:webHidden/>
          </w:rPr>
          <w:fldChar w:fldCharType="end"/>
        </w:r>
      </w:hyperlink>
    </w:p>
    <w:p w14:paraId="093BE6A5" w14:textId="01C92119"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6" w:history="1">
        <w:r w:rsidR="002E70C8" w:rsidRPr="00551D73">
          <w:rPr>
            <w:rStyle w:val="Hipercze"/>
            <w:noProof/>
          </w:rPr>
          <w:t>Tabela 10 Struktura komunikatu XML deklaracji AKC-UA – typy danych</w:t>
        </w:r>
        <w:r w:rsidR="002E70C8">
          <w:rPr>
            <w:noProof/>
            <w:webHidden/>
          </w:rPr>
          <w:tab/>
        </w:r>
        <w:r w:rsidR="002E70C8">
          <w:rPr>
            <w:noProof/>
            <w:webHidden/>
          </w:rPr>
          <w:fldChar w:fldCharType="begin"/>
        </w:r>
        <w:r w:rsidR="002E70C8">
          <w:rPr>
            <w:noProof/>
            <w:webHidden/>
          </w:rPr>
          <w:instrText xml:space="preserve"> PAGEREF _Toc183523766 \h </w:instrText>
        </w:r>
        <w:r w:rsidR="002E70C8">
          <w:rPr>
            <w:noProof/>
            <w:webHidden/>
          </w:rPr>
        </w:r>
        <w:r w:rsidR="002E70C8">
          <w:rPr>
            <w:noProof/>
            <w:webHidden/>
          </w:rPr>
          <w:fldChar w:fldCharType="separate"/>
        </w:r>
        <w:r w:rsidR="002E70C8">
          <w:rPr>
            <w:noProof/>
            <w:webHidden/>
          </w:rPr>
          <w:t>13</w:t>
        </w:r>
        <w:r w:rsidR="002E70C8">
          <w:rPr>
            <w:noProof/>
            <w:webHidden/>
          </w:rPr>
          <w:fldChar w:fldCharType="end"/>
        </w:r>
      </w:hyperlink>
    </w:p>
    <w:p w14:paraId="5A0BF4E6" w14:textId="0FD22DAB"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7" w:history="1">
        <w:r w:rsidR="002E70C8" w:rsidRPr="00551D73">
          <w:rPr>
            <w:rStyle w:val="Hipercze"/>
            <w:noProof/>
          </w:rPr>
          <w:t>Tabela 11 Struktura &lt;HeaderType&gt;, nagłówka deklaracji AKC-UA</w:t>
        </w:r>
        <w:r w:rsidR="002E70C8">
          <w:rPr>
            <w:noProof/>
            <w:webHidden/>
          </w:rPr>
          <w:tab/>
        </w:r>
        <w:r w:rsidR="002E70C8">
          <w:rPr>
            <w:noProof/>
            <w:webHidden/>
          </w:rPr>
          <w:fldChar w:fldCharType="begin"/>
        </w:r>
        <w:r w:rsidR="002E70C8">
          <w:rPr>
            <w:noProof/>
            <w:webHidden/>
          </w:rPr>
          <w:instrText xml:space="preserve"> PAGEREF _Toc183523767 \h </w:instrText>
        </w:r>
        <w:r w:rsidR="002E70C8">
          <w:rPr>
            <w:noProof/>
            <w:webHidden/>
          </w:rPr>
        </w:r>
        <w:r w:rsidR="002E70C8">
          <w:rPr>
            <w:noProof/>
            <w:webHidden/>
          </w:rPr>
          <w:fldChar w:fldCharType="separate"/>
        </w:r>
        <w:r w:rsidR="002E70C8">
          <w:rPr>
            <w:noProof/>
            <w:webHidden/>
          </w:rPr>
          <w:t>13</w:t>
        </w:r>
        <w:r w:rsidR="002E70C8">
          <w:rPr>
            <w:noProof/>
            <w:webHidden/>
          </w:rPr>
          <w:fldChar w:fldCharType="end"/>
        </w:r>
      </w:hyperlink>
    </w:p>
    <w:p w14:paraId="17BEF4CC" w14:textId="7395A6F0"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8" w:history="1">
        <w:r w:rsidR="002E70C8" w:rsidRPr="00551D73">
          <w:rPr>
            <w:rStyle w:val="Hipercze"/>
            <w:noProof/>
          </w:rPr>
          <w:t>Tabela 12 Struktura &lt; CorelationDocNumbersType&gt;, nagłówka deklaracji AKC-UA</w:t>
        </w:r>
        <w:r w:rsidR="002E70C8">
          <w:rPr>
            <w:noProof/>
            <w:webHidden/>
          </w:rPr>
          <w:tab/>
        </w:r>
        <w:r w:rsidR="002E70C8">
          <w:rPr>
            <w:noProof/>
            <w:webHidden/>
          </w:rPr>
          <w:fldChar w:fldCharType="begin"/>
        </w:r>
        <w:r w:rsidR="002E70C8">
          <w:rPr>
            <w:noProof/>
            <w:webHidden/>
          </w:rPr>
          <w:instrText xml:space="preserve"> PAGEREF _Toc183523768 \h </w:instrText>
        </w:r>
        <w:r w:rsidR="002E70C8">
          <w:rPr>
            <w:noProof/>
            <w:webHidden/>
          </w:rPr>
        </w:r>
        <w:r w:rsidR="002E70C8">
          <w:rPr>
            <w:noProof/>
            <w:webHidden/>
          </w:rPr>
          <w:fldChar w:fldCharType="separate"/>
        </w:r>
        <w:r w:rsidR="002E70C8">
          <w:rPr>
            <w:noProof/>
            <w:webHidden/>
          </w:rPr>
          <w:t>14</w:t>
        </w:r>
        <w:r w:rsidR="002E70C8">
          <w:rPr>
            <w:noProof/>
            <w:webHidden/>
          </w:rPr>
          <w:fldChar w:fldCharType="end"/>
        </w:r>
      </w:hyperlink>
    </w:p>
    <w:p w14:paraId="13C1F667" w14:textId="639B7DCC"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69" w:history="1">
        <w:r w:rsidR="002E70C8" w:rsidRPr="00551D73">
          <w:rPr>
            <w:rStyle w:val="Hipercze"/>
            <w:noProof/>
          </w:rPr>
          <w:t>Tabela 13 Struktura &lt; CorelationDocNoType&gt;, nagłówka deklaracji AKC-UA</w:t>
        </w:r>
        <w:r w:rsidR="002E70C8">
          <w:rPr>
            <w:noProof/>
            <w:webHidden/>
          </w:rPr>
          <w:tab/>
        </w:r>
        <w:r w:rsidR="002E70C8">
          <w:rPr>
            <w:noProof/>
            <w:webHidden/>
          </w:rPr>
          <w:fldChar w:fldCharType="begin"/>
        </w:r>
        <w:r w:rsidR="002E70C8">
          <w:rPr>
            <w:noProof/>
            <w:webHidden/>
          </w:rPr>
          <w:instrText xml:space="preserve"> PAGEREF _Toc183523769 \h </w:instrText>
        </w:r>
        <w:r w:rsidR="002E70C8">
          <w:rPr>
            <w:noProof/>
            <w:webHidden/>
          </w:rPr>
        </w:r>
        <w:r w:rsidR="002E70C8">
          <w:rPr>
            <w:noProof/>
            <w:webHidden/>
          </w:rPr>
          <w:fldChar w:fldCharType="separate"/>
        </w:r>
        <w:r w:rsidR="002E70C8">
          <w:rPr>
            <w:noProof/>
            <w:webHidden/>
          </w:rPr>
          <w:t>14</w:t>
        </w:r>
        <w:r w:rsidR="002E70C8">
          <w:rPr>
            <w:noProof/>
            <w:webHidden/>
          </w:rPr>
          <w:fldChar w:fldCharType="end"/>
        </w:r>
      </w:hyperlink>
    </w:p>
    <w:p w14:paraId="13167B0D" w14:textId="11EDFB4A"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70" w:history="1">
        <w:r w:rsidR="002E70C8" w:rsidRPr="00551D73">
          <w:rPr>
            <w:rStyle w:val="Hipercze"/>
            <w:noProof/>
          </w:rPr>
          <w:t>Tabela 14 Struktura &lt; AmountPayableType&gt;, nagłówka deklaracji AKC-UA</w:t>
        </w:r>
        <w:r w:rsidR="002E70C8">
          <w:rPr>
            <w:noProof/>
            <w:webHidden/>
          </w:rPr>
          <w:tab/>
        </w:r>
        <w:r w:rsidR="002E70C8">
          <w:rPr>
            <w:noProof/>
            <w:webHidden/>
          </w:rPr>
          <w:fldChar w:fldCharType="begin"/>
        </w:r>
        <w:r w:rsidR="002E70C8">
          <w:rPr>
            <w:noProof/>
            <w:webHidden/>
          </w:rPr>
          <w:instrText xml:space="preserve"> PAGEREF _Toc183523770 \h </w:instrText>
        </w:r>
        <w:r w:rsidR="002E70C8">
          <w:rPr>
            <w:noProof/>
            <w:webHidden/>
          </w:rPr>
        </w:r>
        <w:r w:rsidR="002E70C8">
          <w:rPr>
            <w:noProof/>
            <w:webHidden/>
          </w:rPr>
          <w:fldChar w:fldCharType="separate"/>
        </w:r>
        <w:r w:rsidR="002E70C8">
          <w:rPr>
            <w:noProof/>
            <w:webHidden/>
          </w:rPr>
          <w:t>14</w:t>
        </w:r>
        <w:r w:rsidR="002E70C8">
          <w:rPr>
            <w:noProof/>
            <w:webHidden/>
          </w:rPr>
          <w:fldChar w:fldCharType="end"/>
        </w:r>
      </w:hyperlink>
    </w:p>
    <w:p w14:paraId="607B6CF3" w14:textId="43AD815A"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71" w:history="1">
        <w:r w:rsidR="002E70C8" w:rsidRPr="00551D73">
          <w:rPr>
            <w:rStyle w:val="Hipercze"/>
            <w:noProof/>
          </w:rPr>
          <w:t>Tabela 15 Struktura &lt;CalcAmountPayableType&gt;, nagłówka deklaracji AKC-UA</w:t>
        </w:r>
        <w:r w:rsidR="002E70C8">
          <w:rPr>
            <w:noProof/>
            <w:webHidden/>
          </w:rPr>
          <w:tab/>
        </w:r>
        <w:r w:rsidR="002E70C8">
          <w:rPr>
            <w:noProof/>
            <w:webHidden/>
          </w:rPr>
          <w:fldChar w:fldCharType="begin"/>
        </w:r>
        <w:r w:rsidR="002E70C8">
          <w:rPr>
            <w:noProof/>
            <w:webHidden/>
          </w:rPr>
          <w:instrText xml:space="preserve"> PAGEREF _Toc183523771 \h </w:instrText>
        </w:r>
        <w:r w:rsidR="002E70C8">
          <w:rPr>
            <w:noProof/>
            <w:webHidden/>
          </w:rPr>
        </w:r>
        <w:r w:rsidR="002E70C8">
          <w:rPr>
            <w:noProof/>
            <w:webHidden/>
          </w:rPr>
          <w:fldChar w:fldCharType="separate"/>
        </w:r>
        <w:r w:rsidR="002E70C8">
          <w:rPr>
            <w:noProof/>
            <w:webHidden/>
          </w:rPr>
          <w:t>14</w:t>
        </w:r>
        <w:r w:rsidR="002E70C8">
          <w:rPr>
            <w:noProof/>
            <w:webHidden/>
          </w:rPr>
          <w:fldChar w:fldCharType="end"/>
        </w:r>
      </w:hyperlink>
    </w:p>
    <w:p w14:paraId="7A0F8E33" w14:textId="752B48A6"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72" w:history="1">
        <w:r w:rsidR="002E70C8" w:rsidRPr="00551D73">
          <w:rPr>
            <w:rStyle w:val="Hipercze"/>
            <w:noProof/>
          </w:rPr>
          <w:t>Tabela 16 Struktura &lt; ItemType&gt;, Obliczenie wysokość podatku akcyzowego od poszczególnych wyrobów akcyzowych</w:t>
        </w:r>
        <w:r w:rsidR="002E70C8">
          <w:rPr>
            <w:noProof/>
            <w:webHidden/>
          </w:rPr>
          <w:tab/>
        </w:r>
        <w:r w:rsidR="002E70C8">
          <w:rPr>
            <w:noProof/>
            <w:webHidden/>
          </w:rPr>
          <w:fldChar w:fldCharType="begin"/>
        </w:r>
        <w:r w:rsidR="002E70C8">
          <w:rPr>
            <w:noProof/>
            <w:webHidden/>
          </w:rPr>
          <w:instrText xml:space="preserve"> PAGEREF _Toc183523772 \h </w:instrText>
        </w:r>
        <w:r w:rsidR="002E70C8">
          <w:rPr>
            <w:noProof/>
            <w:webHidden/>
          </w:rPr>
        </w:r>
        <w:r w:rsidR="002E70C8">
          <w:rPr>
            <w:noProof/>
            <w:webHidden/>
          </w:rPr>
          <w:fldChar w:fldCharType="separate"/>
        </w:r>
        <w:r w:rsidR="002E70C8">
          <w:rPr>
            <w:noProof/>
            <w:webHidden/>
          </w:rPr>
          <w:t>15</w:t>
        </w:r>
        <w:r w:rsidR="002E70C8">
          <w:rPr>
            <w:noProof/>
            <w:webHidden/>
          </w:rPr>
          <w:fldChar w:fldCharType="end"/>
        </w:r>
      </w:hyperlink>
    </w:p>
    <w:p w14:paraId="41CF3842" w14:textId="0C60AB40" w:rsidR="002E70C8" w:rsidRDefault="00E20155">
      <w:pPr>
        <w:pStyle w:val="Spisilustracji"/>
        <w:tabs>
          <w:tab w:val="right" w:leader="dot" w:pos="9054"/>
        </w:tabs>
        <w:rPr>
          <w:rFonts w:asciiTheme="minorHAnsi" w:eastAsiaTheme="minorEastAsia" w:hAnsiTheme="minorHAnsi" w:cstheme="minorBidi"/>
          <w:noProof/>
          <w:sz w:val="22"/>
          <w:szCs w:val="22"/>
          <w:lang w:eastAsia="pl-PL"/>
        </w:rPr>
      </w:pPr>
      <w:hyperlink w:anchor="_Toc183523773" w:history="1">
        <w:r w:rsidR="002E70C8" w:rsidRPr="00551D73">
          <w:rPr>
            <w:rStyle w:val="Hipercze"/>
            <w:noProof/>
          </w:rPr>
          <w:t>Tabela 17 Reguły dotyczące deklaracji AKC-UA</w:t>
        </w:r>
        <w:r w:rsidR="002E70C8">
          <w:rPr>
            <w:noProof/>
            <w:webHidden/>
          </w:rPr>
          <w:tab/>
        </w:r>
        <w:r w:rsidR="002E70C8">
          <w:rPr>
            <w:noProof/>
            <w:webHidden/>
          </w:rPr>
          <w:fldChar w:fldCharType="begin"/>
        </w:r>
        <w:r w:rsidR="002E70C8">
          <w:rPr>
            <w:noProof/>
            <w:webHidden/>
          </w:rPr>
          <w:instrText xml:space="preserve"> PAGEREF _Toc183523773 \h </w:instrText>
        </w:r>
        <w:r w:rsidR="002E70C8">
          <w:rPr>
            <w:noProof/>
            <w:webHidden/>
          </w:rPr>
        </w:r>
        <w:r w:rsidR="002E70C8">
          <w:rPr>
            <w:noProof/>
            <w:webHidden/>
          </w:rPr>
          <w:fldChar w:fldCharType="separate"/>
        </w:r>
        <w:r w:rsidR="002E70C8">
          <w:rPr>
            <w:noProof/>
            <w:webHidden/>
          </w:rPr>
          <w:t>16</w:t>
        </w:r>
        <w:r w:rsidR="002E70C8">
          <w:rPr>
            <w:noProof/>
            <w:webHidden/>
          </w:rPr>
          <w:fldChar w:fldCharType="end"/>
        </w:r>
      </w:hyperlink>
    </w:p>
    <w:p w14:paraId="53E716AF" w14:textId="45AE0E06" w:rsidR="00C43119" w:rsidRPr="000F7DD1" w:rsidRDefault="0006207D" w:rsidP="00747E18">
      <w:r w:rsidRPr="000F7DD1">
        <w:fldChar w:fldCharType="end"/>
      </w:r>
    </w:p>
    <w:p w14:paraId="635E0D5E" w14:textId="77777777" w:rsidR="00836DD7" w:rsidRPr="000F7DD1" w:rsidRDefault="00836DD7" w:rsidP="00747E18">
      <w:pPr>
        <w:pStyle w:val="spis"/>
        <w:spacing w:line="276" w:lineRule="auto"/>
        <w:rPr>
          <w:lang w:val="pl-PL"/>
        </w:rPr>
      </w:pPr>
      <w:bookmarkStart w:id="3" w:name="_Toc349568550"/>
      <w:r w:rsidRPr="000F7DD1">
        <w:rPr>
          <w:lang w:val="pl-PL"/>
        </w:rPr>
        <w:t>SPIS RYSUNKÓW</w:t>
      </w:r>
      <w:bookmarkEnd w:id="3"/>
    </w:p>
    <w:p w14:paraId="53480740" w14:textId="0E9B0B19" w:rsidR="002E70C8"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0F7DD1">
        <w:fldChar w:fldCharType="begin"/>
      </w:r>
      <w:r w:rsidRPr="000F7DD1">
        <w:instrText xml:space="preserve"> TOC \h \z \c "Rysunek" </w:instrText>
      </w:r>
      <w:r w:rsidRPr="000F7DD1">
        <w:fldChar w:fldCharType="separate"/>
      </w:r>
      <w:hyperlink w:anchor="_Toc183523774" w:history="1">
        <w:r w:rsidR="002E70C8" w:rsidRPr="00DE17DA">
          <w:rPr>
            <w:rStyle w:val="Hipercze"/>
            <w:noProof/>
          </w:rPr>
          <w:t>Rysunek 1 Struktury CalcAmountPayableType oraz ItemType</w:t>
        </w:r>
        <w:r w:rsidR="002E70C8">
          <w:rPr>
            <w:noProof/>
            <w:webHidden/>
          </w:rPr>
          <w:tab/>
        </w:r>
        <w:r w:rsidR="002E70C8">
          <w:rPr>
            <w:noProof/>
            <w:webHidden/>
          </w:rPr>
          <w:fldChar w:fldCharType="begin"/>
        </w:r>
        <w:r w:rsidR="002E70C8">
          <w:rPr>
            <w:noProof/>
            <w:webHidden/>
          </w:rPr>
          <w:instrText xml:space="preserve"> PAGEREF _Toc183523774 \h </w:instrText>
        </w:r>
        <w:r w:rsidR="002E70C8">
          <w:rPr>
            <w:noProof/>
            <w:webHidden/>
          </w:rPr>
        </w:r>
        <w:r w:rsidR="002E70C8">
          <w:rPr>
            <w:noProof/>
            <w:webHidden/>
          </w:rPr>
          <w:fldChar w:fldCharType="separate"/>
        </w:r>
        <w:r w:rsidR="002E70C8">
          <w:rPr>
            <w:noProof/>
            <w:webHidden/>
          </w:rPr>
          <w:t>16</w:t>
        </w:r>
        <w:r w:rsidR="002E70C8">
          <w:rPr>
            <w:noProof/>
            <w:webHidden/>
          </w:rPr>
          <w:fldChar w:fldCharType="end"/>
        </w:r>
      </w:hyperlink>
    </w:p>
    <w:p w14:paraId="1AC72502" w14:textId="0D4B0EAD" w:rsidR="006519BE" w:rsidRPr="000F7DD1" w:rsidRDefault="00C7651A" w:rsidP="00747E18">
      <w:r w:rsidRPr="000F7DD1">
        <w:fldChar w:fldCharType="end"/>
      </w:r>
    </w:p>
    <w:p w14:paraId="64E377B8" w14:textId="77777777" w:rsidR="003F3585" w:rsidRPr="000F7DD1" w:rsidRDefault="00004C2C" w:rsidP="00747E18">
      <w:pPr>
        <w:pStyle w:val="Nagwek1"/>
        <w:rPr>
          <w:lang w:val="pl-PL"/>
        </w:rPr>
      </w:pPr>
      <w:bookmarkStart w:id="4" w:name="_Toc341696555"/>
      <w:bookmarkStart w:id="5" w:name="_Toc349568551"/>
      <w:bookmarkStart w:id="6" w:name="_Toc183523739"/>
      <w:r w:rsidRPr="000F7DD1">
        <w:rPr>
          <w:lang w:val="pl-PL"/>
        </w:rPr>
        <w:lastRenderedPageBreak/>
        <w:t xml:space="preserve">Opis </w:t>
      </w:r>
      <w:r w:rsidR="00CE1C03" w:rsidRPr="000F7DD1">
        <w:rPr>
          <w:lang w:val="pl-PL"/>
        </w:rPr>
        <w:t>dokumentu</w:t>
      </w:r>
      <w:bookmarkEnd w:id="4"/>
      <w:bookmarkEnd w:id="5"/>
      <w:bookmarkEnd w:id="6"/>
    </w:p>
    <w:p w14:paraId="0574BE51" w14:textId="77777777" w:rsidR="00004C2C" w:rsidRPr="000F7DD1" w:rsidRDefault="00004C2C" w:rsidP="00747E18">
      <w:pPr>
        <w:pStyle w:val="Nagwek2"/>
        <w:spacing w:line="276" w:lineRule="auto"/>
        <w:rPr>
          <w:lang w:val="pl-PL"/>
        </w:rPr>
      </w:pPr>
      <w:bookmarkStart w:id="7" w:name="_Toc349568552"/>
      <w:bookmarkStart w:id="8" w:name="_Toc183523740"/>
      <w:bookmarkStart w:id="9" w:name="_Toc341696556"/>
      <w:r w:rsidRPr="000F7DD1">
        <w:rPr>
          <w:lang w:val="pl-PL"/>
        </w:rPr>
        <w:t>Cel dokumentu</w:t>
      </w:r>
      <w:bookmarkEnd w:id="7"/>
      <w:bookmarkEnd w:id="8"/>
    </w:p>
    <w:p w14:paraId="6AB5CF30" w14:textId="77777777" w:rsidR="000D5EA2" w:rsidRPr="000F7DD1" w:rsidRDefault="005A7937" w:rsidP="00747E18">
      <w:pPr>
        <w:rPr>
          <w:b/>
        </w:rPr>
      </w:pPr>
      <w:bookmarkStart w:id="10" w:name="_Toc349568553"/>
      <w:r w:rsidRPr="000F7DD1">
        <w:t xml:space="preserve">Celem specyfikacji jest zdefiniowanie struktury i zawartości informacyjnej dokumentu XML (zwanej tutaj także komunikatem) deklaracji uproszczonej </w:t>
      </w:r>
      <w:r w:rsidR="005339C5" w:rsidRPr="000F7DD1">
        <w:rPr>
          <w:color w:val="000000"/>
        </w:rPr>
        <w:t>w sprawie</w:t>
      </w:r>
      <w:r w:rsidR="000F289C" w:rsidRPr="000F7DD1">
        <w:rPr>
          <w:color w:val="000000"/>
        </w:rPr>
        <w:t xml:space="preserve"> </w:t>
      </w:r>
      <w:r w:rsidR="005339C5" w:rsidRPr="000F7DD1">
        <w:rPr>
          <w:color w:val="000000"/>
        </w:rPr>
        <w:t>podatku akcyzowego od nabycia wewnątrzwspólnotowego wyrobów akcyzowych objętych stawką inną niż stawka zerowa</w:t>
      </w:r>
      <w:r w:rsidR="00BA2FC1" w:rsidRPr="000F7DD1">
        <w:t xml:space="preserve"> </w:t>
      </w:r>
      <w:r w:rsidRPr="000F7DD1">
        <w:t>AKC-U</w:t>
      </w:r>
      <w:r w:rsidR="00315399" w:rsidRPr="000F7DD1">
        <w:t>/</w:t>
      </w:r>
      <w:r w:rsidR="00BA2FC1" w:rsidRPr="000F7DD1">
        <w:t>A</w:t>
      </w:r>
      <w:r w:rsidRPr="000F7DD1">
        <w:t>.</w:t>
      </w:r>
    </w:p>
    <w:p w14:paraId="5BDA5341" w14:textId="77777777" w:rsidR="00E628C4" w:rsidRPr="000F7DD1" w:rsidRDefault="00E628C4" w:rsidP="00747E18">
      <w:pPr>
        <w:pStyle w:val="Nagwek2"/>
        <w:spacing w:line="276" w:lineRule="auto"/>
        <w:rPr>
          <w:b w:val="0"/>
          <w:bCs w:val="0"/>
          <w:lang w:val="pl-PL"/>
        </w:rPr>
      </w:pPr>
      <w:bookmarkStart w:id="11" w:name="_Toc183523741"/>
      <w:r w:rsidRPr="000F7DD1">
        <w:rPr>
          <w:bCs w:val="0"/>
          <w:lang w:val="pl-PL"/>
        </w:rPr>
        <w:t>Komunikat AKCU</w:t>
      </w:r>
      <w:r w:rsidR="00BA2FC1" w:rsidRPr="000F7DD1">
        <w:rPr>
          <w:bCs w:val="0"/>
          <w:lang w:val="pl-PL"/>
        </w:rPr>
        <w:t>A</w:t>
      </w:r>
      <w:bookmarkEnd w:id="11"/>
    </w:p>
    <w:p w14:paraId="0B26AF02" w14:textId="77777777" w:rsidR="000F289C" w:rsidRPr="000F7DD1" w:rsidRDefault="000F289C" w:rsidP="00747E18">
      <w:pPr>
        <w:rPr>
          <w:b/>
        </w:rPr>
      </w:pPr>
      <w:r w:rsidRPr="000F7DD1">
        <w:t>DEKLARACJA UPROSZCZONA W SPRAWIE PODATKU AKCYZOWEGO OD NABYCIA WEWNĄTRZWSPÓLNOTOWEGO WYROBÓW AKCYZOWYCH OBJĘTYCH STAWKĄ INNĄ NIŻ STAWKA ZEROWA</w:t>
      </w:r>
    </w:p>
    <w:p w14:paraId="373EEE8A" w14:textId="77777777" w:rsidR="000F289C" w:rsidRPr="000F7DD1" w:rsidRDefault="00E628C4" w:rsidP="00747E18">
      <w:r w:rsidRPr="000F7DD1">
        <w:rPr>
          <w:b/>
        </w:rPr>
        <w:t>Podstawa prawna:</w:t>
      </w:r>
      <w:r w:rsidRPr="000F7DD1">
        <w:t xml:space="preserve"> </w:t>
      </w:r>
      <w:r w:rsidR="000F289C" w:rsidRPr="000F7DD1">
        <w:t>Art. 78 ust. 1 pkt 3 ustawy z dnia 6 grudnia 2008 r. o podatku akcyzowym (Dz. U. z 2020 r. poz</w:t>
      </w:r>
      <w:r w:rsidR="000F289C" w:rsidRPr="000F7DD1">
        <w:rPr>
          <w:shd w:val="clear" w:color="auto" w:fill="D9D9D9"/>
        </w:rPr>
        <w:t xml:space="preserve">. 722, z </w:t>
      </w:r>
      <w:proofErr w:type="spellStart"/>
      <w:r w:rsidR="000F289C" w:rsidRPr="000F7DD1">
        <w:rPr>
          <w:shd w:val="clear" w:color="auto" w:fill="D9D9D9"/>
        </w:rPr>
        <w:t>późn</w:t>
      </w:r>
      <w:proofErr w:type="spellEnd"/>
      <w:r w:rsidR="000F289C" w:rsidRPr="000F7DD1">
        <w:rPr>
          <w:shd w:val="clear" w:color="auto" w:fill="D9D9D9"/>
        </w:rPr>
        <w:t>. zm.),</w:t>
      </w:r>
      <w:r w:rsidR="000F289C" w:rsidRPr="000F7DD1">
        <w:t xml:space="preserve">  zwanej dalej „ustawą”. </w:t>
      </w:r>
    </w:p>
    <w:p w14:paraId="57B454B3" w14:textId="77777777" w:rsidR="000F289C" w:rsidRPr="000F7DD1" w:rsidRDefault="00E628C4" w:rsidP="00747E18">
      <w:r w:rsidRPr="000F7DD1">
        <w:rPr>
          <w:b/>
        </w:rPr>
        <w:t>Termin składania:</w:t>
      </w:r>
      <w:r w:rsidRPr="000F7DD1">
        <w:t xml:space="preserve"> </w:t>
      </w:r>
      <w:r w:rsidR="000F289C" w:rsidRPr="000F7DD1">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065D8A76" w14:textId="77777777" w:rsidR="006519BE" w:rsidRPr="000F7DD1" w:rsidRDefault="00E628C4" w:rsidP="00747E18">
      <w:r w:rsidRPr="000F7DD1">
        <w:rPr>
          <w:b/>
        </w:rPr>
        <w:t>Miejsce składania:</w:t>
      </w:r>
      <w:r w:rsidRPr="000F7DD1">
        <w:t xml:space="preserve"> </w:t>
      </w:r>
      <w:r w:rsidR="00315399" w:rsidRPr="000F7DD1">
        <w:t>Urząd skarbowy, przy pomocy którego wykonuje swoje zadania naczelnik urzędu skarbowego właściwy ze względu na miejsce wykonywania czynności lub wystąpienia stanów faktycznych, podlegających opodatkowaniu akcyzą; jeżeli czynności podlegające opodatkowaniu akcyzą są wykonywane lub stany faktyczne podlegające opodatkowaniu akcyzą występują na obszarze właściwości miejscowej dwóch lub więcej naczelników urzędów skarbowych – zgodnie z art. 14 ust. 4-4f ustawy z dnia 6 grudnia 2008 r. o podatku akcyzowym; jeżeli właściwym organem podatkowym jest Naczelnik Trzeciego Urzędu Skarbowego Warszawa-Śródmieście w Warszawie, to miejscem składania jest Trzeci Urząd Skarbowy Warszawa-Śródmieście w Warszawie</w:t>
      </w:r>
    </w:p>
    <w:p w14:paraId="4D9594AD" w14:textId="77777777" w:rsidR="000F289C" w:rsidRPr="000F7DD1" w:rsidRDefault="000F289C" w:rsidP="00747E18">
      <w:r w:rsidRPr="000F7DD1">
        <w:t xml:space="preserve">W przypadku niewpłacenia w obowiązującym terminie podatku z poz. 20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0F7DD1">
        <w:t>późn</w:t>
      </w:r>
      <w:proofErr w:type="spellEnd"/>
      <w:r w:rsidRPr="000F7DD1">
        <w:t>. zm.).</w:t>
      </w:r>
    </w:p>
    <w:p w14:paraId="008C9A23" w14:textId="77777777" w:rsidR="003F3585" w:rsidRPr="000F7DD1" w:rsidRDefault="003F3585" w:rsidP="00747E18">
      <w:pPr>
        <w:pStyle w:val="Nagwek2"/>
        <w:spacing w:line="276" w:lineRule="auto"/>
        <w:rPr>
          <w:lang w:val="pl-PL"/>
        </w:rPr>
      </w:pPr>
      <w:bookmarkStart w:id="12" w:name="_Toc183523742"/>
      <w:r w:rsidRPr="000F7DD1">
        <w:rPr>
          <w:lang w:val="pl-PL"/>
        </w:rPr>
        <w:t>Zastosowanie</w:t>
      </w:r>
      <w:bookmarkEnd w:id="9"/>
      <w:bookmarkEnd w:id="10"/>
      <w:bookmarkEnd w:id="12"/>
    </w:p>
    <w:p w14:paraId="2D01DD99" w14:textId="77777777" w:rsidR="00DD5E7B" w:rsidRPr="000F7DD1" w:rsidRDefault="00DD5E7B" w:rsidP="00747E18">
      <w:bookmarkStart w:id="13" w:name="_Toc341696557"/>
      <w:bookmarkStart w:id="14" w:name="_Ref343010193"/>
      <w:bookmarkStart w:id="15" w:name="_Toc349568554"/>
      <w:r w:rsidRPr="000F7DD1">
        <w:t>Dokument jest stosowany, jako źródłowy przy projektowaniu, implementacji oraz tworzeniu dokumentacji testowej i użytkowej systemu.</w:t>
      </w:r>
    </w:p>
    <w:p w14:paraId="3B9F08DB" w14:textId="77777777" w:rsidR="00DD5E7B" w:rsidRPr="000F7DD1" w:rsidRDefault="00DD5E7B" w:rsidP="00747E18">
      <w:r w:rsidRPr="000F7DD1">
        <w:lastRenderedPageBreak/>
        <w:t xml:space="preserve">Adresatem dokumentu jest zespół projektowy po stronie </w:t>
      </w:r>
      <w:r w:rsidR="000E21A3" w:rsidRPr="000F7DD1">
        <w:t xml:space="preserve">Administracji Skarbowej </w:t>
      </w:r>
      <w:r w:rsidRPr="000F7DD1">
        <w:t>oraz zespoły: programistyczno-projektowy, testerów, dokumentalistów, po stronie Wykonawcy oraz Podmioty zewnętrzne składające deklaracje.</w:t>
      </w:r>
    </w:p>
    <w:p w14:paraId="5F238978" w14:textId="77777777" w:rsidR="006945A5" w:rsidRPr="000F7DD1" w:rsidRDefault="006945A5" w:rsidP="00747E18">
      <w:pPr>
        <w:pStyle w:val="Nagwek2"/>
        <w:spacing w:line="276" w:lineRule="auto"/>
        <w:rPr>
          <w:lang w:val="pl-PL"/>
        </w:rPr>
      </w:pPr>
      <w:bookmarkStart w:id="16" w:name="_Toc183523743"/>
      <w:bookmarkStart w:id="17" w:name="_Toc341696558"/>
      <w:bookmarkStart w:id="18" w:name="_Toc349568555"/>
      <w:bookmarkEnd w:id="13"/>
      <w:bookmarkEnd w:id="14"/>
      <w:bookmarkEnd w:id="15"/>
      <w:r w:rsidRPr="000F7DD1">
        <w:rPr>
          <w:lang w:val="pl-PL"/>
        </w:rPr>
        <w:t>Obowiązywanie</w:t>
      </w:r>
      <w:bookmarkEnd w:id="16"/>
    </w:p>
    <w:p w14:paraId="715DA2E6" w14:textId="77777777" w:rsidR="000F289C" w:rsidRPr="000F7DD1" w:rsidRDefault="00873BA0" w:rsidP="00747E18">
      <w:r w:rsidRPr="000F7DD1">
        <w:rPr>
          <w:rFonts w:eastAsia="Times New Roman"/>
          <w:lang w:eastAsia="pl-PL"/>
        </w:rPr>
        <w:t xml:space="preserve">Specyfikacja obowiązuje dla deklaracji </w:t>
      </w:r>
      <w:r w:rsidR="000F289C" w:rsidRPr="000F7DD1">
        <w:t xml:space="preserve">w których, „Data złożenia” </w:t>
      </w:r>
      <w:bookmarkStart w:id="19" w:name="_Hlk74901599"/>
      <w:r w:rsidR="000F289C" w:rsidRPr="000F7DD1">
        <w:t>nie jest wcześniejsza niż 1</w:t>
      </w:r>
      <w:r w:rsidR="00AC4989" w:rsidRPr="000F7DD1">
        <w:t>.</w:t>
      </w:r>
      <w:r w:rsidR="000F289C" w:rsidRPr="000F7DD1">
        <w:t>0</w:t>
      </w:r>
      <w:r w:rsidR="00315399" w:rsidRPr="000F7DD1">
        <w:t>2</w:t>
      </w:r>
      <w:r w:rsidR="00AC4989" w:rsidRPr="000F7DD1">
        <w:t>.</w:t>
      </w:r>
      <w:r w:rsidR="000F289C" w:rsidRPr="000F7DD1">
        <w:t>20</w:t>
      </w:r>
      <w:r w:rsidR="00315399" w:rsidRPr="000F7DD1">
        <w:t>18</w:t>
      </w:r>
      <w:r w:rsidR="000F289C" w:rsidRPr="000F7DD1">
        <w:t xml:space="preserve"> roku</w:t>
      </w:r>
      <w:r w:rsidR="00315399" w:rsidRPr="000F7DD1">
        <w:t xml:space="preserve"> i nie jest późniejsza niż 30.06.2021 roku</w:t>
      </w:r>
      <w:bookmarkEnd w:id="19"/>
      <w:r w:rsidR="000F289C" w:rsidRPr="000F7DD1">
        <w:t>.</w:t>
      </w:r>
    </w:p>
    <w:p w14:paraId="043C7EC0" w14:textId="77777777" w:rsidR="003F3585" w:rsidRPr="000F7DD1" w:rsidRDefault="003F3585" w:rsidP="00747E18">
      <w:pPr>
        <w:pStyle w:val="Nagwek2"/>
        <w:spacing w:line="276" w:lineRule="auto"/>
        <w:rPr>
          <w:lang w:val="pl-PL"/>
        </w:rPr>
      </w:pPr>
      <w:bookmarkStart w:id="20" w:name="_Toc183523744"/>
      <w:r w:rsidRPr="000F7DD1">
        <w:rPr>
          <w:lang w:val="pl-PL"/>
        </w:rPr>
        <w:t>Dokumenty o</w:t>
      </w:r>
      <w:r w:rsidR="00E92D9D" w:rsidRPr="000F7DD1">
        <w:rPr>
          <w:lang w:val="pl-PL"/>
        </w:rPr>
        <w:t>bo</w:t>
      </w:r>
      <w:r w:rsidRPr="000F7DD1">
        <w:rPr>
          <w:lang w:val="pl-PL"/>
        </w:rPr>
        <w:t>wiązujące</w:t>
      </w:r>
      <w:r w:rsidR="00C43119" w:rsidRPr="000F7DD1">
        <w:rPr>
          <w:lang w:val="pl-PL"/>
        </w:rPr>
        <w:t xml:space="preserve"> i </w:t>
      </w:r>
      <w:r w:rsidR="00E92D9D" w:rsidRPr="000F7DD1">
        <w:rPr>
          <w:lang w:val="pl-PL"/>
        </w:rPr>
        <w:t>p</w:t>
      </w:r>
      <w:r w:rsidRPr="000F7DD1">
        <w:rPr>
          <w:lang w:val="pl-PL"/>
        </w:rPr>
        <w:t>o</w:t>
      </w:r>
      <w:r w:rsidR="00E92D9D" w:rsidRPr="000F7DD1">
        <w:rPr>
          <w:lang w:val="pl-PL"/>
        </w:rPr>
        <w:t>mo</w:t>
      </w:r>
      <w:r w:rsidRPr="000F7DD1">
        <w:rPr>
          <w:lang w:val="pl-PL"/>
        </w:rPr>
        <w:t>cnicze</w:t>
      </w:r>
      <w:bookmarkEnd w:id="17"/>
      <w:bookmarkEnd w:id="18"/>
      <w:bookmarkEnd w:id="20"/>
    </w:p>
    <w:p w14:paraId="1FD73E8E" w14:textId="77777777" w:rsidR="003F3585" w:rsidRPr="000F7DD1" w:rsidRDefault="003F3585" w:rsidP="00747E18">
      <w:pPr>
        <w:pStyle w:val="Nagwek3"/>
        <w:spacing w:line="276" w:lineRule="auto"/>
        <w:rPr>
          <w:lang w:val="pl-PL"/>
        </w:rPr>
      </w:pPr>
      <w:bookmarkStart w:id="21" w:name="_Toc341696559"/>
      <w:bookmarkStart w:id="22" w:name="_Toc349568556"/>
      <w:bookmarkStart w:id="23" w:name="_Toc183523745"/>
      <w:r w:rsidRPr="000F7DD1">
        <w:rPr>
          <w:lang w:val="pl-PL"/>
        </w:rPr>
        <w:t xml:space="preserve">Dokumenty </w:t>
      </w:r>
      <w:r w:rsidR="00437081" w:rsidRPr="000F7DD1">
        <w:rPr>
          <w:lang w:val="pl-PL"/>
        </w:rPr>
        <w:t>o</w:t>
      </w:r>
      <w:r w:rsidR="00E92D9D" w:rsidRPr="000F7DD1">
        <w:rPr>
          <w:lang w:val="pl-PL"/>
        </w:rPr>
        <w:t>bo</w:t>
      </w:r>
      <w:r w:rsidR="00437081" w:rsidRPr="000F7DD1">
        <w:rPr>
          <w:lang w:val="pl-PL"/>
        </w:rPr>
        <w:t>wiązując</w:t>
      </w:r>
      <w:r w:rsidRPr="000F7DD1">
        <w:rPr>
          <w:lang w:val="pl-PL"/>
        </w:rPr>
        <w:t>e</w:t>
      </w:r>
      <w:bookmarkEnd w:id="21"/>
      <w:bookmarkEnd w:id="22"/>
      <w:bookmarkEnd w:id="23"/>
    </w:p>
    <w:p w14:paraId="1F8786E9" w14:textId="739429CE" w:rsidR="007353A8" w:rsidRPr="000F7DD1" w:rsidRDefault="007353A8" w:rsidP="00747E18">
      <w:pPr>
        <w:pStyle w:val="Legenda"/>
      </w:pPr>
      <w:bookmarkStart w:id="24" w:name="_Ref341107414"/>
      <w:bookmarkStart w:id="25" w:name="_Toc183523759"/>
      <w:r w:rsidRPr="000F7DD1">
        <w:t xml:space="preserve">Tabela </w:t>
      </w:r>
      <w:fldSimple w:instr=" SEQ Tabela \* ARABIC ">
        <w:r w:rsidR="002E70C8">
          <w:rPr>
            <w:noProof/>
          </w:rPr>
          <w:t>3</w:t>
        </w:r>
      </w:fldSimple>
      <w:bookmarkEnd w:id="24"/>
      <w:r w:rsidRPr="000F7DD1">
        <w:t xml:space="preserve">. Wykaz dokumentów </w:t>
      </w:r>
      <w:r w:rsidR="00437081" w:rsidRPr="000F7DD1">
        <w:t>obowiązując</w:t>
      </w:r>
      <w:r w:rsidRPr="000F7DD1">
        <w:t>ych</w:t>
      </w:r>
      <w:bookmarkEnd w:id="25"/>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0F7DD1" w14:paraId="26910EBA"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480" w:type="dxa"/>
          </w:tcPr>
          <w:p w14:paraId="2D4F4A66" w14:textId="77777777" w:rsidR="00205E11" w:rsidRPr="000F7DD1" w:rsidRDefault="00205E11" w:rsidP="00747E18">
            <w:pPr>
              <w:pStyle w:val="Z2Nagwektabeli"/>
              <w:rPr>
                <w:rFonts w:ascii="Lato" w:hAnsi="Lato"/>
              </w:rPr>
            </w:pPr>
            <w:r w:rsidRPr="000F7DD1">
              <w:rPr>
                <w:rFonts w:ascii="Lato" w:hAnsi="Lato"/>
              </w:rPr>
              <w:t>Nr</w:t>
            </w:r>
          </w:p>
        </w:tc>
        <w:tc>
          <w:tcPr>
            <w:tcW w:w="3840" w:type="dxa"/>
          </w:tcPr>
          <w:p w14:paraId="55E5F5E8" w14:textId="77777777" w:rsidR="00205E11" w:rsidRPr="000F7DD1" w:rsidRDefault="00205E11" w:rsidP="00747E18">
            <w:pPr>
              <w:pStyle w:val="Z2Nagwektabeli"/>
              <w:rPr>
                <w:rFonts w:ascii="Lato" w:hAnsi="Lato"/>
              </w:rPr>
            </w:pPr>
            <w:r w:rsidRPr="000F7DD1">
              <w:rPr>
                <w:rFonts w:ascii="Lato" w:hAnsi="Lato"/>
              </w:rPr>
              <w:t>Nazwa</w:t>
            </w:r>
          </w:p>
        </w:tc>
        <w:tc>
          <w:tcPr>
            <w:tcW w:w="2411" w:type="dxa"/>
          </w:tcPr>
          <w:p w14:paraId="7217B0BA" w14:textId="77777777" w:rsidR="00205E11" w:rsidRPr="000F7DD1" w:rsidRDefault="00205E11" w:rsidP="00747E18">
            <w:pPr>
              <w:pStyle w:val="Z2Nagwektabeli"/>
              <w:rPr>
                <w:rFonts w:ascii="Lato" w:hAnsi="Lato"/>
              </w:rPr>
            </w:pPr>
            <w:r w:rsidRPr="000F7DD1">
              <w:rPr>
                <w:rFonts w:ascii="Lato" w:hAnsi="Lato"/>
              </w:rPr>
              <w:t>Identyfikator</w:t>
            </w:r>
          </w:p>
        </w:tc>
        <w:tc>
          <w:tcPr>
            <w:tcW w:w="1214" w:type="dxa"/>
          </w:tcPr>
          <w:p w14:paraId="11E3BB8C" w14:textId="77777777" w:rsidR="00205E11" w:rsidRPr="000F7DD1" w:rsidRDefault="00205E11" w:rsidP="00747E18">
            <w:pPr>
              <w:pStyle w:val="Z2Nagwektabeli"/>
              <w:rPr>
                <w:rFonts w:ascii="Lato" w:hAnsi="Lato"/>
              </w:rPr>
            </w:pPr>
            <w:r w:rsidRPr="000F7DD1">
              <w:rPr>
                <w:rFonts w:ascii="Lato" w:hAnsi="Lato"/>
              </w:rPr>
              <w:t>Wersja</w:t>
            </w:r>
          </w:p>
        </w:tc>
        <w:tc>
          <w:tcPr>
            <w:tcW w:w="1196" w:type="dxa"/>
          </w:tcPr>
          <w:p w14:paraId="689E9398" w14:textId="77777777" w:rsidR="00205E11" w:rsidRPr="000F7DD1" w:rsidRDefault="00205E11" w:rsidP="00747E18">
            <w:pPr>
              <w:pStyle w:val="Z2Nagwektabeli"/>
              <w:rPr>
                <w:rFonts w:ascii="Lato" w:hAnsi="Lato"/>
              </w:rPr>
            </w:pPr>
            <w:r w:rsidRPr="000F7DD1">
              <w:rPr>
                <w:rFonts w:ascii="Lato" w:hAnsi="Lato"/>
              </w:rPr>
              <w:t>Data wydania</w:t>
            </w:r>
          </w:p>
        </w:tc>
      </w:tr>
      <w:tr w:rsidR="00DD7D72" w:rsidRPr="000F7DD1" w14:paraId="348ACF75" w14:textId="77777777" w:rsidTr="000F7DD1">
        <w:tc>
          <w:tcPr>
            <w:tcW w:w="480" w:type="dxa"/>
          </w:tcPr>
          <w:p w14:paraId="25EECD9D" w14:textId="77777777" w:rsidR="00DD7D72" w:rsidRPr="000F7DD1" w:rsidRDefault="00DD7D72" w:rsidP="00747E18">
            <w:pPr>
              <w:pStyle w:val="Tabelazwyky"/>
            </w:pPr>
            <w:bookmarkStart w:id="26" w:name="_Ref361653747"/>
          </w:p>
        </w:tc>
        <w:bookmarkEnd w:id="26"/>
        <w:tc>
          <w:tcPr>
            <w:tcW w:w="3840" w:type="dxa"/>
          </w:tcPr>
          <w:p w14:paraId="5552C3EB" w14:textId="77777777" w:rsidR="00DD7D72" w:rsidRPr="000F7DD1" w:rsidRDefault="00DD7D72" w:rsidP="00747E18">
            <w:pPr>
              <w:pStyle w:val="Tabelazwyky"/>
            </w:pPr>
            <w:r w:rsidRPr="000F7DD1">
              <w:t>Dokumentacja techniczna powykonawcza: Specyfikacja komunikatów XML - część zewnętrzna</w:t>
            </w:r>
          </w:p>
        </w:tc>
        <w:tc>
          <w:tcPr>
            <w:tcW w:w="2411" w:type="dxa"/>
          </w:tcPr>
          <w:p w14:paraId="6332FDF0" w14:textId="77777777" w:rsidR="00DD7D72" w:rsidRPr="000F7DD1" w:rsidRDefault="00DD7D72" w:rsidP="00747E18">
            <w:pPr>
              <w:pStyle w:val="Tabelazwyky"/>
            </w:pPr>
            <w:r w:rsidRPr="000F7DD1">
              <w:t>ZF2-PWT-</w:t>
            </w:r>
            <w:r w:rsidR="00CA6819" w:rsidRPr="000F7DD1">
              <w:t>Dt</w:t>
            </w:r>
            <w:r w:rsidRPr="000F7DD1">
              <w:t>KXML-ZEWN</w:t>
            </w:r>
          </w:p>
        </w:tc>
        <w:tc>
          <w:tcPr>
            <w:tcW w:w="1214" w:type="dxa"/>
          </w:tcPr>
          <w:p w14:paraId="3644CBC9" w14:textId="77777777" w:rsidR="00DD7D72" w:rsidRPr="000F7DD1" w:rsidRDefault="00DD7D72" w:rsidP="00747E18">
            <w:pPr>
              <w:pStyle w:val="Tabelazwyky"/>
            </w:pPr>
            <w:r w:rsidRPr="000F7DD1">
              <w:t>n/d</w:t>
            </w:r>
          </w:p>
        </w:tc>
        <w:tc>
          <w:tcPr>
            <w:tcW w:w="1196" w:type="dxa"/>
          </w:tcPr>
          <w:p w14:paraId="084AB191" w14:textId="77777777" w:rsidR="00DD7D72" w:rsidRPr="000F7DD1" w:rsidRDefault="00DD7D72" w:rsidP="00747E18">
            <w:pPr>
              <w:pStyle w:val="Tabelazwyky"/>
            </w:pPr>
            <w:r w:rsidRPr="000F7DD1">
              <w:t>n/d</w:t>
            </w:r>
          </w:p>
        </w:tc>
      </w:tr>
    </w:tbl>
    <w:p w14:paraId="4C4595CB" w14:textId="77777777" w:rsidR="00205E11" w:rsidRPr="000F7DD1" w:rsidRDefault="00205E11" w:rsidP="00747E18">
      <w:pPr>
        <w:pStyle w:val="Nagwek3"/>
        <w:spacing w:line="276" w:lineRule="auto"/>
        <w:rPr>
          <w:lang w:val="pl-PL"/>
        </w:rPr>
      </w:pPr>
      <w:bookmarkStart w:id="27" w:name="_Toc341696560"/>
      <w:bookmarkStart w:id="28" w:name="_Toc349568557"/>
      <w:bookmarkStart w:id="29" w:name="_Toc361655060"/>
      <w:bookmarkStart w:id="30" w:name="_Toc361657246"/>
      <w:bookmarkStart w:id="31" w:name="_Toc361666184"/>
      <w:bookmarkStart w:id="32" w:name="_Toc361825485"/>
      <w:bookmarkStart w:id="33" w:name="_Toc183523746"/>
      <w:r w:rsidRPr="000F7DD1">
        <w:rPr>
          <w:lang w:val="pl-PL"/>
        </w:rPr>
        <w:t>Dokumenty pomocnicze</w:t>
      </w:r>
      <w:bookmarkEnd w:id="27"/>
      <w:bookmarkEnd w:id="28"/>
      <w:bookmarkEnd w:id="29"/>
      <w:bookmarkEnd w:id="30"/>
      <w:bookmarkEnd w:id="31"/>
      <w:bookmarkEnd w:id="32"/>
      <w:bookmarkEnd w:id="33"/>
    </w:p>
    <w:p w14:paraId="249061DE" w14:textId="11635B7F" w:rsidR="00205E11" w:rsidRPr="000F7DD1" w:rsidRDefault="00205E11" w:rsidP="00747E18">
      <w:pPr>
        <w:pStyle w:val="Legenda"/>
      </w:pPr>
      <w:bookmarkStart w:id="34" w:name="_Toc361655088"/>
      <w:bookmarkStart w:id="35" w:name="_Toc361657257"/>
      <w:bookmarkStart w:id="36" w:name="_Toc361666195"/>
      <w:bookmarkStart w:id="37" w:name="_Toc361825496"/>
      <w:bookmarkStart w:id="38" w:name="_Toc183523760"/>
      <w:r w:rsidRPr="000F7DD1">
        <w:t xml:space="preserve">Tabela </w:t>
      </w:r>
      <w:fldSimple w:instr=" SEQ Tabela \* ARABIC ">
        <w:r w:rsidR="002E70C8">
          <w:rPr>
            <w:noProof/>
          </w:rPr>
          <w:t>4</w:t>
        </w:r>
      </w:fldSimple>
      <w:r w:rsidRPr="000F7DD1">
        <w:t>. Wykaz dokumentów pomocniczych</w:t>
      </w:r>
      <w:bookmarkEnd w:id="34"/>
      <w:bookmarkEnd w:id="35"/>
      <w:bookmarkEnd w:id="36"/>
      <w:bookmarkEnd w:id="37"/>
      <w:bookmarkEnd w:id="38"/>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0F7DD1" w14:paraId="09600D0F"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480" w:type="dxa"/>
          </w:tcPr>
          <w:p w14:paraId="52074250" w14:textId="77777777" w:rsidR="00205E11" w:rsidRPr="000F7DD1" w:rsidRDefault="00205E11" w:rsidP="00747E18">
            <w:pPr>
              <w:pStyle w:val="Z2Nagwektabeli"/>
              <w:rPr>
                <w:rFonts w:ascii="Lato" w:hAnsi="Lato"/>
              </w:rPr>
            </w:pPr>
            <w:r w:rsidRPr="000F7DD1">
              <w:rPr>
                <w:rFonts w:ascii="Lato" w:hAnsi="Lato"/>
              </w:rPr>
              <w:t>Nr</w:t>
            </w:r>
          </w:p>
        </w:tc>
        <w:tc>
          <w:tcPr>
            <w:tcW w:w="3840" w:type="dxa"/>
          </w:tcPr>
          <w:p w14:paraId="7B87C788" w14:textId="77777777" w:rsidR="00205E11" w:rsidRPr="000F7DD1" w:rsidRDefault="00205E11" w:rsidP="00747E18">
            <w:pPr>
              <w:pStyle w:val="Z2Nagwektabeli"/>
              <w:rPr>
                <w:rFonts w:ascii="Lato" w:hAnsi="Lato"/>
              </w:rPr>
            </w:pPr>
            <w:r w:rsidRPr="000F7DD1">
              <w:rPr>
                <w:rFonts w:ascii="Lato" w:hAnsi="Lato"/>
              </w:rPr>
              <w:t>Nazwa</w:t>
            </w:r>
          </w:p>
        </w:tc>
        <w:tc>
          <w:tcPr>
            <w:tcW w:w="2400" w:type="dxa"/>
          </w:tcPr>
          <w:p w14:paraId="22FEAFC2" w14:textId="77777777" w:rsidR="00205E11" w:rsidRPr="000F7DD1" w:rsidRDefault="00205E11" w:rsidP="00747E18">
            <w:pPr>
              <w:pStyle w:val="Z2Nagwektabeli"/>
              <w:rPr>
                <w:rFonts w:ascii="Lato" w:hAnsi="Lato"/>
              </w:rPr>
            </w:pPr>
            <w:r w:rsidRPr="000F7DD1">
              <w:rPr>
                <w:rFonts w:ascii="Lato" w:hAnsi="Lato"/>
              </w:rPr>
              <w:t>Identyfikator</w:t>
            </w:r>
          </w:p>
        </w:tc>
        <w:tc>
          <w:tcPr>
            <w:tcW w:w="1200" w:type="dxa"/>
          </w:tcPr>
          <w:p w14:paraId="1FA968FD" w14:textId="77777777" w:rsidR="00205E11" w:rsidRPr="000F7DD1" w:rsidRDefault="00205E11" w:rsidP="00747E18">
            <w:pPr>
              <w:pStyle w:val="Z2Nagwektabeli"/>
              <w:rPr>
                <w:rFonts w:ascii="Lato" w:hAnsi="Lato"/>
              </w:rPr>
            </w:pPr>
            <w:r w:rsidRPr="000F7DD1">
              <w:rPr>
                <w:rFonts w:ascii="Lato" w:hAnsi="Lato"/>
              </w:rPr>
              <w:t>Wersja</w:t>
            </w:r>
          </w:p>
        </w:tc>
        <w:tc>
          <w:tcPr>
            <w:tcW w:w="1200" w:type="dxa"/>
          </w:tcPr>
          <w:p w14:paraId="412D7EA3" w14:textId="77777777" w:rsidR="00205E11" w:rsidRPr="000F7DD1" w:rsidRDefault="00205E11" w:rsidP="00747E18">
            <w:pPr>
              <w:pStyle w:val="Z2Nagwektabeli"/>
              <w:rPr>
                <w:rFonts w:ascii="Lato" w:hAnsi="Lato"/>
              </w:rPr>
            </w:pPr>
            <w:r w:rsidRPr="000F7DD1">
              <w:rPr>
                <w:rFonts w:ascii="Lato" w:hAnsi="Lato"/>
              </w:rPr>
              <w:t>Data wydania</w:t>
            </w:r>
          </w:p>
        </w:tc>
      </w:tr>
      <w:tr w:rsidR="00205E11" w:rsidRPr="000F7DD1" w14:paraId="11188E7D" w14:textId="77777777" w:rsidTr="000F7DD1">
        <w:tc>
          <w:tcPr>
            <w:tcW w:w="480" w:type="dxa"/>
          </w:tcPr>
          <w:p w14:paraId="44E1A3C2" w14:textId="77777777" w:rsidR="00205E11" w:rsidRPr="000F7DD1" w:rsidRDefault="00205E11" w:rsidP="00747E18">
            <w:pPr>
              <w:pStyle w:val="Tabelazwyky"/>
            </w:pPr>
          </w:p>
        </w:tc>
        <w:tc>
          <w:tcPr>
            <w:tcW w:w="3840" w:type="dxa"/>
          </w:tcPr>
          <w:p w14:paraId="1F5422DE" w14:textId="77777777" w:rsidR="00205E11" w:rsidRPr="000F7DD1" w:rsidRDefault="003A5EC7" w:rsidP="00747E18">
            <w:pPr>
              <w:pStyle w:val="Tabelazwyky"/>
            </w:pPr>
            <w:r w:rsidRPr="000F7DD1">
              <w:t>Brak</w:t>
            </w:r>
          </w:p>
        </w:tc>
        <w:tc>
          <w:tcPr>
            <w:tcW w:w="2400" w:type="dxa"/>
          </w:tcPr>
          <w:p w14:paraId="79CA6CDF" w14:textId="77777777" w:rsidR="00205E11" w:rsidRPr="000F7DD1" w:rsidRDefault="003A5EC7" w:rsidP="00747E18">
            <w:pPr>
              <w:pStyle w:val="Tabelazwyky"/>
            </w:pPr>
            <w:r w:rsidRPr="000F7DD1">
              <w:t>n/d</w:t>
            </w:r>
          </w:p>
        </w:tc>
        <w:tc>
          <w:tcPr>
            <w:tcW w:w="1200" w:type="dxa"/>
          </w:tcPr>
          <w:p w14:paraId="65BF9920" w14:textId="77777777" w:rsidR="00205E11" w:rsidRPr="000F7DD1" w:rsidRDefault="003A5EC7" w:rsidP="00747E18">
            <w:pPr>
              <w:pStyle w:val="Tabelazwyky"/>
            </w:pPr>
            <w:r w:rsidRPr="000F7DD1">
              <w:t>n/d</w:t>
            </w:r>
          </w:p>
        </w:tc>
        <w:tc>
          <w:tcPr>
            <w:tcW w:w="1200" w:type="dxa"/>
          </w:tcPr>
          <w:p w14:paraId="0262530B" w14:textId="77777777" w:rsidR="00205E11" w:rsidRPr="000F7DD1" w:rsidRDefault="003A5EC7" w:rsidP="00747E18">
            <w:pPr>
              <w:pStyle w:val="Tabelazwyky"/>
            </w:pPr>
            <w:r w:rsidRPr="000F7DD1">
              <w:t>n/d</w:t>
            </w:r>
          </w:p>
        </w:tc>
      </w:tr>
    </w:tbl>
    <w:p w14:paraId="1DA13170" w14:textId="77777777" w:rsidR="003F3585" w:rsidRPr="000F7DD1" w:rsidRDefault="00C43119" w:rsidP="00747E18">
      <w:pPr>
        <w:pStyle w:val="Nagwek2"/>
        <w:spacing w:line="276" w:lineRule="auto"/>
        <w:rPr>
          <w:lang w:val="pl-PL"/>
        </w:rPr>
      </w:pPr>
      <w:bookmarkStart w:id="39" w:name="_Toc341696561"/>
      <w:bookmarkStart w:id="40" w:name="_Toc349568558"/>
      <w:bookmarkStart w:id="41" w:name="_Toc183523747"/>
      <w:r w:rsidRPr="000F7DD1">
        <w:rPr>
          <w:lang w:val="pl-PL"/>
        </w:rPr>
        <w:t>Słownik przyjętych skrótów i terminów</w:t>
      </w:r>
      <w:bookmarkEnd w:id="39"/>
      <w:bookmarkEnd w:id="40"/>
      <w:bookmarkEnd w:id="41"/>
    </w:p>
    <w:p w14:paraId="4BF25441" w14:textId="77777777" w:rsidR="003F3585" w:rsidRPr="000F7DD1" w:rsidRDefault="00C43119" w:rsidP="00747E18">
      <w:pPr>
        <w:pStyle w:val="Nagwek3"/>
        <w:spacing w:line="276" w:lineRule="auto"/>
        <w:rPr>
          <w:lang w:val="pl-PL"/>
        </w:rPr>
      </w:pPr>
      <w:bookmarkStart w:id="42" w:name="_Toc341696562"/>
      <w:bookmarkStart w:id="43" w:name="_Toc349568559"/>
      <w:bookmarkStart w:id="44" w:name="_Toc183523748"/>
      <w:r w:rsidRPr="000F7DD1">
        <w:rPr>
          <w:lang w:val="pl-PL"/>
        </w:rPr>
        <w:t xml:space="preserve">Skróty i </w:t>
      </w:r>
      <w:r w:rsidR="00E92D9D" w:rsidRPr="000F7DD1">
        <w:rPr>
          <w:lang w:val="pl-PL"/>
        </w:rPr>
        <w:t>ak</w:t>
      </w:r>
      <w:r w:rsidR="003F3585" w:rsidRPr="000F7DD1">
        <w:rPr>
          <w:lang w:val="pl-PL"/>
        </w:rPr>
        <w:t>ronimy</w:t>
      </w:r>
      <w:bookmarkEnd w:id="42"/>
      <w:bookmarkEnd w:id="43"/>
      <w:bookmarkEnd w:id="44"/>
    </w:p>
    <w:p w14:paraId="2A970ECB" w14:textId="25EECFC4" w:rsidR="00034C39" w:rsidRPr="000F7DD1" w:rsidRDefault="00034C39" w:rsidP="00747E18">
      <w:pPr>
        <w:pStyle w:val="Legenda"/>
      </w:pPr>
      <w:bookmarkStart w:id="45" w:name="_Toc183523761"/>
      <w:r w:rsidRPr="000F7DD1">
        <w:t xml:space="preserve">Tabela </w:t>
      </w:r>
      <w:fldSimple w:instr=" SEQ Tabela \* ARABIC ">
        <w:r w:rsidR="002E70C8">
          <w:rPr>
            <w:noProof/>
          </w:rPr>
          <w:t>5</w:t>
        </w:r>
      </w:fldSimple>
      <w:r w:rsidRPr="000F7DD1">
        <w:t>. Wykaz skrótów i akronimów</w:t>
      </w:r>
      <w:bookmarkEnd w:id="45"/>
    </w:p>
    <w:tbl>
      <w:tblPr>
        <w:tblStyle w:val="Tabela-Siatka"/>
        <w:tblW w:w="9464" w:type="dxa"/>
        <w:tblLook w:val="01E0" w:firstRow="1" w:lastRow="1" w:firstColumn="1" w:lastColumn="1" w:noHBand="0" w:noVBand="0"/>
      </w:tblPr>
      <w:tblGrid>
        <w:gridCol w:w="2988"/>
        <w:gridCol w:w="6476"/>
      </w:tblGrid>
      <w:tr w:rsidR="003A5EC7" w:rsidRPr="000F7DD1" w14:paraId="1BCE729A"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2988" w:type="dxa"/>
          </w:tcPr>
          <w:p w14:paraId="001F38AC" w14:textId="77777777" w:rsidR="003A5EC7" w:rsidRPr="000F7DD1" w:rsidRDefault="003A5EC7" w:rsidP="00747E18">
            <w:pPr>
              <w:pStyle w:val="Z2Nagwektabeli"/>
              <w:rPr>
                <w:rFonts w:ascii="Lato" w:hAnsi="Lato"/>
              </w:rPr>
            </w:pPr>
            <w:r w:rsidRPr="000F7DD1">
              <w:rPr>
                <w:rFonts w:ascii="Lato" w:hAnsi="Lato"/>
              </w:rPr>
              <w:t>Skrót/Akronim</w:t>
            </w:r>
          </w:p>
        </w:tc>
        <w:tc>
          <w:tcPr>
            <w:tcW w:w="6476" w:type="dxa"/>
          </w:tcPr>
          <w:p w14:paraId="48CDD76E" w14:textId="77777777" w:rsidR="003A5EC7" w:rsidRPr="000F7DD1" w:rsidRDefault="003A5EC7" w:rsidP="00747E18">
            <w:pPr>
              <w:pStyle w:val="Z2Nagwektabeli"/>
              <w:rPr>
                <w:rFonts w:ascii="Lato" w:hAnsi="Lato"/>
              </w:rPr>
            </w:pPr>
            <w:r w:rsidRPr="000F7DD1">
              <w:rPr>
                <w:rFonts w:ascii="Lato" w:hAnsi="Lato"/>
              </w:rPr>
              <w:t>Objaśnienie</w:t>
            </w:r>
          </w:p>
        </w:tc>
      </w:tr>
      <w:tr w:rsidR="003A5EC7" w:rsidRPr="000F7DD1" w14:paraId="4243877A" w14:textId="77777777" w:rsidTr="000F7DD1">
        <w:tc>
          <w:tcPr>
            <w:tcW w:w="2988" w:type="dxa"/>
          </w:tcPr>
          <w:p w14:paraId="5A0F456D" w14:textId="77777777" w:rsidR="003A5EC7" w:rsidRPr="000F7DD1" w:rsidRDefault="003A5EC7" w:rsidP="00747E18">
            <w:pPr>
              <w:pStyle w:val="Tabelazwyky"/>
            </w:pPr>
            <w:r w:rsidRPr="000F7DD1">
              <w:t>AIS</w:t>
            </w:r>
          </w:p>
        </w:tc>
        <w:tc>
          <w:tcPr>
            <w:tcW w:w="6476" w:type="dxa"/>
          </w:tcPr>
          <w:p w14:paraId="16E74B61" w14:textId="77777777" w:rsidR="003A5EC7" w:rsidRPr="000F7DD1" w:rsidRDefault="003A5EC7" w:rsidP="00747E18">
            <w:pPr>
              <w:pStyle w:val="Tabelazwyky"/>
            </w:pPr>
            <w:r w:rsidRPr="00E20155">
              <w:rPr>
                <w:lang w:val="en-GB"/>
              </w:rPr>
              <w:t>Automated Import System</w:t>
            </w:r>
            <w:r w:rsidRPr="000F7DD1">
              <w:t xml:space="preserve"> – Automatyczny System Importu. Także projekt „Programu e-Cło”.</w:t>
            </w:r>
          </w:p>
        </w:tc>
      </w:tr>
      <w:tr w:rsidR="003A5EC7" w:rsidRPr="000F7DD1" w14:paraId="6BC7CE02" w14:textId="77777777" w:rsidTr="000F7DD1">
        <w:tc>
          <w:tcPr>
            <w:tcW w:w="2988" w:type="dxa"/>
          </w:tcPr>
          <w:p w14:paraId="33B138D9" w14:textId="77777777" w:rsidR="003A5EC7" w:rsidRPr="000F7DD1" w:rsidRDefault="003A5EC7" w:rsidP="00747E18">
            <w:pPr>
              <w:pStyle w:val="Tabelazwyky"/>
            </w:pPr>
            <w:r w:rsidRPr="000F7DD1">
              <w:t>ARI@DNA2</w:t>
            </w:r>
          </w:p>
        </w:tc>
        <w:tc>
          <w:tcPr>
            <w:tcW w:w="6476" w:type="dxa"/>
          </w:tcPr>
          <w:p w14:paraId="30DEBB65" w14:textId="77777777" w:rsidR="003A5EC7" w:rsidRPr="000F7DD1" w:rsidRDefault="003A5EC7" w:rsidP="00747E18">
            <w:pPr>
              <w:pStyle w:val="Tabelazwyky"/>
            </w:pPr>
            <w:r w:rsidRPr="000F7DD1">
              <w:t>Hurtownia danych Administracji Celnej.</w:t>
            </w:r>
          </w:p>
        </w:tc>
      </w:tr>
      <w:tr w:rsidR="003A5EC7" w:rsidRPr="000F7DD1" w14:paraId="0EBBA572" w14:textId="77777777" w:rsidTr="000F7DD1">
        <w:tc>
          <w:tcPr>
            <w:tcW w:w="2988" w:type="dxa"/>
          </w:tcPr>
          <w:p w14:paraId="6B370508" w14:textId="77777777" w:rsidR="003A5EC7" w:rsidRPr="000F7DD1" w:rsidRDefault="003A5EC7" w:rsidP="00747E18">
            <w:pPr>
              <w:pStyle w:val="Tabelazwyky"/>
            </w:pPr>
            <w:r w:rsidRPr="000F7DD1">
              <w:t>CELINA</w:t>
            </w:r>
          </w:p>
        </w:tc>
        <w:tc>
          <w:tcPr>
            <w:tcW w:w="6476" w:type="dxa"/>
          </w:tcPr>
          <w:p w14:paraId="38C8E9BC" w14:textId="77777777" w:rsidR="003A5EC7" w:rsidRPr="000F7DD1" w:rsidRDefault="003A5EC7" w:rsidP="00747E18">
            <w:pPr>
              <w:pStyle w:val="Default"/>
              <w:spacing w:before="60" w:after="60" w:line="276" w:lineRule="auto"/>
              <w:rPr>
                <w:rFonts w:ascii="Lato" w:hAnsi="Lato" w:cs="Arial"/>
                <w:color w:val="auto"/>
                <w:sz w:val="20"/>
                <w:szCs w:val="20"/>
              </w:rPr>
            </w:pPr>
            <w:r w:rsidRPr="000F7DD1">
              <w:rPr>
                <w:rFonts w:ascii="Lato" w:hAnsi="Lato" w:cs="Arial"/>
                <w:color w:val="auto"/>
                <w:sz w:val="20"/>
                <w:szCs w:val="20"/>
              </w:rPr>
              <w:t>System obsługi zgłoszeń celnych.</w:t>
            </w:r>
          </w:p>
        </w:tc>
      </w:tr>
      <w:tr w:rsidR="003A5EC7" w:rsidRPr="000F7DD1" w14:paraId="74BC1BDF" w14:textId="77777777" w:rsidTr="000F7DD1">
        <w:tc>
          <w:tcPr>
            <w:tcW w:w="2988" w:type="dxa"/>
          </w:tcPr>
          <w:p w14:paraId="4FC6B937" w14:textId="77777777" w:rsidR="003A5EC7" w:rsidRPr="000F7DD1" w:rsidRDefault="003A5EC7" w:rsidP="00747E18">
            <w:pPr>
              <w:pStyle w:val="Tabelazwyky"/>
            </w:pPr>
            <w:r w:rsidRPr="000F7DD1">
              <w:t>ECIP</w:t>
            </w:r>
          </w:p>
        </w:tc>
        <w:tc>
          <w:tcPr>
            <w:tcW w:w="6476" w:type="dxa"/>
          </w:tcPr>
          <w:p w14:paraId="15BC52AB" w14:textId="77777777" w:rsidR="003A5EC7" w:rsidRPr="000F7DD1" w:rsidRDefault="003A5EC7" w:rsidP="00747E18">
            <w:pPr>
              <w:pStyle w:val="Tabelazwyky"/>
            </w:pPr>
            <w:r w:rsidRPr="00E20155">
              <w:rPr>
                <w:lang w:val="en-GB"/>
              </w:rPr>
              <w:t>EU Customs Information Portal</w:t>
            </w:r>
            <w:r w:rsidRPr="000F7DD1">
              <w:t xml:space="preserve"> – Europejski Portal Informacji Celnej. </w:t>
            </w:r>
          </w:p>
        </w:tc>
      </w:tr>
      <w:tr w:rsidR="003A5EC7" w:rsidRPr="000F7DD1" w14:paraId="7CA06EE4" w14:textId="77777777" w:rsidTr="000F7DD1">
        <w:tc>
          <w:tcPr>
            <w:tcW w:w="2988" w:type="dxa"/>
          </w:tcPr>
          <w:p w14:paraId="6F862B3A" w14:textId="77777777" w:rsidR="003A5EC7" w:rsidRPr="000F7DD1" w:rsidRDefault="003A5EC7" w:rsidP="00747E18">
            <w:pPr>
              <w:pStyle w:val="Tabelazwyky"/>
            </w:pPr>
            <w:r w:rsidRPr="000F7DD1">
              <w:lastRenderedPageBreak/>
              <w:t xml:space="preserve">ECIP/SEAP PL </w:t>
            </w:r>
          </w:p>
        </w:tc>
        <w:tc>
          <w:tcPr>
            <w:tcW w:w="6476" w:type="dxa"/>
          </w:tcPr>
          <w:p w14:paraId="09353B99" w14:textId="77777777" w:rsidR="003A5EC7" w:rsidRPr="000F7DD1" w:rsidRDefault="003A5EC7" w:rsidP="00747E18">
            <w:pPr>
              <w:pStyle w:val="Tabelazwyky"/>
            </w:pPr>
            <w:r w:rsidRPr="00E20155">
              <w:rPr>
                <w:lang w:val="en-GB"/>
              </w:rPr>
              <w:t>European Customs Information Portal</w:t>
            </w:r>
            <w:r w:rsidRPr="000F7DD1">
              <w:t xml:space="preserve"> - Europejski Informacyjny Portal Celny</w:t>
            </w:r>
          </w:p>
          <w:p w14:paraId="5A3C02DE" w14:textId="77777777" w:rsidR="003A5EC7" w:rsidRPr="000F7DD1" w:rsidRDefault="003A5EC7" w:rsidP="00747E18">
            <w:pPr>
              <w:pStyle w:val="Tabelazwyky"/>
            </w:pPr>
            <w:r w:rsidRPr="00E20155">
              <w:rPr>
                <w:lang w:val="en-GB"/>
              </w:rPr>
              <w:t>Single Electronic Access Point</w:t>
            </w:r>
            <w:r w:rsidRPr="000F7DD1">
              <w:t xml:space="preserve"> - Pojedynczy Elektroniczny Punkt Dostępu</w:t>
            </w:r>
          </w:p>
          <w:p w14:paraId="4B46F7E2" w14:textId="77777777" w:rsidR="003A5EC7" w:rsidRPr="000F7DD1" w:rsidRDefault="003A5EC7" w:rsidP="00747E18">
            <w:pPr>
              <w:pStyle w:val="Tabelazwyky"/>
            </w:pPr>
            <w:r w:rsidRPr="000F7DD1">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0F7DD1" w14:paraId="75A5D75B" w14:textId="77777777" w:rsidTr="000F7DD1">
        <w:tc>
          <w:tcPr>
            <w:tcW w:w="2988" w:type="dxa"/>
          </w:tcPr>
          <w:p w14:paraId="31CB2035" w14:textId="77777777" w:rsidR="003A5EC7" w:rsidRPr="000F7DD1" w:rsidRDefault="003A5EC7" w:rsidP="00747E18">
            <w:pPr>
              <w:pStyle w:val="Tabelazwyky"/>
            </w:pPr>
            <w:r w:rsidRPr="000F7DD1">
              <w:t>ESB</w:t>
            </w:r>
          </w:p>
        </w:tc>
        <w:tc>
          <w:tcPr>
            <w:tcW w:w="6476" w:type="dxa"/>
          </w:tcPr>
          <w:p w14:paraId="589F6300" w14:textId="77777777" w:rsidR="003A5EC7" w:rsidRPr="000F7DD1" w:rsidRDefault="003A5EC7" w:rsidP="00747E18">
            <w:pPr>
              <w:pStyle w:val="Tabelazwyky"/>
            </w:pPr>
            <w:r w:rsidRPr="00E20155">
              <w:rPr>
                <w:lang w:val="en-GB"/>
              </w:rPr>
              <w:t>Enterprise Service Bus</w:t>
            </w:r>
            <w:r w:rsidRPr="000F7DD1">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0F7DD1" w14:paraId="01B96964" w14:textId="77777777" w:rsidTr="000F7DD1">
        <w:tc>
          <w:tcPr>
            <w:tcW w:w="2988" w:type="dxa"/>
          </w:tcPr>
          <w:p w14:paraId="7643AE86" w14:textId="77777777" w:rsidR="003A5EC7" w:rsidRPr="000F7DD1" w:rsidRDefault="003A5EC7" w:rsidP="00747E18">
            <w:pPr>
              <w:pStyle w:val="Tabelazwyky"/>
            </w:pPr>
            <w:r w:rsidRPr="000F7DD1">
              <w:t>ESKS</w:t>
            </w:r>
          </w:p>
        </w:tc>
        <w:tc>
          <w:tcPr>
            <w:tcW w:w="6476" w:type="dxa"/>
          </w:tcPr>
          <w:p w14:paraId="1D8B3D3F" w14:textId="77777777" w:rsidR="003A5EC7" w:rsidRPr="000F7DD1" w:rsidRDefault="003A5EC7" w:rsidP="00747E18">
            <w:pPr>
              <w:pStyle w:val="Tabelazwyky"/>
            </w:pPr>
            <w:r w:rsidRPr="000F7DD1">
              <w:t xml:space="preserve">Ewidencja Spraw Karnych Skarbowych - system informatyczny usprawniający pracę </w:t>
            </w:r>
            <w:r w:rsidR="000E21A3" w:rsidRPr="000F7DD1">
              <w:t xml:space="preserve">Administracji Skarbowej </w:t>
            </w:r>
            <w:r w:rsidRPr="000F7DD1">
              <w:t xml:space="preserve">w zakresie rejestracji spraw o przestępstwa </w:t>
            </w:r>
            <w:r w:rsidRPr="000F7DD1">
              <w:br/>
              <w:t xml:space="preserve">i wykroczenia skarbowe oraz ewidencjonowania grzywien nakładanych </w:t>
            </w:r>
            <w:r w:rsidRPr="000F7DD1">
              <w:br/>
              <w:t>w drodze mandatu karnego.</w:t>
            </w:r>
          </w:p>
        </w:tc>
      </w:tr>
      <w:tr w:rsidR="003A5EC7" w:rsidRPr="000F7DD1" w14:paraId="1460A942" w14:textId="77777777" w:rsidTr="000F7DD1">
        <w:tc>
          <w:tcPr>
            <w:tcW w:w="2988" w:type="dxa"/>
          </w:tcPr>
          <w:p w14:paraId="410CCA17" w14:textId="77777777" w:rsidR="003A5EC7" w:rsidRPr="000F7DD1" w:rsidRDefault="003A5EC7" w:rsidP="00747E18">
            <w:pPr>
              <w:pStyle w:val="Tabelazwyky"/>
            </w:pPr>
            <w:r w:rsidRPr="000F7DD1">
              <w:t>HERMES2</w:t>
            </w:r>
          </w:p>
        </w:tc>
        <w:tc>
          <w:tcPr>
            <w:tcW w:w="6476" w:type="dxa"/>
          </w:tcPr>
          <w:p w14:paraId="22B1A701" w14:textId="77777777" w:rsidR="003A5EC7" w:rsidRPr="000F7DD1" w:rsidRDefault="003A5EC7" w:rsidP="00747E18">
            <w:pPr>
              <w:pStyle w:val="Tabelazwyky"/>
            </w:pPr>
            <w:r w:rsidRPr="000F7DD1">
              <w:t>Projekt „Programu e-Cło” obejmujący wdrożenie Systemu Zarządzania Zasobami Ludzkimi.</w:t>
            </w:r>
          </w:p>
        </w:tc>
      </w:tr>
      <w:tr w:rsidR="003A5EC7" w:rsidRPr="000F7DD1" w14:paraId="77ED0E57" w14:textId="77777777" w:rsidTr="000F7DD1">
        <w:tc>
          <w:tcPr>
            <w:tcW w:w="2988" w:type="dxa"/>
          </w:tcPr>
          <w:p w14:paraId="5B49FEEC" w14:textId="77777777" w:rsidR="003A5EC7" w:rsidRPr="000F7DD1" w:rsidRDefault="003A5EC7" w:rsidP="00747E18">
            <w:pPr>
              <w:pStyle w:val="Tabelazwyky"/>
            </w:pPr>
            <w:r w:rsidRPr="000F7DD1">
              <w:t>HTTP</w:t>
            </w:r>
          </w:p>
        </w:tc>
        <w:tc>
          <w:tcPr>
            <w:tcW w:w="6476" w:type="dxa"/>
          </w:tcPr>
          <w:p w14:paraId="40C59B8C" w14:textId="77777777" w:rsidR="003A5EC7" w:rsidRPr="000F7DD1" w:rsidRDefault="003A5EC7" w:rsidP="00747E18">
            <w:pPr>
              <w:pStyle w:val="Tabelazwyky"/>
            </w:pPr>
            <w:r w:rsidRPr="00E20155">
              <w:rPr>
                <w:lang w:val="en-GB"/>
              </w:rPr>
              <w:t>Hypertext Transfer Protocol</w:t>
            </w:r>
            <w:r w:rsidRPr="000F7DD1">
              <w:t xml:space="preserve"> – protokół przesyłania dokumentów hipertekstowych.</w:t>
            </w:r>
          </w:p>
        </w:tc>
      </w:tr>
      <w:tr w:rsidR="003A5EC7" w:rsidRPr="000F7DD1" w14:paraId="16495C2E" w14:textId="77777777" w:rsidTr="000F7DD1">
        <w:tc>
          <w:tcPr>
            <w:tcW w:w="2988" w:type="dxa"/>
          </w:tcPr>
          <w:p w14:paraId="5C4C208E" w14:textId="77777777" w:rsidR="003A5EC7" w:rsidRPr="000F7DD1" w:rsidRDefault="003A5EC7" w:rsidP="00747E18">
            <w:pPr>
              <w:pStyle w:val="Tabelazwyky"/>
            </w:pPr>
            <w:r w:rsidRPr="000F7DD1">
              <w:t>ISZTAR</w:t>
            </w:r>
          </w:p>
        </w:tc>
        <w:tc>
          <w:tcPr>
            <w:tcW w:w="6476" w:type="dxa"/>
          </w:tcPr>
          <w:p w14:paraId="6F89D8A6" w14:textId="77777777" w:rsidR="003A5EC7" w:rsidRPr="000F7DD1" w:rsidRDefault="003A5EC7" w:rsidP="00747E18">
            <w:pPr>
              <w:pStyle w:val="Tabelazwyky"/>
            </w:pPr>
            <w:r w:rsidRPr="000F7DD1">
              <w:t xml:space="preserve">System Zintegrowanej Taryfy Celnej. </w:t>
            </w:r>
          </w:p>
        </w:tc>
      </w:tr>
      <w:tr w:rsidR="003A5EC7" w:rsidRPr="000F7DD1" w14:paraId="3F82E013" w14:textId="77777777" w:rsidTr="000F7DD1">
        <w:tc>
          <w:tcPr>
            <w:tcW w:w="2988" w:type="dxa"/>
          </w:tcPr>
          <w:p w14:paraId="17621E90" w14:textId="77777777" w:rsidR="003A5EC7" w:rsidRPr="000F7DD1" w:rsidRDefault="003A5EC7" w:rsidP="00747E18">
            <w:pPr>
              <w:pStyle w:val="Tabelazwyky"/>
            </w:pPr>
            <w:r w:rsidRPr="000F7DD1">
              <w:t>ISZTAR4</w:t>
            </w:r>
          </w:p>
        </w:tc>
        <w:tc>
          <w:tcPr>
            <w:tcW w:w="6476" w:type="dxa"/>
          </w:tcPr>
          <w:p w14:paraId="2A3B4997" w14:textId="77777777" w:rsidR="003A5EC7" w:rsidRPr="000F7DD1" w:rsidRDefault="003A5EC7" w:rsidP="00747E18">
            <w:pPr>
              <w:pStyle w:val="Tabelazwyky"/>
            </w:pPr>
            <w:r w:rsidRPr="000F7DD1">
              <w:t xml:space="preserve">System ISZTAR4 – Projekt w ramach Obszaru Zintegrowanej Taryfy Celnej, obejmujący przebudowę systemu w technologii wymiany komunikatów MCA, rozwój funkcjonalności zgodnie z </w:t>
            </w:r>
            <w:r w:rsidRPr="00E20155">
              <w:rPr>
                <w:lang w:val="en-GB"/>
              </w:rPr>
              <w:t>Integrated Tariff Environment i TARIC</w:t>
            </w:r>
            <w:r w:rsidRPr="000F7DD1">
              <w:t xml:space="preserve"> oraz opracowane testy regresywne i przebudowę i integrację EBTI PL z portalem ECIP PL. Projekt Programu e-Cło.</w:t>
            </w:r>
          </w:p>
        </w:tc>
      </w:tr>
      <w:tr w:rsidR="003A5EC7" w:rsidRPr="000F7DD1" w14:paraId="13691483" w14:textId="77777777" w:rsidTr="000F7DD1">
        <w:tc>
          <w:tcPr>
            <w:tcW w:w="2988" w:type="dxa"/>
          </w:tcPr>
          <w:p w14:paraId="1ADB17EA" w14:textId="77777777" w:rsidR="003A5EC7" w:rsidRPr="000F7DD1" w:rsidRDefault="003A5EC7" w:rsidP="00747E18">
            <w:pPr>
              <w:pStyle w:val="Tabelazwyky"/>
            </w:pPr>
            <w:r w:rsidRPr="000F7DD1">
              <w:t>OSOZ2</w:t>
            </w:r>
          </w:p>
        </w:tc>
        <w:tc>
          <w:tcPr>
            <w:tcW w:w="6476" w:type="dxa"/>
          </w:tcPr>
          <w:p w14:paraId="62312BC5" w14:textId="77777777" w:rsidR="003A5EC7" w:rsidRPr="000F7DD1" w:rsidRDefault="003A5EC7" w:rsidP="00747E18">
            <w:pPr>
              <w:pStyle w:val="Tabelazwyky"/>
            </w:pPr>
            <w:r w:rsidRPr="000F7DD1">
              <w:t>Projekt „Programu e-Cło” Zintegrowany System Obsługi Zabezpieczeń.</w:t>
            </w:r>
          </w:p>
        </w:tc>
      </w:tr>
      <w:tr w:rsidR="003A5EC7" w:rsidRPr="000F7DD1" w14:paraId="1AA3DF73" w14:textId="77777777" w:rsidTr="000F7DD1">
        <w:tc>
          <w:tcPr>
            <w:tcW w:w="2988" w:type="dxa"/>
          </w:tcPr>
          <w:p w14:paraId="4144A74D" w14:textId="77777777" w:rsidR="003A5EC7" w:rsidRPr="000F7DD1" w:rsidRDefault="003A5EC7" w:rsidP="00747E18">
            <w:pPr>
              <w:pStyle w:val="Tabelazwyky"/>
            </w:pPr>
            <w:r w:rsidRPr="000F7DD1">
              <w:t>OWNRES</w:t>
            </w:r>
          </w:p>
        </w:tc>
        <w:tc>
          <w:tcPr>
            <w:tcW w:w="6476" w:type="dxa"/>
          </w:tcPr>
          <w:p w14:paraId="01D31A48" w14:textId="77777777" w:rsidR="003A5EC7" w:rsidRPr="000F7DD1" w:rsidRDefault="003A5EC7" w:rsidP="00747E18">
            <w:pPr>
              <w:pStyle w:val="Tabelazwyky"/>
            </w:pPr>
            <w:proofErr w:type="spellStart"/>
            <w:r w:rsidRPr="000F7DD1">
              <w:t>O</w:t>
            </w:r>
            <w:r w:rsidRPr="00E20155">
              <w:rPr>
                <w:lang w:val="en-GB"/>
              </w:rPr>
              <w:t>WNRESou</w:t>
            </w:r>
            <w:r w:rsidRPr="000F7DD1">
              <w:t>rces</w:t>
            </w:r>
            <w:proofErr w:type="spellEnd"/>
            <w:r w:rsidRPr="000F7DD1">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0F7DD1" w14:paraId="442C4644" w14:textId="77777777" w:rsidTr="000F7DD1">
        <w:tc>
          <w:tcPr>
            <w:tcW w:w="2988" w:type="dxa"/>
          </w:tcPr>
          <w:p w14:paraId="1BC00776" w14:textId="77777777" w:rsidR="003A5EC7" w:rsidRPr="000F7DD1" w:rsidRDefault="003A5EC7" w:rsidP="00747E18">
            <w:pPr>
              <w:pStyle w:val="Tabelazwyky"/>
            </w:pPr>
            <w:r w:rsidRPr="000F7DD1">
              <w:t>PDR</w:t>
            </w:r>
          </w:p>
        </w:tc>
        <w:tc>
          <w:tcPr>
            <w:tcW w:w="6476" w:type="dxa"/>
          </w:tcPr>
          <w:p w14:paraId="30EB0BB1" w14:textId="77777777" w:rsidR="003A5EC7" w:rsidRPr="000F7DD1" w:rsidRDefault="003A5EC7" w:rsidP="00747E18">
            <w:pPr>
              <w:pStyle w:val="Tabelazwyky"/>
            </w:pPr>
            <w:r w:rsidRPr="000F7DD1">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0F7DD1">
              <w:br/>
              <w:t>w ramach Programu e-Cło.</w:t>
            </w:r>
          </w:p>
        </w:tc>
      </w:tr>
      <w:tr w:rsidR="003A5EC7" w:rsidRPr="000F7DD1" w14:paraId="29133410" w14:textId="77777777" w:rsidTr="000F7DD1">
        <w:tc>
          <w:tcPr>
            <w:tcW w:w="2988" w:type="dxa"/>
          </w:tcPr>
          <w:p w14:paraId="719064AF" w14:textId="77777777" w:rsidR="003A5EC7" w:rsidRPr="000F7DD1" w:rsidRDefault="003A5EC7" w:rsidP="00747E18">
            <w:pPr>
              <w:pStyle w:val="Tabelazwyky"/>
            </w:pPr>
            <w:r w:rsidRPr="000F7DD1">
              <w:t>PKI</w:t>
            </w:r>
          </w:p>
        </w:tc>
        <w:tc>
          <w:tcPr>
            <w:tcW w:w="6476" w:type="dxa"/>
          </w:tcPr>
          <w:p w14:paraId="4B738070" w14:textId="77777777" w:rsidR="003A5EC7" w:rsidRPr="000F7DD1" w:rsidRDefault="003A5EC7" w:rsidP="00747E18">
            <w:pPr>
              <w:pStyle w:val="Tabelazwyky"/>
            </w:pPr>
            <w:r w:rsidRPr="000F7DD1">
              <w:t xml:space="preserve">Projekt Programu e-Cło przewidujący stworzenie jednolitego podsystemu uwierzytelniania dla wszystkich systemów i użytkowników </w:t>
            </w:r>
            <w:r w:rsidRPr="000F7DD1">
              <w:lastRenderedPageBreak/>
              <w:t xml:space="preserve">wewnętrznych  wraz  z </w:t>
            </w:r>
            <w:r w:rsidRPr="00E20155">
              <w:rPr>
                <w:lang w:val="en-GB"/>
              </w:rPr>
              <w:t>Public Key Infrastructure</w:t>
            </w:r>
            <w:r w:rsidRPr="000F7DD1">
              <w:t xml:space="preserve">  i funkcjonalnością/technologią jednokrotnego uwierzytelniania </w:t>
            </w:r>
            <w:r w:rsidRPr="00E20155">
              <w:rPr>
                <w:lang w:val="en-GB"/>
              </w:rPr>
              <w:t>Single Sign On (SSO).</w:t>
            </w:r>
          </w:p>
        </w:tc>
      </w:tr>
      <w:tr w:rsidR="003A5EC7" w:rsidRPr="000F7DD1" w14:paraId="638CAFAF" w14:textId="77777777" w:rsidTr="000F7DD1">
        <w:tc>
          <w:tcPr>
            <w:tcW w:w="2988" w:type="dxa"/>
          </w:tcPr>
          <w:p w14:paraId="60C10873" w14:textId="77777777" w:rsidR="003A5EC7" w:rsidRPr="000F7DD1" w:rsidRDefault="003A5EC7" w:rsidP="00747E18">
            <w:pPr>
              <w:pStyle w:val="Tabelazwyky"/>
            </w:pPr>
            <w:r w:rsidRPr="000F7DD1">
              <w:lastRenderedPageBreak/>
              <w:t>POLTAX</w:t>
            </w:r>
          </w:p>
        </w:tc>
        <w:tc>
          <w:tcPr>
            <w:tcW w:w="6476" w:type="dxa"/>
          </w:tcPr>
          <w:p w14:paraId="686E1E48" w14:textId="77777777" w:rsidR="003A5EC7" w:rsidRPr="000F7DD1" w:rsidRDefault="003A5EC7" w:rsidP="00747E18">
            <w:pPr>
              <w:pStyle w:val="Tabelazwyky"/>
            </w:pPr>
            <w:r w:rsidRPr="000F7DD1">
              <w:t>System ewidencjonowania i przetwarzania danych o podatnikach wykorzystywany w urzędach skarbowych wspomagający działalność administracji podatkowej.</w:t>
            </w:r>
          </w:p>
        </w:tc>
      </w:tr>
      <w:tr w:rsidR="003A5EC7" w:rsidRPr="000F7DD1" w14:paraId="3FD9BB93" w14:textId="77777777" w:rsidTr="000F7DD1">
        <w:tc>
          <w:tcPr>
            <w:tcW w:w="2988" w:type="dxa"/>
          </w:tcPr>
          <w:p w14:paraId="273CAC42" w14:textId="77777777" w:rsidR="003A5EC7" w:rsidRPr="000F7DD1" w:rsidRDefault="003A5EC7" w:rsidP="00747E18">
            <w:pPr>
              <w:pStyle w:val="Tabelazwyky"/>
            </w:pPr>
            <w:r w:rsidRPr="000F7DD1">
              <w:t>SK</w:t>
            </w:r>
          </w:p>
        </w:tc>
        <w:tc>
          <w:tcPr>
            <w:tcW w:w="6476" w:type="dxa"/>
          </w:tcPr>
          <w:p w14:paraId="5DA93817" w14:textId="77777777" w:rsidR="003A5EC7" w:rsidRPr="000F7DD1" w:rsidRDefault="003A5EC7" w:rsidP="00747E18">
            <w:pPr>
              <w:pStyle w:val="Tabelazwyky"/>
            </w:pPr>
            <w:r w:rsidRPr="000F7DD1">
              <w:t>System informatyczny przeznaczony do prowadzenia ksiąg rachunkowych w formie elektronicznej.</w:t>
            </w:r>
          </w:p>
        </w:tc>
      </w:tr>
      <w:tr w:rsidR="003A5EC7" w:rsidRPr="000F7DD1" w14:paraId="4FEC3FD7" w14:textId="77777777" w:rsidTr="000F7DD1">
        <w:tc>
          <w:tcPr>
            <w:tcW w:w="2988" w:type="dxa"/>
          </w:tcPr>
          <w:p w14:paraId="1EFDBB7D" w14:textId="77777777" w:rsidR="003A5EC7" w:rsidRPr="000F7DD1" w:rsidRDefault="003A5EC7" w:rsidP="00747E18">
            <w:pPr>
              <w:pStyle w:val="Tabelazwyky"/>
            </w:pPr>
            <w:r w:rsidRPr="000F7DD1">
              <w:t>SOA</w:t>
            </w:r>
          </w:p>
        </w:tc>
        <w:tc>
          <w:tcPr>
            <w:tcW w:w="6476" w:type="dxa"/>
          </w:tcPr>
          <w:p w14:paraId="070E7006" w14:textId="77777777" w:rsidR="003A5EC7" w:rsidRPr="000F7DD1" w:rsidRDefault="003A5EC7" w:rsidP="00747E18">
            <w:pPr>
              <w:pStyle w:val="Tabelazwyky"/>
            </w:pPr>
            <w:r w:rsidRPr="000F7DD1">
              <w:t xml:space="preserve">Architektura oparta na usługach (ang. </w:t>
            </w:r>
            <w:r w:rsidRPr="00E20155">
              <w:rPr>
                <w:lang w:val="en-GB"/>
              </w:rPr>
              <w:t>Service-Oriented Architecture</w:t>
            </w:r>
            <w:r w:rsidRPr="000F7DD1">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0F7DD1" w14:paraId="64C0E151" w14:textId="77777777" w:rsidTr="000F7DD1">
        <w:tc>
          <w:tcPr>
            <w:tcW w:w="2988" w:type="dxa"/>
          </w:tcPr>
          <w:p w14:paraId="3559F4A5" w14:textId="77777777" w:rsidR="003A5EC7" w:rsidRPr="000F7DD1" w:rsidRDefault="003A5EC7" w:rsidP="00747E18">
            <w:pPr>
              <w:pStyle w:val="Tabelazwyky"/>
            </w:pPr>
            <w:r w:rsidRPr="000F7DD1">
              <w:t>SOAP</w:t>
            </w:r>
          </w:p>
        </w:tc>
        <w:tc>
          <w:tcPr>
            <w:tcW w:w="6476" w:type="dxa"/>
          </w:tcPr>
          <w:p w14:paraId="570B3A1A" w14:textId="77777777" w:rsidR="003A5EC7" w:rsidRPr="000F7DD1" w:rsidRDefault="003A5EC7" w:rsidP="00747E18">
            <w:pPr>
              <w:pStyle w:val="Tabelazwyky"/>
            </w:pPr>
            <w:r w:rsidRPr="00E20155">
              <w:rPr>
                <w:lang w:val="en-GB"/>
              </w:rPr>
              <w:t>Simple Object Access Protocol</w:t>
            </w:r>
            <w:r w:rsidRPr="000F7DD1">
              <w:t xml:space="preserve"> – protokół wywoływania zdalnego dostępu do obiektów, wykorzystujący XML do kodowania wywołań.</w:t>
            </w:r>
          </w:p>
        </w:tc>
      </w:tr>
      <w:tr w:rsidR="003A5EC7" w:rsidRPr="000F7DD1" w14:paraId="1E68656C" w14:textId="77777777" w:rsidTr="000F7DD1">
        <w:tc>
          <w:tcPr>
            <w:tcW w:w="2988" w:type="dxa"/>
          </w:tcPr>
          <w:p w14:paraId="5690D384" w14:textId="77777777" w:rsidR="003A5EC7" w:rsidRPr="000F7DD1" w:rsidRDefault="003A5EC7" w:rsidP="00747E18">
            <w:pPr>
              <w:pStyle w:val="Tabelazwyky"/>
            </w:pPr>
            <w:r w:rsidRPr="000F7DD1">
              <w:t>SSO</w:t>
            </w:r>
          </w:p>
        </w:tc>
        <w:tc>
          <w:tcPr>
            <w:tcW w:w="6476" w:type="dxa"/>
          </w:tcPr>
          <w:p w14:paraId="0D0F48CC" w14:textId="77777777" w:rsidR="003A5EC7" w:rsidRPr="000F7DD1" w:rsidRDefault="003A5EC7" w:rsidP="00747E18">
            <w:pPr>
              <w:pStyle w:val="Tabelazwyky"/>
            </w:pPr>
            <w:r w:rsidRPr="00E20155">
              <w:rPr>
                <w:lang w:val="en-GB"/>
              </w:rPr>
              <w:t>Single Sign On</w:t>
            </w:r>
            <w:r w:rsidRPr="000F7DD1">
              <w:t xml:space="preserve"> – Pojedyncze logowanie. Możliwość jednorazowego zalogowania się do usługi sieciowej i uzyskania dostępu do wszystkich autoryzowanych zasobów zgodnych z tą usługą.</w:t>
            </w:r>
          </w:p>
        </w:tc>
      </w:tr>
      <w:tr w:rsidR="003A5EC7" w:rsidRPr="000F7DD1" w14:paraId="76F8696D" w14:textId="77777777" w:rsidTr="000F7DD1">
        <w:tc>
          <w:tcPr>
            <w:tcW w:w="2988" w:type="dxa"/>
          </w:tcPr>
          <w:p w14:paraId="26079343" w14:textId="77777777" w:rsidR="003A5EC7" w:rsidRPr="000F7DD1" w:rsidRDefault="003A5EC7" w:rsidP="00747E18">
            <w:pPr>
              <w:pStyle w:val="Tabelazwyky"/>
            </w:pPr>
            <w:r w:rsidRPr="000F7DD1">
              <w:t>SZPROT</w:t>
            </w:r>
          </w:p>
        </w:tc>
        <w:tc>
          <w:tcPr>
            <w:tcW w:w="6476" w:type="dxa"/>
          </w:tcPr>
          <w:p w14:paraId="0BA93F92" w14:textId="77777777" w:rsidR="003A5EC7" w:rsidRPr="000F7DD1" w:rsidRDefault="003A5EC7" w:rsidP="00747E18">
            <w:pPr>
              <w:pStyle w:val="Tabelazwyky"/>
            </w:pPr>
            <w:r w:rsidRPr="000F7DD1">
              <w:t>System Zintegrowanej Rejestracji Przedsiębiorców. Projekt „Programu e-Cło”.</w:t>
            </w:r>
          </w:p>
        </w:tc>
      </w:tr>
      <w:tr w:rsidR="003A5EC7" w:rsidRPr="000F7DD1" w14:paraId="0C2D8ACE" w14:textId="77777777" w:rsidTr="000F7DD1">
        <w:tc>
          <w:tcPr>
            <w:tcW w:w="2988" w:type="dxa"/>
          </w:tcPr>
          <w:p w14:paraId="32F16CF0" w14:textId="77777777" w:rsidR="003A5EC7" w:rsidRPr="000F7DD1" w:rsidRDefault="003A5EC7" w:rsidP="00747E18">
            <w:pPr>
              <w:pStyle w:val="Tabelazwyky"/>
            </w:pPr>
            <w:r w:rsidRPr="000F7DD1">
              <w:t>TREZOR</w:t>
            </w:r>
          </w:p>
        </w:tc>
        <w:tc>
          <w:tcPr>
            <w:tcW w:w="6476" w:type="dxa"/>
          </w:tcPr>
          <w:p w14:paraId="72ED1438" w14:textId="77777777" w:rsidR="003A5EC7" w:rsidRPr="000F7DD1" w:rsidRDefault="003A5EC7" w:rsidP="00747E18">
            <w:pPr>
              <w:pStyle w:val="Tabelazwyky"/>
            </w:pPr>
            <w:r w:rsidRPr="000F7DD1">
              <w:t>Informatyczny System Obsługi Budżetu Państwa.</w:t>
            </w:r>
          </w:p>
        </w:tc>
      </w:tr>
      <w:tr w:rsidR="003A5EC7" w:rsidRPr="000F7DD1" w14:paraId="7957599D" w14:textId="77777777" w:rsidTr="000F7DD1">
        <w:tc>
          <w:tcPr>
            <w:tcW w:w="2988" w:type="dxa"/>
          </w:tcPr>
          <w:p w14:paraId="4A32A806" w14:textId="77777777" w:rsidR="003A5EC7" w:rsidRPr="000F7DD1" w:rsidRDefault="003A5EC7" w:rsidP="00747E18">
            <w:pPr>
              <w:pStyle w:val="Tabelazwyky"/>
            </w:pPr>
            <w:r w:rsidRPr="000F7DD1">
              <w:t>WFW</w:t>
            </w:r>
          </w:p>
        </w:tc>
        <w:tc>
          <w:tcPr>
            <w:tcW w:w="6476" w:type="dxa"/>
          </w:tcPr>
          <w:p w14:paraId="1464C7F2" w14:textId="77777777" w:rsidR="003A5EC7" w:rsidRPr="000F7DD1" w:rsidRDefault="003A5EC7" w:rsidP="00747E18">
            <w:pPr>
              <w:pStyle w:val="Tabelazwyky"/>
            </w:pPr>
            <w:r w:rsidRPr="000F7DD1">
              <w:t xml:space="preserve">Komponent architektury Systemu ZEFIR 2 realizujący obsługę procesów operacyjnych w zakresie obiegu spraw. Zapewnia zarówno funkcje obiegu spraw (tradycyjnie określane terminem </w:t>
            </w:r>
            <w:r w:rsidRPr="00E20155">
              <w:rPr>
                <w:lang w:val="en-GB"/>
              </w:rPr>
              <w:t>workflow</w:t>
            </w:r>
            <w:r w:rsidRPr="000F7DD1">
              <w:t xml:space="preserve">), jak i automatyzacji procesów biznesowych (tradycyjnie określane terminem </w:t>
            </w:r>
            <w:r w:rsidRPr="00E20155">
              <w:rPr>
                <w:lang w:val="en-GB"/>
              </w:rPr>
              <w:t>Business Process Management</w:t>
            </w:r>
            <w:r w:rsidRPr="000F7DD1">
              <w:t>, BPM).</w:t>
            </w:r>
          </w:p>
        </w:tc>
      </w:tr>
      <w:tr w:rsidR="003A5EC7" w:rsidRPr="000F7DD1" w14:paraId="4794C669" w14:textId="77777777" w:rsidTr="000F7DD1">
        <w:tc>
          <w:tcPr>
            <w:tcW w:w="2988" w:type="dxa"/>
          </w:tcPr>
          <w:p w14:paraId="2715DFE9" w14:textId="77777777" w:rsidR="003A5EC7" w:rsidRPr="000F7DD1" w:rsidRDefault="003A5EC7" w:rsidP="00747E18">
            <w:pPr>
              <w:pStyle w:val="Tabelazwyky"/>
            </w:pPr>
            <w:r w:rsidRPr="000F7DD1">
              <w:t>WOMIS</w:t>
            </w:r>
          </w:p>
        </w:tc>
        <w:tc>
          <w:tcPr>
            <w:tcW w:w="6476" w:type="dxa"/>
          </w:tcPr>
          <w:p w14:paraId="0D3BBB80" w14:textId="77777777" w:rsidR="003A5EC7" w:rsidRPr="000F7DD1" w:rsidRDefault="003A5EC7" w:rsidP="00747E18">
            <w:pPr>
              <w:pStyle w:val="Tabelazwyky"/>
            </w:pPr>
            <w:r w:rsidRPr="00E20155">
              <w:rPr>
                <w:lang w:val="en-GB"/>
              </w:rPr>
              <w:t>Write-Off Management and Information System</w:t>
            </w:r>
            <w:r w:rsidRPr="000F7DD1">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0F7DD1" w14:paraId="5690E1D8" w14:textId="77777777" w:rsidTr="000F7DD1">
        <w:tc>
          <w:tcPr>
            <w:tcW w:w="2988" w:type="dxa"/>
          </w:tcPr>
          <w:p w14:paraId="318C8ABA" w14:textId="77777777" w:rsidR="003A5EC7" w:rsidRPr="000F7DD1" w:rsidRDefault="003A5EC7" w:rsidP="00747E18">
            <w:pPr>
              <w:pStyle w:val="Tabelazwyky"/>
            </w:pPr>
            <w:r w:rsidRPr="000F7DD1">
              <w:t>WSDL</w:t>
            </w:r>
          </w:p>
        </w:tc>
        <w:tc>
          <w:tcPr>
            <w:tcW w:w="6476" w:type="dxa"/>
          </w:tcPr>
          <w:p w14:paraId="77B2E094" w14:textId="77777777" w:rsidR="003A5EC7" w:rsidRPr="000F7DD1" w:rsidRDefault="003A5EC7" w:rsidP="00747E18">
            <w:pPr>
              <w:pStyle w:val="Tabelazwyky"/>
            </w:pPr>
            <w:r w:rsidRPr="00E20155">
              <w:rPr>
                <w:lang w:val="en-GB"/>
              </w:rPr>
              <w:t>Web Services Description Language</w:t>
            </w:r>
            <w:r w:rsidRPr="000F7DD1">
              <w:t xml:space="preserve"> – oparty na XML język do definiowania usług sieciowych. Opisuje protokoły i formaty używane przez usługi sieciowe. </w:t>
            </w:r>
          </w:p>
          <w:p w14:paraId="245E73E5" w14:textId="77777777" w:rsidR="003A5EC7" w:rsidRPr="000F7DD1" w:rsidRDefault="003A5EC7" w:rsidP="00747E18">
            <w:pPr>
              <w:pStyle w:val="Tabelazwyky"/>
            </w:pPr>
            <w:r w:rsidRPr="000F7DD1">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0F7DD1" w14:paraId="584C89F5" w14:textId="77777777" w:rsidTr="000F7DD1">
        <w:tc>
          <w:tcPr>
            <w:tcW w:w="2988" w:type="dxa"/>
          </w:tcPr>
          <w:p w14:paraId="0F350A84" w14:textId="77777777" w:rsidR="003A5EC7" w:rsidRPr="000F7DD1" w:rsidRDefault="003A5EC7" w:rsidP="00747E18">
            <w:pPr>
              <w:pStyle w:val="Tabelazwyky"/>
            </w:pPr>
            <w:r w:rsidRPr="000F7DD1">
              <w:t>XML</w:t>
            </w:r>
          </w:p>
        </w:tc>
        <w:tc>
          <w:tcPr>
            <w:tcW w:w="6476" w:type="dxa"/>
          </w:tcPr>
          <w:p w14:paraId="00E124C7" w14:textId="77777777" w:rsidR="003A5EC7" w:rsidRPr="000F7DD1" w:rsidRDefault="003A5EC7" w:rsidP="00747E18">
            <w:pPr>
              <w:pStyle w:val="Tabelazwyky"/>
            </w:pPr>
            <w:r w:rsidRPr="00E20155">
              <w:rPr>
                <w:lang w:val="en-GB"/>
              </w:rPr>
              <w:t>Extensible Markup Language</w:t>
            </w:r>
            <w:r w:rsidRPr="000F7DD1">
              <w:t xml:space="preserve"> - Rozszerzalny Język Znaczników. Uniwersalny język formalny przeznaczony do reprezentowania różnych danych w strukturalizowany sposób. Niezależny od platformy, </w:t>
            </w:r>
            <w:r w:rsidRPr="000F7DD1">
              <w:lastRenderedPageBreak/>
              <w:t xml:space="preserve">umożliwia łatwą wymianę dokumentów pomiędzy heterogenicznymi systemami. </w:t>
            </w:r>
          </w:p>
        </w:tc>
      </w:tr>
      <w:tr w:rsidR="003A5EC7" w:rsidRPr="000F7DD1" w14:paraId="2AFED5E1" w14:textId="77777777" w:rsidTr="000F7DD1">
        <w:tc>
          <w:tcPr>
            <w:tcW w:w="2988" w:type="dxa"/>
          </w:tcPr>
          <w:p w14:paraId="0B556788" w14:textId="77777777" w:rsidR="003A5EC7" w:rsidRPr="000F7DD1" w:rsidRDefault="003A5EC7" w:rsidP="00747E18">
            <w:pPr>
              <w:pStyle w:val="Tabelazwyky"/>
            </w:pPr>
            <w:r w:rsidRPr="000F7DD1">
              <w:lastRenderedPageBreak/>
              <w:t xml:space="preserve">XML </w:t>
            </w:r>
            <w:proofErr w:type="spellStart"/>
            <w:r w:rsidRPr="000F7DD1">
              <w:t>Schema</w:t>
            </w:r>
            <w:proofErr w:type="spellEnd"/>
          </w:p>
        </w:tc>
        <w:tc>
          <w:tcPr>
            <w:tcW w:w="6476" w:type="dxa"/>
          </w:tcPr>
          <w:p w14:paraId="66717E15" w14:textId="77777777" w:rsidR="003A5EC7" w:rsidRPr="000F7DD1" w:rsidRDefault="003A5EC7" w:rsidP="00747E18">
            <w:pPr>
              <w:pStyle w:val="Tabelazwyky"/>
            </w:pPr>
            <w:r w:rsidRPr="000F7DD1">
              <w:t xml:space="preserve">Schemat XML - standard służący do definiowania struktury dokumentu XML. </w:t>
            </w:r>
          </w:p>
        </w:tc>
      </w:tr>
      <w:tr w:rsidR="003A5EC7" w:rsidRPr="000F7DD1" w14:paraId="6B9D7359" w14:textId="77777777" w:rsidTr="000F7DD1">
        <w:tc>
          <w:tcPr>
            <w:tcW w:w="2988" w:type="dxa"/>
          </w:tcPr>
          <w:p w14:paraId="0D5FE1F2" w14:textId="77777777" w:rsidR="003A5EC7" w:rsidRPr="000F7DD1" w:rsidRDefault="003A5EC7" w:rsidP="00747E18">
            <w:pPr>
              <w:pStyle w:val="Tabelazwyky"/>
            </w:pPr>
            <w:r w:rsidRPr="000F7DD1">
              <w:t xml:space="preserve">XSD </w:t>
            </w:r>
          </w:p>
        </w:tc>
        <w:tc>
          <w:tcPr>
            <w:tcW w:w="6476" w:type="dxa"/>
          </w:tcPr>
          <w:p w14:paraId="326BC626" w14:textId="77777777" w:rsidR="003A5EC7" w:rsidRPr="000F7DD1" w:rsidRDefault="003A5EC7" w:rsidP="00747E18">
            <w:pPr>
              <w:pStyle w:val="Tabelazwyky"/>
            </w:pPr>
            <w:r w:rsidRPr="00E20155">
              <w:rPr>
                <w:lang w:val="en-GB"/>
              </w:rPr>
              <w:t>XML Schema Definition</w:t>
            </w:r>
            <w:r w:rsidRPr="000F7DD1">
              <w:t xml:space="preserve">  - plik zawierający definicje XML </w:t>
            </w:r>
            <w:proofErr w:type="spellStart"/>
            <w:r w:rsidRPr="000F7DD1">
              <w:t>Schema</w:t>
            </w:r>
            <w:proofErr w:type="spellEnd"/>
            <w:r w:rsidRPr="000F7DD1">
              <w:t>.</w:t>
            </w:r>
          </w:p>
        </w:tc>
      </w:tr>
      <w:tr w:rsidR="003A5EC7" w:rsidRPr="000F7DD1" w14:paraId="6143F288" w14:textId="77777777" w:rsidTr="000F7DD1">
        <w:tc>
          <w:tcPr>
            <w:tcW w:w="2988" w:type="dxa"/>
          </w:tcPr>
          <w:p w14:paraId="125F0B7B" w14:textId="77777777" w:rsidR="003A5EC7" w:rsidRPr="000F7DD1" w:rsidRDefault="003A5EC7" w:rsidP="00747E18">
            <w:pPr>
              <w:pStyle w:val="Tabelazwyky"/>
            </w:pPr>
            <w:r w:rsidRPr="000F7DD1">
              <w:t>ZEFIR 2</w:t>
            </w:r>
          </w:p>
        </w:tc>
        <w:tc>
          <w:tcPr>
            <w:tcW w:w="6476" w:type="dxa"/>
          </w:tcPr>
          <w:p w14:paraId="634821C2" w14:textId="77777777" w:rsidR="003A5EC7" w:rsidRPr="000F7DD1" w:rsidRDefault="003A5EC7" w:rsidP="00747E18">
            <w:pPr>
              <w:pStyle w:val="Tabelazwyky"/>
            </w:pPr>
            <w:r w:rsidRPr="000F7DD1">
              <w:t>Zintegrowany system poboru należności i rozrachunków z UE i budżetem ZEFIR 2. Projekt „Programu e-Cło”.</w:t>
            </w:r>
          </w:p>
        </w:tc>
      </w:tr>
    </w:tbl>
    <w:p w14:paraId="06BC2A32" w14:textId="77777777" w:rsidR="003A5EC7" w:rsidRPr="000F7DD1" w:rsidRDefault="003A5EC7" w:rsidP="00747E18"/>
    <w:p w14:paraId="7BAB6B05" w14:textId="77777777" w:rsidR="003F3585" w:rsidRPr="000F7DD1" w:rsidRDefault="00C43119" w:rsidP="00747E18">
      <w:pPr>
        <w:pStyle w:val="Nagwek3"/>
        <w:spacing w:line="276" w:lineRule="auto"/>
        <w:rPr>
          <w:lang w:val="pl-PL"/>
        </w:rPr>
      </w:pPr>
      <w:bookmarkStart w:id="46" w:name="_Toc349568560"/>
      <w:bookmarkStart w:id="47" w:name="_Toc183523749"/>
      <w:r w:rsidRPr="000F7DD1">
        <w:rPr>
          <w:lang w:val="pl-PL"/>
        </w:rPr>
        <w:t>Terminy</w:t>
      </w:r>
      <w:bookmarkEnd w:id="46"/>
      <w:bookmarkEnd w:id="47"/>
    </w:p>
    <w:p w14:paraId="7A359B1F" w14:textId="7C58E397" w:rsidR="00034C39" w:rsidRPr="000F7DD1" w:rsidRDefault="00034C39" w:rsidP="00747E18">
      <w:pPr>
        <w:pStyle w:val="Z2PodpisRysunkuTabeli"/>
      </w:pPr>
      <w:bookmarkStart w:id="48" w:name="_Toc183523762"/>
      <w:r w:rsidRPr="000F7DD1">
        <w:t xml:space="preserve">Tabela </w:t>
      </w:r>
      <w:fldSimple w:instr=" SEQ Tabela \* ARABIC ">
        <w:r w:rsidR="002E70C8">
          <w:rPr>
            <w:noProof/>
          </w:rPr>
          <w:t>6</w:t>
        </w:r>
      </w:fldSimple>
      <w:r w:rsidRPr="000F7DD1">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0F7DD1" w14:paraId="2D5D3DFE"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2988" w:type="dxa"/>
          </w:tcPr>
          <w:p w14:paraId="758CDB49" w14:textId="77777777" w:rsidR="00034C39" w:rsidRPr="000F7DD1" w:rsidRDefault="00034C39" w:rsidP="00747E18">
            <w:pPr>
              <w:pStyle w:val="Z2Nagwektabeli"/>
              <w:rPr>
                <w:rFonts w:ascii="Lato" w:hAnsi="Lato" w:cs="Arial"/>
                <w:szCs w:val="18"/>
              </w:rPr>
            </w:pPr>
            <w:r w:rsidRPr="000F7DD1">
              <w:rPr>
                <w:rFonts w:ascii="Lato" w:hAnsi="Lato" w:cs="Arial"/>
                <w:szCs w:val="18"/>
              </w:rPr>
              <w:t>Termin</w:t>
            </w:r>
          </w:p>
        </w:tc>
        <w:tc>
          <w:tcPr>
            <w:tcW w:w="6476" w:type="dxa"/>
          </w:tcPr>
          <w:p w14:paraId="37C5766E" w14:textId="77777777" w:rsidR="00034C39" w:rsidRPr="000F7DD1" w:rsidRDefault="00034C39" w:rsidP="00747E18">
            <w:pPr>
              <w:pStyle w:val="Z2Nagwektabeli"/>
              <w:rPr>
                <w:rFonts w:ascii="Lato" w:hAnsi="Lato" w:cs="Arial"/>
                <w:szCs w:val="18"/>
              </w:rPr>
            </w:pPr>
            <w:r w:rsidRPr="000F7DD1">
              <w:rPr>
                <w:rFonts w:ascii="Lato" w:hAnsi="Lato" w:cs="Arial"/>
                <w:szCs w:val="18"/>
              </w:rPr>
              <w:t>Definicja</w:t>
            </w:r>
          </w:p>
        </w:tc>
      </w:tr>
      <w:tr w:rsidR="00D64ACB" w:rsidRPr="000F7DD1" w14:paraId="17F90242" w14:textId="77777777" w:rsidTr="000F7DD1">
        <w:tc>
          <w:tcPr>
            <w:tcW w:w="2988" w:type="dxa"/>
          </w:tcPr>
          <w:p w14:paraId="6D1FFF8E" w14:textId="77777777" w:rsidR="00D64ACB" w:rsidRPr="000F7DD1" w:rsidRDefault="00716456" w:rsidP="00747E18">
            <w:pPr>
              <w:pStyle w:val="Tabelazwyky"/>
            </w:pPr>
            <w:r w:rsidRPr="000F7DD1">
              <w:t>Komunikat</w:t>
            </w:r>
          </w:p>
        </w:tc>
        <w:tc>
          <w:tcPr>
            <w:tcW w:w="6476" w:type="dxa"/>
          </w:tcPr>
          <w:p w14:paraId="7F9BD2F5" w14:textId="77777777" w:rsidR="00D64ACB" w:rsidRPr="000F7DD1" w:rsidRDefault="00716456" w:rsidP="00747E18">
            <w:pPr>
              <w:pStyle w:val="Tabelazwyky"/>
            </w:pPr>
            <w:r w:rsidRPr="000F7DD1">
              <w:t>Dokument XML, który jest wysyłany lub odbierany przez System.</w:t>
            </w:r>
          </w:p>
        </w:tc>
      </w:tr>
      <w:tr w:rsidR="00D64ACB" w:rsidRPr="000F7DD1" w14:paraId="6E1D765D" w14:textId="77777777" w:rsidTr="000F7DD1">
        <w:tc>
          <w:tcPr>
            <w:tcW w:w="2988" w:type="dxa"/>
          </w:tcPr>
          <w:p w14:paraId="46D85E31" w14:textId="77777777" w:rsidR="00D64ACB" w:rsidRPr="000F7DD1" w:rsidRDefault="002336F0" w:rsidP="00747E18">
            <w:pPr>
              <w:pStyle w:val="Tabelazwyky"/>
            </w:pPr>
            <w:r w:rsidRPr="000F7DD1">
              <w:t>System</w:t>
            </w:r>
          </w:p>
        </w:tc>
        <w:tc>
          <w:tcPr>
            <w:tcW w:w="6476" w:type="dxa"/>
          </w:tcPr>
          <w:p w14:paraId="75A24AD3" w14:textId="77777777" w:rsidR="00D64ACB" w:rsidRPr="000F7DD1" w:rsidRDefault="002336F0" w:rsidP="00747E18">
            <w:pPr>
              <w:pStyle w:val="Tabelazwyky"/>
            </w:pPr>
            <w:r w:rsidRPr="000F7DD1">
              <w:t>Jeśli w tekście nie określono inaczej termin ten oznacza system informatyczny stosowany przez PAC do obsługi komunikatów ujętych w tym dokumencie.</w:t>
            </w:r>
          </w:p>
        </w:tc>
      </w:tr>
      <w:tr w:rsidR="00D64ACB" w:rsidRPr="000F7DD1" w14:paraId="227A4554" w14:textId="77777777" w:rsidTr="000F7DD1">
        <w:tc>
          <w:tcPr>
            <w:tcW w:w="2988" w:type="dxa"/>
          </w:tcPr>
          <w:p w14:paraId="7B52B568" w14:textId="77777777" w:rsidR="00D64ACB" w:rsidRPr="000F7DD1" w:rsidRDefault="00983089" w:rsidP="00747E18">
            <w:pPr>
              <w:pStyle w:val="Tabelazwyky"/>
            </w:pPr>
            <w:r w:rsidRPr="000F7DD1">
              <w:t xml:space="preserve">XML </w:t>
            </w:r>
            <w:proofErr w:type="spellStart"/>
            <w:r w:rsidRPr="000F7DD1">
              <w:t>schema</w:t>
            </w:r>
            <w:proofErr w:type="spellEnd"/>
          </w:p>
        </w:tc>
        <w:tc>
          <w:tcPr>
            <w:tcW w:w="6476" w:type="dxa"/>
          </w:tcPr>
          <w:p w14:paraId="2F065F14" w14:textId="77777777" w:rsidR="00D64ACB" w:rsidRPr="000F7DD1" w:rsidRDefault="00983089" w:rsidP="00747E18">
            <w:pPr>
              <w:pStyle w:val="Tabelazwyky"/>
            </w:pPr>
            <w:r w:rsidRPr="000F7DD1">
              <w:t>Opracowany przez W3C (maj 2001) standard służący do definiowania struktury dokumentu XML.</w:t>
            </w:r>
          </w:p>
        </w:tc>
      </w:tr>
    </w:tbl>
    <w:p w14:paraId="47C270CC" w14:textId="77777777" w:rsidR="008304F5" w:rsidRPr="000F7DD1" w:rsidRDefault="008304F5" w:rsidP="00747E18">
      <w:pPr>
        <w:pStyle w:val="Nagwek1"/>
        <w:rPr>
          <w:lang w:val="pl-PL"/>
        </w:rPr>
      </w:pPr>
      <w:bookmarkStart w:id="49" w:name="_Toc349568561"/>
      <w:bookmarkStart w:id="50" w:name="_Toc183523750"/>
      <w:r w:rsidRPr="000F7DD1">
        <w:rPr>
          <w:lang w:val="pl-PL"/>
        </w:rPr>
        <w:lastRenderedPageBreak/>
        <w:t>Zawartość merytoryczna dokumentu</w:t>
      </w:r>
      <w:bookmarkEnd w:id="49"/>
      <w:bookmarkEnd w:id="50"/>
    </w:p>
    <w:p w14:paraId="096E0E51" w14:textId="77777777" w:rsidR="00654129" w:rsidRPr="000F7DD1" w:rsidRDefault="00D64ACB" w:rsidP="00747E18">
      <w:pPr>
        <w:rPr>
          <w:b/>
        </w:rPr>
      </w:pPr>
      <w:r w:rsidRPr="000F7DD1">
        <w:t>Dokument zawiera specyfikacj</w:t>
      </w:r>
      <w:r w:rsidR="00BA356E" w:rsidRPr="000F7DD1">
        <w:t>ę</w:t>
      </w:r>
      <w:r w:rsidR="000A71C7" w:rsidRPr="000F7DD1">
        <w:t xml:space="preserve"> </w:t>
      </w:r>
      <w:r w:rsidR="008814DE" w:rsidRPr="000F7DD1">
        <w:t>podmiotów w zakresie elektronicznej obsługi deklaracji</w:t>
      </w:r>
      <w:r w:rsidR="00B51EF7" w:rsidRPr="000F7DD1">
        <w:t xml:space="preserve"> uproszczonej </w:t>
      </w:r>
      <w:r w:rsidR="00BA237D" w:rsidRPr="000F7DD1">
        <w:rPr>
          <w:color w:val="000000"/>
        </w:rPr>
        <w:t>w sprawie podatku akcyzowego od nabycia wewnątrzwspólnotowego wyrobów akcyzowych objętych stawką inną niż stawka zerowa</w:t>
      </w:r>
      <w:r w:rsidR="00F02ED4" w:rsidRPr="000F7DD1">
        <w:t>,</w:t>
      </w:r>
      <w:r w:rsidR="00B4296E" w:rsidRPr="000F7DD1">
        <w:t xml:space="preserve"> w postaci pliku </w:t>
      </w:r>
      <w:r w:rsidR="003D0BE0" w:rsidRPr="000F7DD1">
        <w:t>akc</w:t>
      </w:r>
      <w:r w:rsidR="000F289C" w:rsidRPr="000F7DD1">
        <w:t>-</w:t>
      </w:r>
      <w:r w:rsidR="003D0BE0" w:rsidRPr="000F7DD1">
        <w:t>u</w:t>
      </w:r>
      <w:r w:rsidR="00B51EF7" w:rsidRPr="000F7DD1">
        <w:t>a</w:t>
      </w:r>
      <w:r w:rsidR="00B4296E" w:rsidRPr="000F7DD1">
        <w:t>.xsd</w:t>
      </w:r>
      <w:r w:rsidR="00237AB5" w:rsidRPr="000F7DD1">
        <w:t>.</w:t>
      </w:r>
    </w:p>
    <w:p w14:paraId="5E27E27C" w14:textId="77777777" w:rsidR="00AF002C" w:rsidRPr="000F7DD1" w:rsidRDefault="00F02ED4" w:rsidP="00747E18">
      <w:bookmarkStart w:id="51" w:name="_Toc348954995"/>
      <w:r w:rsidRPr="000F7DD1">
        <w:t>Struktury danych wspólne dla wszystkich zestawów usług został</w:t>
      </w:r>
      <w:r w:rsidR="008A1B4F" w:rsidRPr="000F7DD1">
        <w:t xml:space="preserve">y umieszczone w plikach </w:t>
      </w:r>
      <w:r w:rsidR="008A1B4F" w:rsidRPr="00E20155">
        <w:rPr>
          <w:lang w:val="en-GB"/>
        </w:rPr>
        <w:t>Types_Z</w:t>
      </w:r>
      <w:r w:rsidR="00BA237D" w:rsidRPr="00E20155">
        <w:rPr>
          <w:lang w:val="en-GB"/>
        </w:rPr>
        <w:t>6</w:t>
      </w:r>
      <w:r w:rsidRPr="00E20155">
        <w:rPr>
          <w:lang w:val="en-GB"/>
        </w:rPr>
        <w:t>.xsd, Trader_Z</w:t>
      </w:r>
      <w:r w:rsidR="00BA237D" w:rsidRPr="00E20155">
        <w:rPr>
          <w:lang w:val="en-GB"/>
        </w:rPr>
        <w:t>6</w:t>
      </w:r>
      <w:r w:rsidRPr="00E20155">
        <w:rPr>
          <w:lang w:val="en-GB"/>
        </w:rPr>
        <w:t xml:space="preserve">.xsd, Authorization.xsd </w:t>
      </w:r>
      <w:proofErr w:type="spellStart"/>
      <w:r w:rsidRPr="00E20155">
        <w:rPr>
          <w:lang w:val="en-GB"/>
        </w:rPr>
        <w:t>oraz</w:t>
      </w:r>
      <w:proofErr w:type="spellEnd"/>
      <w:r w:rsidRPr="00E20155">
        <w:rPr>
          <w:lang w:val="en-GB"/>
        </w:rPr>
        <w:t xml:space="preserve"> w </w:t>
      </w:r>
      <w:proofErr w:type="spellStart"/>
      <w:r w:rsidRPr="00E20155">
        <w:rPr>
          <w:lang w:val="en-GB"/>
        </w:rPr>
        <w:t>xmldsig</w:t>
      </w:r>
      <w:proofErr w:type="spellEnd"/>
      <w:r w:rsidRPr="00E20155">
        <w:rPr>
          <w:lang w:val="en-GB"/>
        </w:rPr>
        <w:t>-core</w:t>
      </w:r>
      <w:r w:rsidRPr="000F7DD1">
        <w:t>-schema.xsd.</w:t>
      </w:r>
    </w:p>
    <w:p w14:paraId="3B289D91" w14:textId="7CB984CC" w:rsidR="00D64ACB" w:rsidRPr="000F7DD1" w:rsidRDefault="00D64ACB" w:rsidP="00747E18">
      <w:pPr>
        <w:pStyle w:val="Z2PodpisRysunkuTabeli"/>
      </w:pPr>
      <w:bookmarkStart w:id="52" w:name="_Toc183523763"/>
      <w:r w:rsidRPr="000F7DD1">
        <w:t xml:space="preserve">Tabela </w:t>
      </w:r>
      <w:fldSimple w:instr=" SEQ Tabela \* ARABIC ">
        <w:r w:rsidR="002E70C8">
          <w:rPr>
            <w:noProof/>
          </w:rPr>
          <w:t>7</w:t>
        </w:r>
      </w:fldSimple>
      <w:r w:rsidRPr="000F7DD1">
        <w:t xml:space="preserve">. </w:t>
      </w:r>
      <w:r w:rsidR="00847416" w:rsidRPr="000F7DD1">
        <w:t>Powiązanie plików</w:t>
      </w:r>
      <w:r w:rsidRPr="000F7DD1">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0F7DD1" w14:paraId="2E48B800"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2007" w:type="dxa"/>
          </w:tcPr>
          <w:p w14:paraId="20319A72" w14:textId="77777777" w:rsidR="00847416" w:rsidRPr="000F7DD1" w:rsidRDefault="00847416" w:rsidP="00747E18">
            <w:pPr>
              <w:pStyle w:val="Z2Nagwektabeli"/>
              <w:rPr>
                <w:rFonts w:ascii="Lato" w:hAnsi="Lato"/>
              </w:rPr>
            </w:pPr>
            <w:r w:rsidRPr="000F7DD1">
              <w:rPr>
                <w:rFonts w:ascii="Lato" w:hAnsi="Lato"/>
              </w:rPr>
              <w:t>Plik XSD</w:t>
            </w:r>
          </w:p>
        </w:tc>
        <w:tc>
          <w:tcPr>
            <w:tcW w:w="7221" w:type="dxa"/>
          </w:tcPr>
          <w:p w14:paraId="29FEC7EE" w14:textId="77777777" w:rsidR="00847416" w:rsidRPr="000F7DD1" w:rsidRDefault="00847416" w:rsidP="00747E18">
            <w:pPr>
              <w:pStyle w:val="Z2Nagwektabeli"/>
              <w:rPr>
                <w:rFonts w:ascii="Lato" w:hAnsi="Lato"/>
              </w:rPr>
            </w:pPr>
            <w:r w:rsidRPr="000F7DD1">
              <w:rPr>
                <w:rFonts w:ascii="Lato" w:hAnsi="Lato"/>
              </w:rPr>
              <w:t>Opis</w:t>
            </w:r>
          </w:p>
        </w:tc>
      </w:tr>
      <w:tr w:rsidR="00847416" w:rsidRPr="000F7DD1" w14:paraId="164F010C" w14:textId="77777777" w:rsidTr="000F7DD1">
        <w:tc>
          <w:tcPr>
            <w:tcW w:w="2007" w:type="dxa"/>
          </w:tcPr>
          <w:p w14:paraId="36C796DE" w14:textId="77777777" w:rsidR="007B6312" w:rsidRPr="00E20155" w:rsidRDefault="008A1B4F" w:rsidP="00747E18">
            <w:pPr>
              <w:pStyle w:val="Tabelazwyky"/>
              <w:rPr>
                <w:lang w:val="en-GB"/>
              </w:rPr>
            </w:pPr>
            <w:r w:rsidRPr="00E20155">
              <w:rPr>
                <w:lang w:val="en-GB"/>
              </w:rPr>
              <w:t>Types_Z</w:t>
            </w:r>
            <w:r w:rsidR="00BA237D" w:rsidRPr="00E20155">
              <w:rPr>
                <w:lang w:val="en-GB"/>
              </w:rPr>
              <w:t>6</w:t>
            </w:r>
            <w:r w:rsidR="00F02ED4" w:rsidRPr="00E20155">
              <w:rPr>
                <w:lang w:val="en-GB"/>
              </w:rPr>
              <w:t>.xsd</w:t>
            </w:r>
          </w:p>
        </w:tc>
        <w:tc>
          <w:tcPr>
            <w:tcW w:w="7221" w:type="dxa"/>
          </w:tcPr>
          <w:p w14:paraId="21F38556" w14:textId="77777777" w:rsidR="00847416" w:rsidRPr="000F7DD1" w:rsidRDefault="00847416" w:rsidP="00747E18">
            <w:pPr>
              <w:pStyle w:val="Tabelazwyky"/>
            </w:pPr>
            <w:r w:rsidRPr="000F7DD1">
              <w:t xml:space="preserve">Definicje </w:t>
            </w:r>
            <w:r w:rsidR="00F02ED4" w:rsidRPr="000F7DD1">
              <w:t xml:space="preserve">podstawowych </w:t>
            </w:r>
            <w:r w:rsidRPr="000F7DD1">
              <w:t xml:space="preserve">wspólnych </w:t>
            </w:r>
            <w:r w:rsidR="00F02ED4" w:rsidRPr="000F7DD1">
              <w:t xml:space="preserve">typów i </w:t>
            </w:r>
            <w:r w:rsidRPr="000F7DD1">
              <w:t>struktur danych</w:t>
            </w:r>
            <w:r w:rsidR="00F02ED4" w:rsidRPr="000F7DD1">
              <w:t>,</w:t>
            </w:r>
            <w:r w:rsidRPr="000F7DD1">
              <w:t xml:space="preserve"> wykorzystywanych we wszystkich zdefiniowanych </w:t>
            </w:r>
            <w:r w:rsidR="00B51284" w:rsidRPr="000F7DD1">
              <w:t>deklaracjach</w:t>
            </w:r>
          </w:p>
        </w:tc>
      </w:tr>
      <w:tr w:rsidR="00F02ED4" w:rsidRPr="000F7DD1" w14:paraId="622966CD" w14:textId="77777777" w:rsidTr="000F7DD1">
        <w:tc>
          <w:tcPr>
            <w:tcW w:w="2007" w:type="dxa"/>
          </w:tcPr>
          <w:p w14:paraId="6FE7E3CD" w14:textId="77777777" w:rsidR="00F02ED4" w:rsidRPr="00E20155" w:rsidRDefault="00F02ED4" w:rsidP="00747E18">
            <w:pPr>
              <w:pStyle w:val="Tabelazwyky"/>
              <w:rPr>
                <w:lang w:val="en-GB"/>
              </w:rPr>
            </w:pPr>
            <w:r w:rsidRPr="00E20155">
              <w:rPr>
                <w:lang w:val="en-GB"/>
              </w:rPr>
              <w:t>Trader_Z</w:t>
            </w:r>
            <w:r w:rsidR="00BA237D" w:rsidRPr="00E20155">
              <w:rPr>
                <w:lang w:val="en-GB"/>
              </w:rPr>
              <w:t>6.xsd</w:t>
            </w:r>
          </w:p>
        </w:tc>
        <w:tc>
          <w:tcPr>
            <w:tcW w:w="7221" w:type="dxa"/>
          </w:tcPr>
          <w:p w14:paraId="2E1B2363" w14:textId="77777777" w:rsidR="00F02ED4" w:rsidRPr="000F7DD1" w:rsidRDefault="00F02ED4" w:rsidP="00747E18">
            <w:pPr>
              <w:pStyle w:val="Tabelazwyky"/>
            </w:pPr>
            <w:r w:rsidRPr="000F7DD1">
              <w:t>Definicje wspólnych struktur danych dotyczących podmiotów, wykorzystywanych we wszystkich zdefiniowanych deklaracjach</w:t>
            </w:r>
          </w:p>
        </w:tc>
      </w:tr>
      <w:tr w:rsidR="00F02ED4" w:rsidRPr="000F7DD1" w14:paraId="7D172D9F" w14:textId="77777777" w:rsidTr="000F7DD1">
        <w:tc>
          <w:tcPr>
            <w:tcW w:w="2007" w:type="dxa"/>
          </w:tcPr>
          <w:p w14:paraId="6959BE81" w14:textId="77777777" w:rsidR="00F02ED4" w:rsidRPr="00E20155" w:rsidRDefault="00F02ED4" w:rsidP="00747E18">
            <w:pPr>
              <w:pStyle w:val="Tabelazwyky"/>
              <w:rPr>
                <w:lang w:val="en-GB"/>
              </w:rPr>
            </w:pPr>
            <w:r w:rsidRPr="00E20155">
              <w:rPr>
                <w:lang w:val="en-GB"/>
              </w:rPr>
              <w:t>Auth.xsd</w:t>
            </w:r>
          </w:p>
        </w:tc>
        <w:tc>
          <w:tcPr>
            <w:tcW w:w="7221" w:type="dxa"/>
          </w:tcPr>
          <w:p w14:paraId="32EE5A9E" w14:textId="77777777" w:rsidR="00F02ED4" w:rsidRPr="000F7DD1" w:rsidRDefault="00F02ED4" w:rsidP="00747E18">
            <w:pPr>
              <w:pStyle w:val="Tabelazwyky"/>
            </w:pPr>
            <w:r w:rsidRPr="000F7DD1">
              <w:t>Definicje wspólnych struktur danych dotyczących autentykacji</w:t>
            </w:r>
          </w:p>
        </w:tc>
      </w:tr>
      <w:tr w:rsidR="00F02ED4" w:rsidRPr="000F7DD1" w14:paraId="01587812" w14:textId="77777777" w:rsidTr="000F7DD1">
        <w:tc>
          <w:tcPr>
            <w:tcW w:w="2007" w:type="dxa"/>
          </w:tcPr>
          <w:p w14:paraId="7D3E1EE0" w14:textId="77777777" w:rsidR="00F02ED4" w:rsidRPr="00E20155" w:rsidRDefault="00F02ED4" w:rsidP="00747E18">
            <w:pPr>
              <w:pStyle w:val="Tabelazwyky"/>
              <w:rPr>
                <w:lang w:val="en-GB"/>
              </w:rPr>
            </w:pPr>
            <w:r w:rsidRPr="00E20155">
              <w:rPr>
                <w:lang w:val="en-GB"/>
              </w:rPr>
              <w:t>xmldsig-core-schema.xsd</w:t>
            </w:r>
          </w:p>
        </w:tc>
        <w:tc>
          <w:tcPr>
            <w:tcW w:w="7221" w:type="dxa"/>
          </w:tcPr>
          <w:p w14:paraId="533369CA" w14:textId="77777777" w:rsidR="00EC3E8C" w:rsidRPr="000F7DD1" w:rsidRDefault="00EC3E8C" w:rsidP="00747E18">
            <w:pPr>
              <w:pStyle w:val="Tabelazwyky"/>
            </w:pPr>
            <w:r w:rsidRPr="000F7DD1">
              <w:t>Opis składni i reguł przetwarzania podpisów cyfrowych.</w:t>
            </w:r>
          </w:p>
          <w:p w14:paraId="766E524E" w14:textId="77777777" w:rsidR="00F02ED4" w:rsidRPr="000F7DD1" w:rsidRDefault="00EC3E8C" w:rsidP="00747E18">
            <w:pPr>
              <w:pStyle w:val="Tabelazwyky"/>
            </w:pPr>
            <w:r w:rsidRPr="000F7DD1">
              <w:t>http://www.w3.org/TR/xmldsig-core/xmldsig-core-schema.xsd</w:t>
            </w:r>
          </w:p>
        </w:tc>
      </w:tr>
      <w:tr w:rsidR="00847416" w:rsidRPr="000F7DD1" w14:paraId="6417F8D9" w14:textId="77777777" w:rsidTr="000F7DD1">
        <w:tc>
          <w:tcPr>
            <w:tcW w:w="2007" w:type="dxa"/>
          </w:tcPr>
          <w:p w14:paraId="3A02F639" w14:textId="77777777" w:rsidR="00847416" w:rsidRPr="000F7DD1" w:rsidRDefault="00BA237D" w:rsidP="00747E18">
            <w:pPr>
              <w:pStyle w:val="Tabelazwyky"/>
            </w:pPr>
            <w:r w:rsidRPr="000F7DD1">
              <w:t>A</w:t>
            </w:r>
            <w:r w:rsidR="006C522F" w:rsidRPr="000F7DD1">
              <w:t>kc</w:t>
            </w:r>
            <w:r w:rsidRPr="000F7DD1">
              <w:t>-</w:t>
            </w:r>
            <w:r w:rsidR="006C522F" w:rsidRPr="000F7DD1">
              <w:t>u</w:t>
            </w:r>
            <w:r w:rsidR="000F53BD" w:rsidRPr="000F7DD1">
              <w:t>a</w:t>
            </w:r>
            <w:r w:rsidR="00847416" w:rsidRPr="000F7DD1">
              <w:t>.xsd</w:t>
            </w:r>
          </w:p>
        </w:tc>
        <w:tc>
          <w:tcPr>
            <w:tcW w:w="7221" w:type="dxa"/>
          </w:tcPr>
          <w:p w14:paraId="1EACBE94" w14:textId="77777777" w:rsidR="00847416" w:rsidRPr="000F7DD1" w:rsidRDefault="00897644" w:rsidP="00747E18">
            <w:pPr>
              <w:pStyle w:val="Tabelazwyky"/>
            </w:pPr>
            <w:r w:rsidRPr="000F7DD1">
              <w:t>Struktura danych dla deklaracji.</w:t>
            </w:r>
          </w:p>
        </w:tc>
      </w:tr>
    </w:tbl>
    <w:p w14:paraId="7E74CF75" w14:textId="77777777" w:rsidR="004E2C82" w:rsidRPr="000F7DD1" w:rsidRDefault="00821CB6" w:rsidP="00747E18">
      <w:pPr>
        <w:pStyle w:val="Nagwek1"/>
        <w:ind w:left="431" w:hanging="431"/>
        <w:rPr>
          <w:lang w:val="pl-PL"/>
        </w:rPr>
      </w:pPr>
      <w:bookmarkStart w:id="53" w:name="_Toc183523751"/>
      <w:r w:rsidRPr="000F7DD1">
        <w:rPr>
          <w:lang w:val="pl-PL"/>
        </w:rPr>
        <w:lastRenderedPageBreak/>
        <w:t>Specyfikacja deklaracji AKC</w:t>
      </w:r>
      <w:r w:rsidR="007B6312" w:rsidRPr="000F7DD1">
        <w:rPr>
          <w:lang w:val="pl-PL"/>
        </w:rPr>
        <w:t>U</w:t>
      </w:r>
      <w:r w:rsidR="00480F96" w:rsidRPr="000F7DD1">
        <w:rPr>
          <w:lang w:val="pl-PL"/>
        </w:rPr>
        <w:t>A</w:t>
      </w:r>
      <w:bookmarkEnd w:id="53"/>
      <w:r w:rsidR="007B6312" w:rsidRPr="000F7DD1">
        <w:rPr>
          <w:lang w:val="pl-PL"/>
        </w:rPr>
        <w:t xml:space="preserve"> </w:t>
      </w:r>
      <w:r w:rsidR="004E2C82" w:rsidRPr="000F7DD1">
        <w:rPr>
          <w:lang w:val="pl-PL"/>
        </w:rPr>
        <w:t xml:space="preserve"> </w:t>
      </w:r>
    </w:p>
    <w:p w14:paraId="6247BE07" w14:textId="4E5163DD" w:rsidR="00CA300B" w:rsidRPr="000F7DD1" w:rsidRDefault="00023890" w:rsidP="00747E18">
      <w:r w:rsidRPr="000F7DD1">
        <w:t xml:space="preserve">Struktury typu </w:t>
      </w:r>
      <w:proofErr w:type="spellStart"/>
      <w:r w:rsidRPr="00E20155">
        <w:rPr>
          <w:lang w:val="en-GB"/>
        </w:rPr>
        <w:t>SignatureType</w:t>
      </w:r>
      <w:proofErr w:type="spellEnd"/>
      <w:r w:rsidRPr="00E20155">
        <w:rPr>
          <w:lang w:val="en-GB"/>
        </w:rPr>
        <w:t xml:space="preserve">, </w:t>
      </w:r>
      <w:proofErr w:type="spellStart"/>
      <w:r w:rsidRPr="00E20155">
        <w:rPr>
          <w:lang w:val="en-GB"/>
        </w:rPr>
        <w:t>ZTrader</w:t>
      </w:r>
      <w:proofErr w:type="spellEnd"/>
      <w:r w:rsidRPr="00E20155">
        <w:rPr>
          <w:lang w:val="en-GB"/>
        </w:rPr>
        <w:t xml:space="preserve">, </w:t>
      </w:r>
      <w:proofErr w:type="spellStart"/>
      <w:r w:rsidRPr="00E20155">
        <w:rPr>
          <w:lang w:val="en-GB"/>
        </w:rPr>
        <w:t>Z</w:t>
      </w:r>
      <w:r w:rsidR="00B721AE" w:rsidRPr="00E20155">
        <w:rPr>
          <w:lang w:val="en-GB"/>
        </w:rPr>
        <w:t>Ext</w:t>
      </w:r>
      <w:r w:rsidRPr="00E20155">
        <w:rPr>
          <w:lang w:val="en-GB"/>
        </w:rPr>
        <w:t>Statement</w:t>
      </w:r>
      <w:proofErr w:type="spellEnd"/>
      <w:r w:rsidR="00C8590C" w:rsidRPr="00E20155">
        <w:rPr>
          <w:lang w:val="en-GB"/>
        </w:rPr>
        <w:t xml:space="preserve">, </w:t>
      </w:r>
      <w:proofErr w:type="spellStart"/>
      <w:r w:rsidR="00C8590C" w:rsidRPr="00E20155">
        <w:rPr>
          <w:lang w:val="en-GB"/>
        </w:rPr>
        <w:t>ZCharacter</w:t>
      </w:r>
      <w:proofErr w:type="spellEnd"/>
      <w:r w:rsidR="00E713AA" w:rsidRPr="00E20155">
        <w:rPr>
          <w:lang w:val="en-GB" w:eastAsia="pl-PL"/>
        </w:rPr>
        <w:t xml:space="preserve">, </w:t>
      </w:r>
      <w:proofErr w:type="spellStart"/>
      <w:r w:rsidR="00E713AA" w:rsidRPr="00E20155">
        <w:rPr>
          <w:rFonts w:cs="Arial"/>
          <w:szCs w:val="18"/>
          <w:lang w:val="en-GB" w:eastAsia="pl-PL"/>
        </w:rPr>
        <w:t>ZPer</w:t>
      </w:r>
      <w:r w:rsidR="004875EF" w:rsidRPr="00E20155">
        <w:rPr>
          <w:rFonts w:cs="Arial"/>
          <w:szCs w:val="18"/>
          <w:lang w:val="en-GB" w:eastAsia="pl-PL"/>
        </w:rPr>
        <w:t>centage</w:t>
      </w:r>
      <w:proofErr w:type="spellEnd"/>
      <w:r w:rsidR="00E713AA" w:rsidRPr="000F7DD1">
        <w:rPr>
          <w:rFonts w:cs="Arial"/>
          <w:szCs w:val="18"/>
          <w:lang w:eastAsia="pl-PL"/>
        </w:rPr>
        <w:t xml:space="preserve"> </w:t>
      </w:r>
      <w:r w:rsidRPr="000F7DD1">
        <w:t xml:space="preserve">zostały zdefiniowane w dokumencie </w:t>
      </w:r>
      <w:r w:rsidRPr="000F7DD1">
        <w:fldChar w:fldCharType="begin"/>
      </w:r>
      <w:r w:rsidRPr="000F7DD1">
        <w:instrText xml:space="preserve"> REF _Ref361653747 \r \h </w:instrText>
      </w:r>
      <w:r w:rsidR="00C10443" w:rsidRPr="000F7DD1">
        <w:instrText xml:space="preserve"> \* MERGEFORMAT </w:instrText>
      </w:r>
      <w:r w:rsidRPr="000F7DD1">
        <w:fldChar w:fldCharType="separate"/>
      </w:r>
      <w:r w:rsidR="002E70C8">
        <w:t>0</w:t>
      </w:r>
      <w:r w:rsidRPr="000F7DD1">
        <w:fldChar w:fldCharType="end"/>
      </w:r>
      <w:r w:rsidRPr="000F7DD1">
        <w:t xml:space="preserve"> i nie będą tutaj szczegółowo omawiane.</w:t>
      </w:r>
    </w:p>
    <w:p w14:paraId="7D431B07" w14:textId="652D46E4" w:rsidR="00C10443" w:rsidRPr="000F7DD1" w:rsidRDefault="00C10443" w:rsidP="00747E18">
      <w:pPr>
        <w:pStyle w:val="Legenda"/>
        <w:keepNext/>
      </w:pPr>
      <w:bookmarkStart w:id="54" w:name="_Toc183523764"/>
      <w:r w:rsidRPr="000F7DD1">
        <w:t xml:space="preserve">Tabela </w:t>
      </w:r>
      <w:fldSimple w:instr=" SEQ Tabela \* ARABIC ">
        <w:r w:rsidR="002E70C8">
          <w:rPr>
            <w:noProof/>
          </w:rPr>
          <w:t>8</w:t>
        </w:r>
      </w:fldSimple>
      <w:r w:rsidRPr="000F7DD1">
        <w:t xml:space="preserve"> Dane ogólne w ramach struktury deklaracji AKC-UA</w:t>
      </w:r>
      <w:bookmarkEnd w:id="54"/>
    </w:p>
    <w:tbl>
      <w:tblPr>
        <w:tblStyle w:val="Tabela-Siatka"/>
        <w:tblW w:w="9322" w:type="dxa"/>
        <w:tblLook w:val="01E0" w:firstRow="1" w:lastRow="1" w:firstColumn="1" w:lastColumn="1" w:noHBand="0" w:noVBand="0"/>
      </w:tblPr>
      <w:tblGrid>
        <w:gridCol w:w="2738"/>
        <w:gridCol w:w="6584"/>
      </w:tblGrid>
      <w:tr w:rsidR="000F7DD1" w:rsidRPr="000F7DD1" w14:paraId="4132D85A" w14:textId="77777777" w:rsidTr="000F7DD1">
        <w:trPr>
          <w:cnfStyle w:val="100000000000" w:firstRow="1" w:lastRow="0" w:firstColumn="0" w:lastColumn="0" w:oddVBand="0" w:evenVBand="0" w:oddHBand="0" w:evenHBand="0" w:firstRowFirstColumn="0" w:firstRowLastColumn="0" w:lastRowFirstColumn="0" w:lastRowLastColumn="0"/>
          <w:tblHeader/>
        </w:trPr>
        <w:tc>
          <w:tcPr>
            <w:tcW w:w="2738" w:type="dxa"/>
          </w:tcPr>
          <w:p w14:paraId="46DC4234" w14:textId="77777777" w:rsidR="000F7DD1" w:rsidRPr="000F7DD1" w:rsidRDefault="000F7DD1" w:rsidP="00747E18">
            <w:pPr>
              <w:pStyle w:val="Z2Nagwektabeli"/>
              <w:rPr>
                <w:rFonts w:ascii="Lato" w:hAnsi="Lato" w:cs="Arial"/>
                <w:b w:val="0"/>
                <w:szCs w:val="18"/>
              </w:rPr>
            </w:pPr>
            <w:r w:rsidRPr="000F7DD1">
              <w:rPr>
                <w:rFonts w:ascii="Lato" w:hAnsi="Lato"/>
              </w:rPr>
              <w:t>Ogólne</w:t>
            </w:r>
          </w:p>
        </w:tc>
        <w:tc>
          <w:tcPr>
            <w:tcW w:w="6584" w:type="dxa"/>
          </w:tcPr>
          <w:p w14:paraId="65532156" w14:textId="0C69833C" w:rsidR="000F7DD1" w:rsidRPr="000F7DD1" w:rsidRDefault="000F7DD1" w:rsidP="00747E18">
            <w:pPr>
              <w:pStyle w:val="Z2Nagwektabeli"/>
              <w:rPr>
                <w:rFonts w:ascii="Lato" w:hAnsi="Lato" w:cs="Arial"/>
                <w:b w:val="0"/>
                <w:szCs w:val="18"/>
              </w:rPr>
            </w:pPr>
          </w:p>
        </w:tc>
      </w:tr>
      <w:tr w:rsidR="00AE58FB" w:rsidRPr="000F7DD1" w14:paraId="4D48D7ED" w14:textId="77777777" w:rsidTr="000F7DD1">
        <w:tc>
          <w:tcPr>
            <w:tcW w:w="2738" w:type="dxa"/>
          </w:tcPr>
          <w:p w14:paraId="56A2D50D" w14:textId="77777777" w:rsidR="00AE58FB" w:rsidRPr="000F7DD1" w:rsidRDefault="00AE58FB" w:rsidP="00747E18">
            <w:pPr>
              <w:pStyle w:val="Tabelazwyky"/>
            </w:pPr>
            <w:r w:rsidRPr="000F7DD1">
              <w:t>Opis</w:t>
            </w:r>
          </w:p>
        </w:tc>
        <w:tc>
          <w:tcPr>
            <w:tcW w:w="6584" w:type="dxa"/>
          </w:tcPr>
          <w:p w14:paraId="3FD44431" w14:textId="77777777" w:rsidR="00AE58FB" w:rsidRPr="000F7DD1" w:rsidRDefault="00104424" w:rsidP="00747E18">
            <w:pPr>
              <w:pStyle w:val="Tabelazwyky"/>
            </w:pPr>
            <w:r w:rsidRPr="000F7DD1">
              <w:t xml:space="preserve">Struktura deklaracji uproszczonej </w:t>
            </w:r>
            <w:r w:rsidR="00ED0A25" w:rsidRPr="000F7DD1">
              <w:t>w sprawie podatku akcyzowego od samochodów osobowych</w:t>
            </w:r>
          </w:p>
        </w:tc>
      </w:tr>
      <w:tr w:rsidR="00AE58FB" w:rsidRPr="000F7DD1" w14:paraId="66A082D8" w14:textId="77777777" w:rsidTr="000F7DD1">
        <w:tc>
          <w:tcPr>
            <w:tcW w:w="2738" w:type="dxa"/>
          </w:tcPr>
          <w:p w14:paraId="7E908DEA" w14:textId="77777777" w:rsidR="00AE58FB" w:rsidRPr="000F7DD1" w:rsidRDefault="00AE58FB" w:rsidP="00747E18">
            <w:pPr>
              <w:pStyle w:val="Tabelazwyky"/>
            </w:pPr>
            <w:r w:rsidRPr="000F7DD1">
              <w:t>Proces biznesowy</w:t>
            </w:r>
          </w:p>
        </w:tc>
        <w:tc>
          <w:tcPr>
            <w:tcW w:w="6584" w:type="dxa"/>
          </w:tcPr>
          <w:p w14:paraId="0AA13CA7" w14:textId="77777777" w:rsidR="00AE58FB" w:rsidRPr="000F7DD1" w:rsidRDefault="00AE58FB" w:rsidP="00747E18">
            <w:pPr>
              <w:pStyle w:val="Tabelazwyky"/>
            </w:pPr>
          </w:p>
        </w:tc>
      </w:tr>
      <w:tr w:rsidR="00AE58FB" w:rsidRPr="000F7DD1" w14:paraId="7B7DF966" w14:textId="77777777" w:rsidTr="000F7DD1">
        <w:tc>
          <w:tcPr>
            <w:tcW w:w="2738" w:type="dxa"/>
          </w:tcPr>
          <w:p w14:paraId="36C890CE" w14:textId="77777777" w:rsidR="00AE58FB" w:rsidRPr="000F7DD1" w:rsidRDefault="00D41F2E" w:rsidP="00747E18">
            <w:pPr>
              <w:pStyle w:val="Tabelazwyky"/>
            </w:pPr>
            <w:r w:rsidRPr="000F7DD1">
              <w:t>Wersja deklaracji</w:t>
            </w:r>
          </w:p>
        </w:tc>
        <w:tc>
          <w:tcPr>
            <w:tcW w:w="6584" w:type="dxa"/>
          </w:tcPr>
          <w:p w14:paraId="4767FDBC" w14:textId="77777777" w:rsidR="00AE58FB" w:rsidRPr="000F7DD1" w:rsidRDefault="00315399" w:rsidP="00747E18">
            <w:pPr>
              <w:pStyle w:val="Tabelazwyky"/>
            </w:pPr>
            <w:r w:rsidRPr="000F7DD1">
              <w:t>3</w:t>
            </w:r>
            <w:r w:rsidR="008A1B4F" w:rsidRPr="000F7DD1">
              <w:t>_0</w:t>
            </w:r>
          </w:p>
        </w:tc>
      </w:tr>
      <w:tr w:rsidR="00AE58FB" w:rsidRPr="000F7DD1" w14:paraId="24290AEF" w14:textId="77777777" w:rsidTr="000F7DD1">
        <w:tc>
          <w:tcPr>
            <w:tcW w:w="2738" w:type="dxa"/>
          </w:tcPr>
          <w:p w14:paraId="2AD5B1AC" w14:textId="77777777" w:rsidR="00AE58FB" w:rsidRPr="000F7DD1" w:rsidRDefault="00D41F2E" w:rsidP="00747E18">
            <w:pPr>
              <w:pStyle w:val="Tabelazwyky"/>
            </w:pPr>
            <w:r w:rsidRPr="000F7DD1">
              <w:t>Zależności od innych dekl</w:t>
            </w:r>
            <w:r w:rsidR="009F770A" w:rsidRPr="000F7DD1">
              <w:t>a</w:t>
            </w:r>
            <w:r w:rsidRPr="000F7DD1">
              <w:t>racji</w:t>
            </w:r>
          </w:p>
        </w:tc>
        <w:tc>
          <w:tcPr>
            <w:tcW w:w="6584" w:type="dxa"/>
          </w:tcPr>
          <w:p w14:paraId="630DD173" w14:textId="77777777" w:rsidR="00AE58FB" w:rsidRPr="000F7DD1" w:rsidRDefault="00AE58FB" w:rsidP="00747E18">
            <w:pPr>
              <w:pStyle w:val="Tabelazwyky"/>
            </w:pPr>
          </w:p>
        </w:tc>
      </w:tr>
      <w:tr w:rsidR="00AE58FB" w:rsidRPr="000F7DD1" w14:paraId="13567F32" w14:textId="77777777" w:rsidTr="000F7DD1">
        <w:tc>
          <w:tcPr>
            <w:tcW w:w="2738" w:type="dxa"/>
          </w:tcPr>
          <w:p w14:paraId="55954AB7" w14:textId="77777777" w:rsidR="00AE58FB" w:rsidRPr="000F7DD1" w:rsidRDefault="00AE58FB" w:rsidP="00747E18">
            <w:pPr>
              <w:pStyle w:val="Tabelazwyky"/>
            </w:pPr>
            <w:r w:rsidRPr="000F7DD1">
              <w:t xml:space="preserve">Technologia </w:t>
            </w:r>
          </w:p>
        </w:tc>
        <w:tc>
          <w:tcPr>
            <w:tcW w:w="6584" w:type="dxa"/>
          </w:tcPr>
          <w:p w14:paraId="5B602ACA" w14:textId="77777777" w:rsidR="00AE58FB" w:rsidRPr="000F7DD1" w:rsidRDefault="009F6ED6" w:rsidP="00747E18">
            <w:pPr>
              <w:pStyle w:val="Tabelazwyky"/>
            </w:pPr>
            <w:r w:rsidRPr="000F7DD1">
              <w:t>XML</w:t>
            </w:r>
          </w:p>
        </w:tc>
      </w:tr>
      <w:tr w:rsidR="00AE58FB" w:rsidRPr="000F7DD1" w14:paraId="2809FAE6" w14:textId="77777777" w:rsidTr="000F7DD1">
        <w:tc>
          <w:tcPr>
            <w:tcW w:w="2738" w:type="dxa"/>
          </w:tcPr>
          <w:p w14:paraId="785A65A5" w14:textId="77777777" w:rsidR="00AE58FB" w:rsidRPr="000F7DD1" w:rsidRDefault="00AE58FB" w:rsidP="00747E18">
            <w:pPr>
              <w:pStyle w:val="Tabelazwyky"/>
            </w:pPr>
            <w:r w:rsidRPr="000F7DD1">
              <w:t>Reguły biznesowe</w:t>
            </w:r>
          </w:p>
        </w:tc>
        <w:tc>
          <w:tcPr>
            <w:tcW w:w="6584" w:type="dxa"/>
          </w:tcPr>
          <w:p w14:paraId="3EFA6BE5" w14:textId="77777777" w:rsidR="00AE58FB" w:rsidRPr="000F7DD1" w:rsidRDefault="00AE58FB" w:rsidP="00747E18">
            <w:pPr>
              <w:pStyle w:val="Tabelazwyky"/>
            </w:pPr>
          </w:p>
        </w:tc>
      </w:tr>
      <w:tr w:rsidR="00AE58FB" w:rsidRPr="000F7DD1" w14:paraId="009664CD" w14:textId="77777777" w:rsidTr="000F7DD1">
        <w:tc>
          <w:tcPr>
            <w:tcW w:w="2738" w:type="dxa"/>
          </w:tcPr>
          <w:p w14:paraId="21EB00B4" w14:textId="77777777" w:rsidR="00AE58FB" w:rsidRPr="000F7DD1" w:rsidRDefault="00AE58FB" w:rsidP="00747E18">
            <w:pPr>
              <w:pStyle w:val="Tabelazwyky"/>
            </w:pPr>
            <w:r w:rsidRPr="000F7DD1">
              <w:t>Wykorzystane standardy</w:t>
            </w:r>
          </w:p>
        </w:tc>
        <w:tc>
          <w:tcPr>
            <w:tcW w:w="6584" w:type="dxa"/>
          </w:tcPr>
          <w:p w14:paraId="4F86C73E" w14:textId="77777777" w:rsidR="00AE58FB" w:rsidRPr="000F7DD1" w:rsidRDefault="00B5046C" w:rsidP="00747E18">
            <w:pPr>
              <w:pStyle w:val="Tabelazwyky"/>
            </w:pPr>
            <w:r w:rsidRPr="000F7DD1">
              <w:t>XML</w:t>
            </w:r>
          </w:p>
        </w:tc>
      </w:tr>
      <w:tr w:rsidR="00AE58FB" w:rsidRPr="000F7DD1" w14:paraId="07F557F5" w14:textId="77777777" w:rsidTr="000F7DD1">
        <w:tc>
          <w:tcPr>
            <w:tcW w:w="2738" w:type="dxa"/>
          </w:tcPr>
          <w:p w14:paraId="24A5C6B2" w14:textId="77777777" w:rsidR="00AE58FB" w:rsidRPr="00E20155" w:rsidRDefault="00AE58FB" w:rsidP="00747E18">
            <w:pPr>
              <w:pStyle w:val="Tabelazwyky"/>
              <w:rPr>
                <w:lang w:val="en-GB"/>
              </w:rPr>
            </w:pPr>
            <w:r w:rsidRPr="00E20155">
              <w:rPr>
                <w:lang w:val="en-GB"/>
              </w:rPr>
              <w:t>Namespaces</w:t>
            </w:r>
          </w:p>
        </w:tc>
        <w:tc>
          <w:tcPr>
            <w:tcW w:w="6584" w:type="dxa"/>
          </w:tcPr>
          <w:p w14:paraId="06C45351" w14:textId="77777777" w:rsidR="00B5046C" w:rsidRPr="000F7DD1" w:rsidRDefault="00B5046C" w:rsidP="00747E18">
            <w:pPr>
              <w:pStyle w:val="Tabelazwyky"/>
            </w:pPr>
            <w:r w:rsidRPr="000F7DD1">
              <w:t>http://www.w3.org/2000/09/xmldsig#</w:t>
            </w:r>
          </w:p>
          <w:p w14:paraId="34BCEF54" w14:textId="77777777" w:rsidR="008A1B4F" w:rsidRPr="000F7DD1" w:rsidRDefault="008A1B4F" w:rsidP="00747E18">
            <w:pPr>
              <w:pStyle w:val="Tabelazwyky"/>
            </w:pPr>
            <w:r w:rsidRPr="000F7DD1">
              <w:t>http://www.e-clo.pl/ZEFIR2/eZefir2/xsd/v</w:t>
            </w:r>
            <w:r w:rsidR="00315399" w:rsidRPr="000F7DD1">
              <w:t>3</w:t>
            </w:r>
            <w:r w:rsidRPr="000F7DD1">
              <w:t>_0/</w:t>
            </w:r>
            <w:r w:rsidR="00ED0A25" w:rsidRPr="000F7DD1">
              <w:t>AKC</w:t>
            </w:r>
            <w:r w:rsidR="00315399" w:rsidRPr="000F7DD1">
              <w:t>_</w:t>
            </w:r>
            <w:r w:rsidR="00ED0A25" w:rsidRPr="000F7DD1">
              <w:t>UA</w:t>
            </w:r>
            <w:r w:rsidRPr="000F7DD1">
              <w:t>.xsd</w:t>
            </w:r>
          </w:p>
          <w:p w14:paraId="4F3641BE" w14:textId="77777777" w:rsidR="008A1B4F" w:rsidRPr="000F7DD1" w:rsidRDefault="008A1B4F" w:rsidP="00747E18">
            <w:pPr>
              <w:pStyle w:val="Tabelazwyky"/>
            </w:pPr>
            <w:r w:rsidRPr="000F7DD1">
              <w:t>http://www.e-clo.pl/ZEFIR2/eZefir2/xsd/v</w:t>
            </w:r>
            <w:r w:rsidR="00ED0A25" w:rsidRPr="000F7DD1">
              <w:t>6</w:t>
            </w:r>
            <w:r w:rsidRPr="000F7DD1">
              <w:t>_0/</w:t>
            </w:r>
            <w:r w:rsidRPr="00E20155">
              <w:rPr>
                <w:lang w:val="en-GB"/>
              </w:rPr>
              <w:t>Trader</w:t>
            </w:r>
            <w:r w:rsidRPr="000F7DD1">
              <w:t>.xsd</w:t>
            </w:r>
          </w:p>
          <w:p w14:paraId="6F84FE82" w14:textId="04CDA168" w:rsidR="008A1B4F" w:rsidRPr="000F7DD1" w:rsidRDefault="00E20155" w:rsidP="00747E18">
            <w:pPr>
              <w:pStyle w:val="Tabelazwyky"/>
            </w:pPr>
            <w:hyperlink r:id="rId11" w:history="1">
              <w:r w:rsidR="00ED0A25" w:rsidRPr="000F7DD1">
                <w:t>http://www.e-clo.pl/ZEFIR2/eZefir2/xsd/v6_0/</w:t>
              </w:r>
              <w:r w:rsidR="00ED0A25" w:rsidRPr="00E20155">
                <w:rPr>
                  <w:lang w:val="en-GB"/>
                </w:rPr>
                <w:t>Types</w:t>
              </w:r>
              <w:r w:rsidR="00ED0A25" w:rsidRPr="000F7DD1">
                <w:t>.xsd</w:t>
              </w:r>
            </w:hyperlink>
          </w:p>
          <w:p w14:paraId="5C24B9B6" w14:textId="77777777" w:rsidR="001F26FD" w:rsidRPr="000F7DD1" w:rsidRDefault="008A1B4F" w:rsidP="00747E18">
            <w:pPr>
              <w:pStyle w:val="Tabelazwyky"/>
            </w:pPr>
            <w:r w:rsidRPr="000F7DD1">
              <w:t>http://www.e-clo.pl/ZEFIR2/eZefir2/xsd/v2_0/</w:t>
            </w:r>
            <w:r w:rsidRPr="00E20155">
              <w:rPr>
                <w:lang w:val="en-GB"/>
              </w:rPr>
              <w:t>Authentication</w:t>
            </w:r>
            <w:r w:rsidRPr="000F7DD1">
              <w:t>.xsd</w:t>
            </w:r>
          </w:p>
        </w:tc>
      </w:tr>
      <w:tr w:rsidR="00AE58FB" w:rsidRPr="000F7DD1" w14:paraId="2E32D47F" w14:textId="77777777" w:rsidTr="000F7DD1">
        <w:tc>
          <w:tcPr>
            <w:tcW w:w="2738" w:type="dxa"/>
          </w:tcPr>
          <w:p w14:paraId="6A3C0780" w14:textId="77777777" w:rsidR="00AE58FB" w:rsidRPr="000F7DD1" w:rsidRDefault="00AE58FB" w:rsidP="00747E18">
            <w:pPr>
              <w:pStyle w:val="Tabelazwyky"/>
            </w:pPr>
            <w:r w:rsidRPr="000F7DD1">
              <w:t xml:space="preserve">Definicja struktur </w:t>
            </w:r>
          </w:p>
        </w:tc>
        <w:tc>
          <w:tcPr>
            <w:tcW w:w="6584" w:type="dxa"/>
          </w:tcPr>
          <w:p w14:paraId="1BF8ADDE" w14:textId="77777777" w:rsidR="00AE58FB" w:rsidRPr="000F7DD1" w:rsidRDefault="00DC0B77" w:rsidP="00747E18">
            <w:pPr>
              <w:pStyle w:val="Tabelazwyky"/>
            </w:pPr>
            <w:r w:rsidRPr="000F7DD1">
              <w:t>AKC</w:t>
            </w:r>
            <w:r w:rsidR="00315399" w:rsidRPr="000F7DD1">
              <w:t>_</w:t>
            </w:r>
            <w:r w:rsidRPr="000F7DD1">
              <w:t>U</w:t>
            </w:r>
            <w:r w:rsidR="00F81B69" w:rsidRPr="000F7DD1">
              <w:t>A</w:t>
            </w:r>
            <w:r w:rsidR="00AE58FB" w:rsidRPr="000F7DD1">
              <w:t>.xsd</w:t>
            </w:r>
          </w:p>
        </w:tc>
      </w:tr>
    </w:tbl>
    <w:p w14:paraId="66AF01EF" w14:textId="5D38C4E2" w:rsidR="00C10443" w:rsidRPr="000F7DD1" w:rsidRDefault="00C10443" w:rsidP="000F7DD1">
      <w:pPr>
        <w:pStyle w:val="Nagwek3"/>
        <w:rPr>
          <w:lang w:val="pl-PL"/>
        </w:rPr>
      </w:pPr>
      <w:bookmarkStart w:id="55" w:name="_Toc183523752"/>
      <w:bookmarkStart w:id="56" w:name="_Toc183523765"/>
      <w:r w:rsidRPr="000F7DD1">
        <w:rPr>
          <w:lang w:val="pl-PL"/>
        </w:rPr>
        <w:t xml:space="preserve">Tabela </w:t>
      </w:r>
      <w:r w:rsidR="002F34C3" w:rsidRPr="000F7DD1">
        <w:rPr>
          <w:lang w:val="pl-PL"/>
        </w:rPr>
        <w:fldChar w:fldCharType="begin"/>
      </w:r>
      <w:r w:rsidR="002F34C3" w:rsidRPr="000F7DD1">
        <w:rPr>
          <w:lang w:val="pl-PL"/>
        </w:rPr>
        <w:instrText xml:space="preserve"> SEQ Tabela \* ARABIC </w:instrText>
      </w:r>
      <w:r w:rsidR="002F34C3" w:rsidRPr="000F7DD1">
        <w:rPr>
          <w:lang w:val="pl-PL"/>
        </w:rPr>
        <w:fldChar w:fldCharType="separate"/>
      </w:r>
      <w:r w:rsidR="002E70C8">
        <w:rPr>
          <w:noProof/>
          <w:lang w:val="pl-PL"/>
        </w:rPr>
        <w:t>9</w:t>
      </w:r>
      <w:r w:rsidR="002F34C3" w:rsidRPr="000F7DD1">
        <w:rPr>
          <w:noProof/>
          <w:lang w:val="pl-PL"/>
        </w:rPr>
        <w:fldChar w:fldCharType="end"/>
      </w:r>
      <w:r w:rsidRPr="000F7DD1">
        <w:rPr>
          <w:lang w:val="pl-PL"/>
        </w:rPr>
        <w:t xml:space="preserve"> Struktura danych deklaracji AKC-UA</w:t>
      </w:r>
      <w:bookmarkEnd w:id="55"/>
      <w:bookmarkEnd w:id="56"/>
    </w:p>
    <w:p w14:paraId="32171F8F" w14:textId="0E5AC1E2"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AKC_UAType</w:t>
      </w:r>
      <w:proofErr w:type="spellEnd"/>
    </w:p>
    <w:p w14:paraId="3C22731D" w14:textId="4ACCA12A"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HeaderType</w:t>
      </w:r>
      <w:proofErr w:type="spellEnd"/>
    </w:p>
    <w:p w14:paraId="10A6E1ED" w14:textId="772B8BE5"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ZTrader</w:t>
      </w:r>
      <w:proofErr w:type="spellEnd"/>
    </w:p>
    <w:p w14:paraId="6D35F206" w14:textId="6D86DB2B"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AmountPayableType</w:t>
      </w:r>
      <w:proofErr w:type="spellEnd"/>
    </w:p>
    <w:p w14:paraId="4992C179" w14:textId="381F6BC8"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CalcAmountPayable</w:t>
      </w:r>
      <w:proofErr w:type="spellEnd"/>
    </w:p>
    <w:p w14:paraId="1E150B03" w14:textId="7CAC81B8" w:rsidR="000F7DD1" w:rsidRPr="00E20155" w:rsidRDefault="000F7DD1" w:rsidP="000F7DD1">
      <w:pPr>
        <w:pStyle w:val="Akapitzlist"/>
        <w:numPr>
          <w:ilvl w:val="0"/>
          <w:numId w:val="31"/>
        </w:numPr>
        <w:spacing w:before="0" w:after="0"/>
        <w:rPr>
          <w:rFonts w:ascii="Consolas" w:hAnsi="Consolas"/>
          <w:lang w:val="en-GB"/>
        </w:rPr>
      </w:pPr>
      <w:r w:rsidRPr="00E20155">
        <w:rPr>
          <w:rFonts w:ascii="Consolas" w:hAnsi="Consolas"/>
          <w:lang w:val="en-GB"/>
        </w:rPr>
        <w:t>ItemType</w:t>
      </w:r>
    </w:p>
    <w:p w14:paraId="28543394" w14:textId="3283E7C4"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ZExtStatement</w:t>
      </w:r>
      <w:proofErr w:type="spellEnd"/>
    </w:p>
    <w:p w14:paraId="414B852A" w14:textId="274FAC97"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AuthenticationType</w:t>
      </w:r>
      <w:proofErr w:type="spellEnd"/>
    </w:p>
    <w:p w14:paraId="09407247" w14:textId="707C22AA" w:rsidR="000F7DD1" w:rsidRPr="00E20155" w:rsidRDefault="000F7DD1" w:rsidP="000F7DD1">
      <w:pPr>
        <w:pStyle w:val="Akapitzlist"/>
        <w:numPr>
          <w:ilvl w:val="0"/>
          <w:numId w:val="31"/>
        </w:numPr>
        <w:spacing w:before="0" w:after="0"/>
        <w:rPr>
          <w:rFonts w:ascii="Consolas" w:hAnsi="Consolas"/>
          <w:lang w:val="en-GB"/>
        </w:rPr>
      </w:pPr>
      <w:proofErr w:type="spellStart"/>
      <w:r w:rsidRPr="00E20155">
        <w:rPr>
          <w:rFonts w:ascii="Consolas" w:hAnsi="Consolas"/>
          <w:lang w:val="en-GB"/>
        </w:rPr>
        <w:t>SignatureType</w:t>
      </w:r>
      <w:proofErr w:type="spellEnd"/>
    </w:p>
    <w:p w14:paraId="7B9DC31F" w14:textId="3074A0BD" w:rsidR="000F7DD1" w:rsidRPr="000F7DD1" w:rsidRDefault="000F7DD1" w:rsidP="000F7DD1">
      <w:pPr>
        <w:pStyle w:val="Akapitzlist"/>
        <w:numPr>
          <w:ilvl w:val="0"/>
          <w:numId w:val="31"/>
        </w:numPr>
        <w:spacing w:before="0" w:after="0"/>
        <w:rPr>
          <w:rFonts w:ascii="Consolas" w:hAnsi="Consolas"/>
        </w:rPr>
      </w:pPr>
      <w:r w:rsidRPr="00E20155">
        <w:rPr>
          <w:rFonts w:ascii="Consolas" w:hAnsi="Consolas"/>
          <w:lang w:val="en-GB"/>
        </w:rPr>
        <w:t>version</w:t>
      </w:r>
    </w:p>
    <w:p w14:paraId="33F1347F" w14:textId="77777777" w:rsidR="00A83E6C" w:rsidRPr="000F7DD1" w:rsidRDefault="00A83E6C" w:rsidP="00747E18">
      <w:pPr>
        <w:rPr>
          <w:bCs/>
          <w:sz w:val="22"/>
          <w:szCs w:val="20"/>
        </w:rPr>
      </w:pPr>
      <w:r w:rsidRPr="000F7DD1">
        <w:br w:type="page"/>
      </w:r>
    </w:p>
    <w:p w14:paraId="09506D1A" w14:textId="5D9F0099" w:rsidR="00C10443" w:rsidRPr="000F7DD1" w:rsidRDefault="00C10443" w:rsidP="00747E18">
      <w:pPr>
        <w:pStyle w:val="Legenda"/>
        <w:keepNext/>
      </w:pPr>
      <w:bookmarkStart w:id="57" w:name="_Toc183523766"/>
      <w:r w:rsidRPr="000F7DD1">
        <w:lastRenderedPageBreak/>
        <w:t xml:space="preserve">Tabela </w:t>
      </w:r>
      <w:fldSimple w:instr=" SEQ Tabela \* ARABIC ">
        <w:r w:rsidR="002E70C8">
          <w:rPr>
            <w:noProof/>
          </w:rPr>
          <w:t>10</w:t>
        </w:r>
      </w:fldSimple>
      <w:r w:rsidRPr="000F7DD1">
        <w:t xml:space="preserve"> Struktura komunikatu XML deklaracji AKC-UA – typy danych</w:t>
      </w:r>
      <w:bookmarkEnd w:id="57"/>
    </w:p>
    <w:tbl>
      <w:tblPr>
        <w:tblStyle w:val="Tabela-Siatka"/>
        <w:tblW w:w="0" w:type="auto"/>
        <w:tblLook w:val="01E0" w:firstRow="1" w:lastRow="1" w:firstColumn="1" w:lastColumn="1" w:noHBand="0" w:noVBand="0"/>
      </w:tblPr>
      <w:tblGrid>
        <w:gridCol w:w="1868"/>
        <w:gridCol w:w="2905"/>
        <w:gridCol w:w="878"/>
        <w:gridCol w:w="2214"/>
        <w:gridCol w:w="1189"/>
      </w:tblGrid>
      <w:tr w:rsidR="008A378C" w:rsidRPr="000F7DD1" w14:paraId="3BA2626C"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p w14:paraId="67857FE2" w14:textId="77777777" w:rsidR="008A378C" w:rsidRPr="000F7DD1" w:rsidRDefault="008A378C" w:rsidP="00747E18">
            <w:pPr>
              <w:pStyle w:val="Z2Nagwektabeli"/>
              <w:rPr>
                <w:rFonts w:ascii="Lato" w:hAnsi="Lato"/>
              </w:rPr>
            </w:pPr>
            <w:r w:rsidRPr="000F7DD1">
              <w:rPr>
                <w:rFonts w:ascii="Lato" w:hAnsi="Lato"/>
              </w:rPr>
              <w:t xml:space="preserve">Nazwa </w:t>
            </w:r>
          </w:p>
        </w:tc>
        <w:tc>
          <w:tcPr>
            <w:tcW w:w="2905" w:type="dxa"/>
          </w:tcPr>
          <w:p w14:paraId="0787E4AF" w14:textId="77777777" w:rsidR="008A378C" w:rsidRPr="000F7DD1" w:rsidRDefault="008A378C" w:rsidP="00747E18">
            <w:pPr>
              <w:pStyle w:val="Z2Nagwektabeli"/>
              <w:rPr>
                <w:rFonts w:ascii="Lato" w:hAnsi="Lato"/>
              </w:rPr>
            </w:pPr>
            <w:r w:rsidRPr="000F7DD1">
              <w:rPr>
                <w:rFonts w:ascii="Lato" w:hAnsi="Lato"/>
              </w:rPr>
              <w:t>Opis</w:t>
            </w:r>
          </w:p>
        </w:tc>
        <w:tc>
          <w:tcPr>
            <w:tcW w:w="878" w:type="dxa"/>
          </w:tcPr>
          <w:p w14:paraId="035CD06A" w14:textId="77777777" w:rsidR="008A378C" w:rsidRPr="000F7DD1" w:rsidRDefault="008A378C" w:rsidP="00747E18">
            <w:pPr>
              <w:pStyle w:val="Z2Nagwektabeli"/>
              <w:rPr>
                <w:rFonts w:ascii="Lato" w:hAnsi="Lato"/>
              </w:rPr>
            </w:pPr>
            <w:r w:rsidRPr="000F7DD1">
              <w:rPr>
                <w:rFonts w:ascii="Lato" w:hAnsi="Lato"/>
              </w:rPr>
              <w:t>Nr pola</w:t>
            </w:r>
          </w:p>
        </w:tc>
        <w:tc>
          <w:tcPr>
            <w:tcW w:w="2214" w:type="dxa"/>
          </w:tcPr>
          <w:p w14:paraId="1AB426E3" w14:textId="77777777" w:rsidR="008A378C" w:rsidRPr="000F7DD1" w:rsidRDefault="008A378C" w:rsidP="00747E18">
            <w:pPr>
              <w:pStyle w:val="Z2Nagwektabeli"/>
              <w:rPr>
                <w:rFonts w:ascii="Lato" w:hAnsi="Lato"/>
              </w:rPr>
            </w:pPr>
            <w:r w:rsidRPr="000F7DD1">
              <w:rPr>
                <w:rFonts w:ascii="Lato" w:hAnsi="Lato"/>
              </w:rPr>
              <w:t>Typ</w:t>
            </w:r>
          </w:p>
        </w:tc>
        <w:tc>
          <w:tcPr>
            <w:tcW w:w="1189" w:type="dxa"/>
          </w:tcPr>
          <w:p w14:paraId="0C4484AC" w14:textId="77777777" w:rsidR="008A378C" w:rsidRPr="000F7DD1" w:rsidRDefault="008A378C" w:rsidP="00747E18">
            <w:pPr>
              <w:pStyle w:val="Z2Nagwektabeli"/>
              <w:rPr>
                <w:rFonts w:ascii="Lato" w:hAnsi="Lato"/>
              </w:rPr>
            </w:pPr>
            <w:r w:rsidRPr="000F7DD1">
              <w:rPr>
                <w:rFonts w:ascii="Lato" w:hAnsi="Lato"/>
              </w:rPr>
              <w:t>Liczebność</w:t>
            </w:r>
          </w:p>
        </w:tc>
      </w:tr>
      <w:tr w:rsidR="008A378C" w:rsidRPr="000F7DD1" w14:paraId="17C4166E" w14:textId="77777777" w:rsidTr="000F7DD1">
        <w:trPr>
          <w:trHeight w:val="213"/>
        </w:trPr>
        <w:tc>
          <w:tcPr>
            <w:tcW w:w="1868" w:type="dxa"/>
          </w:tcPr>
          <w:p w14:paraId="5FA69BF4" w14:textId="77777777" w:rsidR="008A378C" w:rsidRPr="00E20155" w:rsidRDefault="008A378C" w:rsidP="00747E18">
            <w:pPr>
              <w:pStyle w:val="Tabelazwyky"/>
              <w:rPr>
                <w:lang w:val="en-GB"/>
              </w:rPr>
            </w:pPr>
            <w:r w:rsidRPr="00E20155">
              <w:rPr>
                <w:lang w:val="en-GB"/>
              </w:rPr>
              <w:t>Header</w:t>
            </w:r>
          </w:p>
        </w:tc>
        <w:tc>
          <w:tcPr>
            <w:tcW w:w="2905" w:type="dxa"/>
          </w:tcPr>
          <w:p w14:paraId="15B9CDDD" w14:textId="77777777" w:rsidR="008A378C" w:rsidRPr="000F7DD1" w:rsidRDefault="008A378C" w:rsidP="00747E18">
            <w:pPr>
              <w:pStyle w:val="Tabelazwyky"/>
            </w:pPr>
            <w:r w:rsidRPr="000F7DD1">
              <w:t>Nagłówek deklaracji</w:t>
            </w:r>
          </w:p>
        </w:tc>
        <w:tc>
          <w:tcPr>
            <w:tcW w:w="878" w:type="dxa"/>
          </w:tcPr>
          <w:p w14:paraId="141B522F" w14:textId="77777777" w:rsidR="008A378C" w:rsidRPr="000F7DD1" w:rsidRDefault="00213E11" w:rsidP="00747E18">
            <w:pPr>
              <w:pStyle w:val="Tabelazwyky"/>
            </w:pPr>
            <w:r w:rsidRPr="000F7DD1">
              <w:t>-</w:t>
            </w:r>
          </w:p>
        </w:tc>
        <w:tc>
          <w:tcPr>
            <w:tcW w:w="2214" w:type="dxa"/>
          </w:tcPr>
          <w:p w14:paraId="3832A41B" w14:textId="77777777" w:rsidR="000F7DD1" w:rsidRPr="00E20155" w:rsidRDefault="000F7DD1" w:rsidP="000F7DD1">
            <w:pPr>
              <w:pStyle w:val="Tabelazwyky"/>
              <w:rPr>
                <w:lang w:val="en-US"/>
              </w:rPr>
            </w:pPr>
            <w:proofErr w:type="spellStart"/>
            <w:r w:rsidRPr="00E20155">
              <w:rPr>
                <w:lang w:val="en-US"/>
              </w:rPr>
              <w:t>HeaderTyp</w:t>
            </w:r>
            <w:proofErr w:type="spellEnd"/>
          </w:p>
          <w:p w14:paraId="012C2A29" w14:textId="09CE7CF3" w:rsidR="008A378C" w:rsidRPr="00E20155" w:rsidRDefault="000F7DD1" w:rsidP="000F7DD1">
            <w:pPr>
              <w:pStyle w:val="Tabelazwyky"/>
              <w:rPr>
                <w:lang w:val="en-US"/>
              </w:rPr>
            </w:pPr>
            <w:proofErr w:type="spellStart"/>
            <w:r w:rsidRPr="00E20155">
              <w:rPr>
                <w:lang w:val="en-US"/>
              </w:rPr>
              <w:t>Nagłówek</w:t>
            </w:r>
            <w:proofErr w:type="spellEnd"/>
            <w:r w:rsidRPr="00E20155">
              <w:rPr>
                <w:lang w:val="en-US"/>
              </w:rPr>
              <w:t xml:space="preserve"> </w:t>
            </w:r>
            <w:proofErr w:type="spellStart"/>
            <w:r w:rsidRPr="00E20155">
              <w:rPr>
                <w:lang w:val="en-US"/>
              </w:rPr>
              <w:t>deklaracjie</w:t>
            </w:r>
            <w:proofErr w:type="spellEnd"/>
          </w:p>
        </w:tc>
        <w:tc>
          <w:tcPr>
            <w:tcW w:w="1189" w:type="dxa"/>
          </w:tcPr>
          <w:p w14:paraId="165A0D7C" w14:textId="77777777" w:rsidR="008A378C" w:rsidRPr="000F7DD1" w:rsidRDefault="008A378C" w:rsidP="00747E18">
            <w:pPr>
              <w:pStyle w:val="Tabelazwyky"/>
            </w:pPr>
            <w:r w:rsidRPr="000F7DD1">
              <w:t>1..1</w:t>
            </w:r>
          </w:p>
        </w:tc>
      </w:tr>
      <w:tr w:rsidR="00336D68" w:rsidRPr="000F7DD1" w14:paraId="1D1A6F77" w14:textId="77777777" w:rsidTr="000F7DD1">
        <w:trPr>
          <w:trHeight w:val="213"/>
        </w:trPr>
        <w:tc>
          <w:tcPr>
            <w:tcW w:w="1868" w:type="dxa"/>
          </w:tcPr>
          <w:p w14:paraId="589D4AC5" w14:textId="77777777" w:rsidR="00336D68" w:rsidRPr="00E20155" w:rsidRDefault="00336D68" w:rsidP="00747E18">
            <w:pPr>
              <w:pStyle w:val="Tabelazwyky"/>
              <w:rPr>
                <w:lang w:val="en-GB"/>
              </w:rPr>
            </w:pPr>
            <w:r w:rsidRPr="00E20155">
              <w:rPr>
                <w:lang w:val="en-GB"/>
              </w:rPr>
              <w:t>Authentication</w:t>
            </w:r>
          </w:p>
        </w:tc>
        <w:tc>
          <w:tcPr>
            <w:tcW w:w="2905" w:type="dxa"/>
          </w:tcPr>
          <w:p w14:paraId="254A50BB" w14:textId="77777777" w:rsidR="00336D68" w:rsidRPr="000F7DD1" w:rsidRDefault="00336D68" w:rsidP="00747E18">
            <w:pPr>
              <w:pStyle w:val="Tabelazwyky"/>
            </w:pPr>
            <w:r w:rsidRPr="000F7DD1">
              <w:t>Uwierzytelnienie kwotą przychodu</w:t>
            </w:r>
          </w:p>
        </w:tc>
        <w:tc>
          <w:tcPr>
            <w:tcW w:w="878" w:type="dxa"/>
          </w:tcPr>
          <w:p w14:paraId="2F07D9F8" w14:textId="77777777" w:rsidR="00336D68" w:rsidRPr="000F7DD1" w:rsidRDefault="00336D68" w:rsidP="00747E18">
            <w:pPr>
              <w:pStyle w:val="Tabelazwyky"/>
            </w:pPr>
            <w:r w:rsidRPr="000F7DD1">
              <w:t>-</w:t>
            </w:r>
          </w:p>
        </w:tc>
        <w:tc>
          <w:tcPr>
            <w:tcW w:w="2214" w:type="dxa"/>
          </w:tcPr>
          <w:p w14:paraId="5B41D63C" w14:textId="77777777" w:rsidR="00336D68" w:rsidRPr="00E20155" w:rsidRDefault="0063597B" w:rsidP="00747E18">
            <w:pPr>
              <w:pStyle w:val="Tabelazwyky"/>
              <w:rPr>
                <w:lang w:val="en-US"/>
              </w:rPr>
            </w:pPr>
            <w:proofErr w:type="spellStart"/>
            <w:r w:rsidRPr="00E20155">
              <w:rPr>
                <w:lang w:val="en-US"/>
              </w:rPr>
              <w:t>AuthenticationType</w:t>
            </w:r>
            <w:proofErr w:type="spellEnd"/>
          </w:p>
        </w:tc>
        <w:tc>
          <w:tcPr>
            <w:tcW w:w="1189" w:type="dxa"/>
          </w:tcPr>
          <w:p w14:paraId="07C49F28" w14:textId="77777777" w:rsidR="00336D68" w:rsidRPr="000F7DD1" w:rsidRDefault="00336D68" w:rsidP="00747E18">
            <w:pPr>
              <w:pStyle w:val="Tabelazwyky"/>
            </w:pPr>
            <w:r w:rsidRPr="000F7DD1">
              <w:t>0..1</w:t>
            </w:r>
          </w:p>
        </w:tc>
      </w:tr>
      <w:tr w:rsidR="00336D68" w:rsidRPr="000F7DD1" w14:paraId="50848A03" w14:textId="77777777" w:rsidTr="000F7DD1">
        <w:trPr>
          <w:trHeight w:val="213"/>
        </w:trPr>
        <w:tc>
          <w:tcPr>
            <w:tcW w:w="1868" w:type="dxa"/>
          </w:tcPr>
          <w:p w14:paraId="1A32E8F9" w14:textId="77777777" w:rsidR="00336D68" w:rsidRPr="00E20155" w:rsidRDefault="00336D68" w:rsidP="00747E18">
            <w:pPr>
              <w:pStyle w:val="Tabelazwyky"/>
              <w:rPr>
                <w:lang w:val="en-GB"/>
              </w:rPr>
            </w:pPr>
            <w:r w:rsidRPr="00E20155">
              <w:rPr>
                <w:lang w:val="en-GB"/>
              </w:rPr>
              <w:t>Signature</w:t>
            </w:r>
          </w:p>
        </w:tc>
        <w:tc>
          <w:tcPr>
            <w:tcW w:w="2905" w:type="dxa"/>
          </w:tcPr>
          <w:p w14:paraId="2E204989" w14:textId="77777777" w:rsidR="00336D68" w:rsidRPr="000F7DD1" w:rsidRDefault="00336D68" w:rsidP="00747E18">
            <w:pPr>
              <w:pStyle w:val="Tabelazwyky"/>
            </w:pPr>
            <w:r w:rsidRPr="000F7DD1">
              <w:t>Podpis cyfrowy</w:t>
            </w:r>
          </w:p>
        </w:tc>
        <w:tc>
          <w:tcPr>
            <w:tcW w:w="878" w:type="dxa"/>
          </w:tcPr>
          <w:p w14:paraId="27B1E5A3" w14:textId="77777777" w:rsidR="00336D68" w:rsidRPr="000F7DD1" w:rsidRDefault="00336D68" w:rsidP="00747E18">
            <w:pPr>
              <w:pStyle w:val="Tabelazwyky"/>
            </w:pPr>
            <w:r w:rsidRPr="000F7DD1">
              <w:t>-</w:t>
            </w:r>
          </w:p>
        </w:tc>
        <w:tc>
          <w:tcPr>
            <w:tcW w:w="2214" w:type="dxa"/>
          </w:tcPr>
          <w:p w14:paraId="6EC36206" w14:textId="77777777" w:rsidR="00336D68" w:rsidRPr="00E20155" w:rsidRDefault="00336D68" w:rsidP="00747E18">
            <w:pPr>
              <w:pStyle w:val="Tabelazwyky"/>
              <w:rPr>
                <w:lang w:val="en-US"/>
              </w:rPr>
            </w:pPr>
            <w:proofErr w:type="spellStart"/>
            <w:r w:rsidRPr="00E20155">
              <w:rPr>
                <w:lang w:val="en-US"/>
              </w:rPr>
              <w:t>Sign</w:t>
            </w:r>
            <w:r w:rsidR="003A3CDD" w:rsidRPr="00E20155">
              <w:rPr>
                <w:lang w:val="en-US"/>
              </w:rPr>
              <w:t>a</w:t>
            </w:r>
            <w:r w:rsidRPr="00E20155">
              <w:rPr>
                <w:lang w:val="en-US"/>
              </w:rPr>
              <w:t>tureType</w:t>
            </w:r>
            <w:proofErr w:type="spellEnd"/>
          </w:p>
        </w:tc>
        <w:tc>
          <w:tcPr>
            <w:tcW w:w="1189" w:type="dxa"/>
          </w:tcPr>
          <w:p w14:paraId="589468C7" w14:textId="77777777" w:rsidR="00336D68" w:rsidRPr="000F7DD1" w:rsidRDefault="00336D68" w:rsidP="00747E18">
            <w:pPr>
              <w:pStyle w:val="Tabelazwyky"/>
            </w:pPr>
            <w:r w:rsidRPr="000F7DD1">
              <w:t>0..1</w:t>
            </w:r>
          </w:p>
        </w:tc>
      </w:tr>
      <w:tr w:rsidR="00E659A0" w:rsidRPr="000F7DD1" w14:paraId="78760C9C" w14:textId="77777777" w:rsidTr="000F7DD1">
        <w:trPr>
          <w:trHeight w:val="213"/>
        </w:trPr>
        <w:tc>
          <w:tcPr>
            <w:tcW w:w="1868" w:type="dxa"/>
          </w:tcPr>
          <w:p w14:paraId="07AF6844" w14:textId="77777777" w:rsidR="00E659A0" w:rsidRPr="00E20155" w:rsidRDefault="00E659A0" w:rsidP="00747E18">
            <w:pPr>
              <w:pStyle w:val="Tabelazwyky"/>
              <w:rPr>
                <w:lang w:val="en-GB"/>
              </w:rPr>
            </w:pPr>
            <w:r w:rsidRPr="00E20155">
              <w:rPr>
                <w:lang w:val="en-GB"/>
              </w:rPr>
              <w:t>version</w:t>
            </w:r>
          </w:p>
        </w:tc>
        <w:tc>
          <w:tcPr>
            <w:tcW w:w="2905" w:type="dxa"/>
          </w:tcPr>
          <w:p w14:paraId="6F3F9DA4" w14:textId="77777777" w:rsidR="00E659A0" w:rsidRPr="000F7DD1" w:rsidRDefault="00E659A0" w:rsidP="00747E18">
            <w:pPr>
              <w:pStyle w:val="Tabelazwyky"/>
            </w:pPr>
            <w:r w:rsidRPr="000F7DD1">
              <w:t>Wersja schematu, z którą zgodny jest komunikat. Atrybut jest opcjonalny, w przypadku jego</w:t>
            </w:r>
            <w:r w:rsidR="003C3A38" w:rsidRPr="000F7DD1">
              <w:t xml:space="preserve"> braku należy przyjąć wartość "</w:t>
            </w:r>
            <w:r w:rsidR="00CF2503" w:rsidRPr="000F7DD1">
              <w:t>2</w:t>
            </w:r>
            <w:r w:rsidRPr="000F7DD1">
              <w:t>_0"</w:t>
            </w:r>
          </w:p>
        </w:tc>
        <w:tc>
          <w:tcPr>
            <w:tcW w:w="878" w:type="dxa"/>
          </w:tcPr>
          <w:p w14:paraId="768F8B78" w14:textId="77777777" w:rsidR="00E659A0" w:rsidRPr="000F7DD1" w:rsidRDefault="00E659A0" w:rsidP="00747E18">
            <w:pPr>
              <w:pStyle w:val="Tabelazwyky"/>
            </w:pPr>
            <w:r w:rsidRPr="000F7DD1">
              <w:t>-</w:t>
            </w:r>
          </w:p>
        </w:tc>
        <w:tc>
          <w:tcPr>
            <w:tcW w:w="2214" w:type="dxa"/>
          </w:tcPr>
          <w:p w14:paraId="7BE67433" w14:textId="77777777" w:rsidR="00E659A0" w:rsidRPr="00E20155" w:rsidRDefault="00E659A0" w:rsidP="00747E18">
            <w:pPr>
              <w:pStyle w:val="Tabelazwyky"/>
              <w:rPr>
                <w:lang w:val="en-US"/>
              </w:rPr>
            </w:pPr>
            <w:proofErr w:type="spellStart"/>
            <w:r w:rsidRPr="00E20155">
              <w:rPr>
                <w:lang w:val="en-US"/>
              </w:rPr>
              <w:t>ZVersion</w:t>
            </w:r>
            <w:proofErr w:type="spellEnd"/>
          </w:p>
        </w:tc>
        <w:tc>
          <w:tcPr>
            <w:tcW w:w="1189" w:type="dxa"/>
          </w:tcPr>
          <w:p w14:paraId="5304C13C" w14:textId="77777777" w:rsidR="00E659A0" w:rsidRPr="000F7DD1" w:rsidRDefault="007346F3" w:rsidP="00747E18">
            <w:pPr>
              <w:pStyle w:val="Tabelazwyky"/>
            </w:pPr>
            <w:r w:rsidRPr="000F7DD1">
              <w:t>1</w:t>
            </w:r>
            <w:r w:rsidR="00E659A0" w:rsidRPr="000F7DD1">
              <w:t>..1</w:t>
            </w:r>
          </w:p>
        </w:tc>
      </w:tr>
    </w:tbl>
    <w:p w14:paraId="418DBF1E" w14:textId="24D3686B" w:rsidR="00A83E6C" w:rsidRPr="000F7DD1" w:rsidRDefault="00A83E6C" w:rsidP="00747E18">
      <w:pPr>
        <w:pStyle w:val="Legenda"/>
        <w:keepNext/>
      </w:pPr>
      <w:bookmarkStart w:id="58" w:name="_Toc183523767"/>
      <w:r w:rsidRPr="000F7DD1">
        <w:t xml:space="preserve">Tabela </w:t>
      </w:r>
      <w:fldSimple w:instr=" SEQ Tabela \* ARABIC ">
        <w:r w:rsidR="002E70C8">
          <w:rPr>
            <w:noProof/>
          </w:rPr>
          <w:t>11</w:t>
        </w:r>
      </w:fldSimple>
      <w:r w:rsidRPr="000F7DD1">
        <w:t xml:space="preserve"> Struktura &lt;</w:t>
      </w:r>
      <w:proofErr w:type="spellStart"/>
      <w:r w:rsidRPr="00E20155">
        <w:rPr>
          <w:lang w:val="en-GB"/>
        </w:rPr>
        <w:t>HeaderType</w:t>
      </w:r>
      <w:proofErr w:type="spellEnd"/>
      <w:r w:rsidRPr="000F7DD1">
        <w:t>&gt;, nagłówka deklaracji AKC-UA</w:t>
      </w:r>
      <w:bookmarkEnd w:id="58"/>
    </w:p>
    <w:tbl>
      <w:tblPr>
        <w:tblStyle w:val="Tabela-Siatka"/>
        <w:tblW w:w="9280" w:type="dxa"/>
        <w:tblLayout w:type="fixed"/>
        <w:tblLook w:val="01E0" w:firstRow="1" w:lastRow="1" w:firstColumn="1" w:lastColumn="1" w:noHBand="0" w:noVBand="0"/>
      </w:tblPr>
      <w:tblGrid>
        <w:gridCol w:w="1668"/>
        <w:gridCol w:w="3672"/>
        <w:gridCol w:w="722"/>
        <w:gridCol w:w="1984"/>
        <w:gridCol w:w="1234"/>
      </w:tblGrid>
      <w:tr w:rsidR="008A378C" w:rsidRPr="000F7DD1" w14:paraId="32EF4820"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668" w:type="dxa"/>
          </w:tcPr>
          <w:p w14:paraId="326D6660" w14:textId="77777777" w:rsidR="008A378C" w:rsidRPr="000F7DD1" w:rsidRDefault="008A378C" w:rsidP="00747E18">
            <w:pPr>
              <w:pStyle w:val="Z2Nagwektabeli"/>
              <w:rPr>
                <w:rFonts w:ascii="Lato" w:hAnsi="Lato"/>
              </w:rPr>
            </w:pPr>
            <w:r w:rsidRPr="000F7DD1">
              <w:rPr>
                <w:rFonts w:ascii="Lato" w:hAnsi="Lato"/>
              </w:rPr>
              <w:t xml:space="preserve">Nazwa </w:t>
            </w:r>
          </w:p>
        </w:tc>
        <w:tc>
          <w:tcPr>
            <w:tcW w:w="3672" w:type="dxa"/>
          </w:tcPr>
          <w:p w14:paraId="29FD3C54" w14:textId="77777777" w:rsidR="008A378C" w:rsidRPr="000F7DD1" w:rsidRDefault="008A378C" w:rsidP="00747E18">
            <w:pPr>
              <w:pStyle w:val="Z2Nagwektabeli"/>
              <w:rPr>
                <w:rFonts w:ascii="Lato" w:hAnsi="Lato"/>
              </w:rPr>
            </w:pPr>
            <w:r w:rsidRPr="000F7DD1">
              <w:rPr>
                <w:rFonts w:ascii="Lato" w:hAnsi="Lato"/>
              </w:rPr>
              <w:t>Opis</w:t>
            </w:r>
          </w:p>
        </w:tc>
        <w:tc>
          <w:tcPr>
            <w:tcW w:w="722" w:type="dxa"/>
          </w:tcPr>
          <w:p w14:paraId="730038FB" w14:textId="77777777" w:rsidR="008A378C" w:rsidRPr="000F7DD1" w:rsidRDefault="008A378C" w:rsidP="00747E18">
            <w:pPr>
              <w:pStyle w:val="Z2Nagwektabeli"/>
              <w:rPr>
                <w:rFonts w:ascii="Lato" w:hAnsi="Lato"/>
              </w:rPr>
            </w:pPr>
            <w:r w:rsidRPr="000F7DD1">
              <w:rPr>
                <w:rFonts w:ascii="Lato" w:hAnsi="Lato"/>
              </w:rPr>
              <w:t>Nr pola</w:t>
            </w:r>
          </w:p>
        </w:tc>
        <w:tc>
          <w:tcPr>
            <w:tcW w:w="1984" w:type="dxa"/>
          </w:tcPr>
          <w:p w14:paraId="6A96E68C" w14:textId="77777777" w:rsidR="008A378C" w:rsidRPr="000F7DD1" w:rsidRDefault="008A378C" w:rsidP="00747E18">
            <w:pPr>
              <w:pStyle w:val="Z2Nagwektabeli"/>
              <w:rPr>
                <w:rFonts w:ascii="Lato" w:hAnsi="Lato"/>
              </w:rPr>
            </w:pPr>
            <w:r w:rsidRPr="000F7DD1">
              <w:rPr>
                <w:rFonts w:ascii="Lato" w:hAnsi="Lato"/>
              </w:rPr>
              <w:t>Typ</w:t>
            </w:r>
          </w:p>
        </w:tc>
        <w:tc>
          <w:tcPr>
            <w:tcW w:w="1234" w:type="dxa"/>
          </w:tcPr>
          <w:p w14:paraId="3A178252" w14:textId="77777777" w:rsidR="008A378C" w:rsidRPr="000F7DD1" w:rsidRDefault="008A378C" w:rsidP="00747E18">
            <w:pPr>
              <w:pStyle w:val="Z2Nagwektabeli"/>
              <w:rPr>
                <w:rFonts w:ascii="Lato" w:hAnsi="Lato"/>
              </w:rPr>
            </w:pPr>
            <w:r w:rsidRPr="000F7DD1">
              <w:rPr>
                <w:rFonts w:ascii="Lato" w:hAnsi="Lato"/>
              </w:rPr>
              <w:t>Liczebność</w:t>
            </w:r>
          </w:p>
        </w:tc>
      </w:tr>
      <w:tr w:rsidR="008A378C" w:rsidRPr="000F7DD1" w14:paraId="03EDFA89" w14:textId="77777777" w:rsidTr="000F7DD1">
        <w:trPr>
          <w:trHeight w:val="213"/>
        </w:trPr>
        <w:tc>
          <w:tcPr>
            <w:tcW w:w="1668" w:type="dxa"/>
          </w:tcPr>
          <w:p w14:paraId="20AEC047" w14:textId="77777777" w:rsidR="008A378C" w:rsidRPr="000F7DD1" w:rsidRDefault="008A378C" w:rsidP="00747E18">
            <w:pPr>
              <w:pStyle w:val="Tabelazwyky"/>
            </w:pPr>
            <w:proofErr w:type="spellStart"/>
            <w:r w:rsidRPr="000F7DD1">
              <w:t>identifier</w:t>
            </w:r>
            <w:proofErr w:type="spellEnd"/>
          </w:p>
        </w:tc>
        <w:tc>
          <w:tcPr>
            <w:tcW w:w="3672" w:type="dxa"/>
          </w:tcPr>
          <w:p w14:paraId="6B1336A9" w14:textId="77777777" w:rsidR="008A378C" w:rsidRPr="000F7DD1" w:rsidRDefault="008A378C" w:rsidP="00747E18">
            <w:pPr>
              <w:pStyle w:val="Tabelazwyky"/>
            </w:pPr>
            <w:r w:rsidRPr="000F7DD1">
              <w:t xml:space="preserve">Identyfikator </w:t>
            </w:r>
            <w:r w:rsidR="00044FD8" w:rsidRPr="000F7DD1">
              <w:t xml:space="preserve">podatkowy </w:t>
            </w:r>
            <w:r w:rsidRPr="000F7DD1">
              <w:t>(NIP lub PESEL)</w:t>
            </w:r>
            <w:r w:rsidR="00044FD8" w:rsidRPr="000F7DD1">
              <w:t xml:space="preserve"> podatnika</w:t>
            </w:r>
          </w:p>
        </w:tc>
        <w:tc>
          <w:tcPr>
            <w:tcW w:w="722" w:type="dxa"/>
          </w:tcPr>
          <w:p w14:paraId="5B24ED8D" w14:textId="77777777" w:rsidR="008A378C" w:rsidRPr="000F7DD1" w:rsidRDefault="00B16DD8" w:rsidP="00747E18">
            <w:pPr>
              <w:pStyle w:val="Tabelazwyky"/>
            </w:pPr>
            <w:r w:rsidRPr="000F7DD1">
              <w:t>1</w:t>
            </w:r>
          </w:p>
        </w:tc>
        <w:tc>
          <w:tcPr>
            <w:tcW w:w="1984" w:type="dxa"/>
          </w:tcPr>
          <w:p w14:paraId="32BA1350" w14:textId="77777777" w:rsidR="008A378C" w:rsidRPr="00E20155" w:rsidRDefault="008A378C" w:rsidP="00747E18">
            <w:pPr>
              <w:pStyle w:val="Tabelazwyky"/>
              <w:rPr>
                <w:lang w:val="en-GB"/>
              </w:rPr>
            </w:pPr>
            <w:proofErr w:type="spellStart"/>
            <w:r w:rsidRPr="00E20155">
              <w:rPr>
                <w:lang w:val="en-GB"/>
              </w:rPr>
              <w:t>ZIdentification</w:t>
            </w:r>
            <w:proofErr w:type="spellEnd"/>
          </w:p>
        </w:tc>
        <w:tc>
          <w:tcPr>
            <w:tcW w:w="1234" w:type="dxa"/>
          </w:tcPr>
          <w:p w14:paraId="2783BCC8" w14:textId="77777777" w:rsidR="008A378C" w:rsidRPr="000F7DD1" w:rsidRDefault="008A378C" w:rsidP="00747E18">
            <w:pPr>
              <w:pStyle w:val="Tabelazwyky"/>
            </w:pPr>
            <w:r w:rsidRPr="000F7DD1">
              <w:t>1..1</w:t>
            </w:r>
          </w:p>
        </w:tc>
      </w:tr>
      <w:tr w:rsidR="008A378C" w:rsidRPr="000F7DD1" w14:paraId="1D7F3B57" w14:textId="77777777" w:rsidTr="000F7DD1">
        <w:trPr>
          <w:trHeight w:val="213"/>
        </w:trPr>
        <w:tc>
          <w:tcPr>
            <w:tcW w:w="1668" w:type="dxa"/>
          </w:tcPr>
          <w:p w14:paraId="5BB0FDE2" w14:textId="77777777" w:rsidR="008A378C" w:rsidRPr="000F7DD1" w:rsidRDefault="008A1B4F" w:rsidP="00747E18">
            <w:pPr>
              <w:pStyle w:val="Tabelazwyky"/>
            </w:pPr>
            <w:proofErr w:type="spellStart"/>
            <w:r w:rsidRPr="000F7DD1">
              <w:t>tax</w:t>
            </w:r>
            <w:r w:rsidR="008A378C" w:rsidRPr="000F7DD1">
              <w:t>Office</w:t>
            </w:r>
            <w:proofErr w:type="spellEnd"/>
          </w:p>
        </w:tc>
        <w:tc>
          <w:tcPr>
            <w:tcW w:w="3672" w:type="dxa"/>
          </w:tcPr>
          <w:p w14:paraId="3008B612" w14:textId="77777777" w:rsidR="008A378C" w:rsidRPr="000F7DD1" w:rsidRDefault="008A378C" w:rsidP="00747E18">
            <w:pPr>
              <w:pStyle w:val="Tabelazwyky"/>
            </w:pPr>
            <w:r w:rsidRPr="000F7DD1">
              <w:t xml:space="preserve">Urząd </w:t>
            </w:r>
            <w:r w:rsidR="008A1B4F" w:rsidRPr="000F7DD1">
              <w:t>skarbowy</w:t>
            </w:r>
            <w:r w:rsidRPr="000F7DD1">
              <w:t>, do którego adresowana jest</w:t>
            </w:r>
            <w:r w:rsidR="0048277D" w:rsidRPr="000F7DD1">
              <w:t xml:space="preserve"> </w:t>
            </w:r>
            <w:r w:rsidRPr="000F7DD1">
              <w:t>deklaracja</w:t>
            </w:r>
            <w:r w:rsidR="0011377C" w:rsidRPr="000F7DD1">
              <w:t>.</w:t>
            </w:r>
          </w:p>
          <w:p w14:paraId="593DAAC0" w14:textId="77777777" w:rsidR="003C3A38" w:rsidRPr="000F7DD1" w:rsidRDefault="003C3A38" w:rsidP="00747E18">
            <w:pPr>
              <w:pStyle w:val="Tabelazwyky"/>
            </w:pPr>
            <w:r w:rsidRPr="000F7DD1">
              <w:t xml:space="preserve">Zgodny ze słownikiem </w:t>
            </w:r>
            <w:r w:rsidR="00CB7980" w:rsidRPr="000F7DD1">
              <w:t>3090</w:t>
            </w:r>
            <w:r w:rsidRPr="000F7DD1">
              <w:t>, dostępnym pod adresem:</w:t>
            </w:r>
          </w:p>
          <w:p w14:paraId="2DCC7C44" w14:textId="77777777" w:rsidR="0011377C" w:rsidRPr="000F7DD1" w:rsidRDefault="003C3A38" w:rsidP="00747E18">
            <w:pPr>
              <w:pStyle w:val="Tabelazwyky"/>
            </w:pPr>
            <w:r w:rsidRPr="000F7DD1">
              <w:t>https://puesc.gov.pl/seap_pdr_extimpl/slowniki/</w:t>
            </w:r>
            <w:r w:rsidR="00CB7980" w:rsidRPr="000F7DD1">
              <w:t>3090</w:t>
            </w:r>
          </w:p>
        </w:tc>
        <w:tc>
          <w:tcPr>
            <w:tcW w:w="722" w:type="dxa"/>
          </w:tcPr>
          <w:p w14:paraId="18C8017D" w14:textId="77777777" w:rsidR="008A378C" w:rsidRPr="000F7DD1" w:rsidRDefault="00B16DD8" w:rsidP="00747E18">
            <w:pPr>
              <w:pStyle w:val="Tabelazwyky"/>
            </w:pPr>
            <w:r w:rsidRPr="000F7DD1">
              <w:t>4</w:t>
            </w:r>
          </w:p>
        </w:tc>
        <w:tc>
          <w:tcPr>
            <w:tcW w:w="1984" w:type="dxa"/>
          </w:tcPr>
          <w:p w14:paraId="4BEDE882" w14:textId="77777777" w:rsidR="008A378C" w:rsidRPr="00E20155" w:rsidRDefault="008A378C" w:rsidP="00747E18">
            <w:pPr>
              <w:pStyle w:val="Tabelazwyky"/>
              <w:rPr>
                <w:lang w:val="en-GB"/>
              </w:rPr>
            </w:pPr>
            <w:proofErr w:type="spellStart"/>
            <w:r w:rsidRPr="00E20155">
              <w:rPr>
                <w:lang w:val="en-GB"/>
              </w:rPr>
              <w:t>Z</w:t>
            </w:r>
            <w:r w:rsidR="008A1B4F" w:rsidRPr="00E20155">
              <w:rPr>
                <w:lang w:val="en-GB"/>
              </w:rPr>
              <w:t>Tax</w:t>
            </w:r>
            <w:r w:rsidRPr="00E20155">
              <w:rPr>
                <w:lang w:val="en-GB"/>
              </w:rPr>
              <w:t>Office</w:t>
            </w:r>
            <w:proofErr w:type="spellEnd"/>
          </w:p>
        </w:tc>
        <w:tc>
          <w:tcPr>
            <w:tcW w:w="1234" w:type="dxa"/>
          </w:tcPr>
          <w:p w14:paraId="00FDA3BD" w14:textId="77777777" w:rsidR="008A378C" w:rsidRPr="000F7DD1" w:rsidRDefault="00D0680B" w:rsidP="00747E18">
            <w:pPr>
              <w:pStyle w:val="Tabelazwyky"/>
            </w:pPr>
            <w:r w:rsidRPr="000F7DD1">
              <w:t>0</w:t>
            </w:r>
            <w:r w:rsidR="008A378C" w:rsidRPr="000F7DD1">
              <w:t>..1</w:t>
            </w:r>
          </w:p>
        </w:tc>
      </w:tr>
      <w:tr w:rsidR="008A378C" w:rsidRPr="000F7DD1" w14:paraId="53F0BE4F" w14:textId="77777777" w:rsidTr="000F7DD1">
        <w:trPr>
          <w:trHeight w:val="213"/>
        </w:trPr>
        <w:tc>
          <w:tcPr>
            <w:tcW w:w="1668" w:type="dxa"/>
          </w:tcPr>
          <w:p w14:paraId="35143C7E" w14:textId="77777777" w:rsidR="008A378C" w:rsidRPr="000F7DD1" w:rsidRDefault="008A378C" w:rsidP="00747E18">
            <w:pPr>
              <w:pStyle w:val="Tabelazwyky"/>
            </w:pPr>
            <w:bookmarkStart w:id="59" w:name="submissionAim"/>
            <w:proofErr w:type="spellStart"/>
            <w:r w:rsidRPr="000F7DD1">
              <w:t>submissionAim</w:t>
            </w:r>
            <w:bookmarkEnd w:id="59"/>
            <w:proofErr w:type="spellEnd"/>
          </w:p>
        </w:tc>
        <w:tc>
          <w:tcPr>
            <w:tcW w:w="3672" w:type="dxa"/>
          </w:tcPr>
          <w:p w14:paraId="6461827A" w14:textId="77777777" w:rsidR="008A378C" w:rsidRPr="000F7DD1" w:rsidRDefault="00044FD8" w:rsidP="00747E18">
            <w:pPr>
              <w:pStyle w:val="Tabelazwyky"/>
            </w:pPr>
            <w:r w:rsidRPr="000F7DD1">
              <w:t xml:space="preserve">Cel złożenia formularza. </w:t>
            </w:r>
            <w:r w:rsidR="008A378C" w:rsidRPr="000F7DD1">
              <w:t>Informacja czy dokum</w:t>
            </w:r>
            <w:r w:rsidR="003A3CDD" w:rsidRPr="000F7DD1">
              <w:t>ent jest deklaracją czy korektą</w:t>
            </w:r>
          </w:p>
        </w:tc>
        <w:tc>
          <w:tcPr>
            <w:tcW w:w="722" w:type="dxa"/>
          </w:tcPr>
          <w:p w14:paraId="0BD77C92" w14:textId="77777777" w:rsidR="008A378C" w:rsidRPr="000F7DD1" w:rsidRDefault="00B16DD8" w:rsidP="00747E18">
            <w:pPr>
              <w:pStyle w:val="Tabelazwyky"/>
            </w:pPr>
            <w:r w:rsidRPr="000F7DD1">
              <w:t>5</w:t>
            </w:r>
          </w:p>
        </w:tc>
        <w:tc>
          <w:tcPr>
            <w:tcW w:w="1984" w:type="dxa"/>
          </w:tcPr>
          <w:p w14:paraId="64D29A98" w14:textId="77777777" w:rsidR="008A378C" w:rsidRPr="00E20155" w:rsidRDefault="008A378C" w:rsidP="00747E18">
            <w:pPr>
              <w:pStyle w:val="Tabelazwyky"/>
              <w:rPr>
                <w:lang w:val="en-GB"/>
              </w:rPr>
            </w:pPr>
            <w:proofErr w:type="spellStart"/>
            <w:r w:rsidRPr="00E20155">
              <w:rPr>
                <w:lang w:val="en-GB"/>
              </w:rPr>
              <w:t>ZSubmissionAim</w:t>
            </w:r>
            <w:proofErr w:type="spellEnd"/>
          </w:p>
          <w:p w14:paraId="7E81A3D7" w14:textId="1394C7AA" w:rsidR="008A378C" w:rsidRPr="00E20155" w:rsidRDefault="007A6E2E" w:rsidP="00747E18">
            <w:pPr>
              <w:pStyle w:val="Tabelazwyky"/>
              <w:rPr>
                <w:lang w:val="en-GB"/>
              </w:rPr>
            </w:pPr>
            <w:proofErr w:type="spellStart"/>
            <w:r w:rsidRPr="00E20155">
              <w:rPr>
                <w:lang w:val="en-GB"/>
              </w:rPr>
              <w:t>Patrz</w:t>
            </w:r>
            <w:proofErr w:type="spellEnd"/>
            <w:r w:rsidRPr="00E20155">
              <w:rPr>
                <w:lang w:val="en-GB"/>
              </w:rPr>
              <w:t xml:space="preserve"> </w:t>
            </w:r>
            <w:proofErr w:type="spellStart"/>
            <w:r w:rsidRPr="00E20155">
              <w:rPr>
                <w:lang w:val="en-GB"/>
              </w:rPr>
              <w:t>reguła</w:t>
            </w:r>
            <w:proofErr w:type="spellEnd"/>
            <w:r w:rsidR="0026021A" w:rsidRPr="00E20155">
              <w:rPr>
                <w:lang w:val="en-GB"/>
              </w:rPr>
              <w:t xml:space="preserve"> R1</w:t>
            </w:r>
            <w:r w:rsidRPr="00E20155">
              <w:rPr>
                <w:lang w:val="en-GB"/>
              </w:rPr>
              <w:t xml:space="preserve"> </w:t>
            </w:r>
            <w:r w:rsidR="00D0680B" w:rsidRPr="00E20155">
              <w:rPr>
                <w:lang w:val="en-GB"/>
              </w:rPr>
              <w:fldChar w:fldCharType="begin"/>
            </w:r>
            <w:r w:rsidR="00D0680B" w:rsidRPr="00E20155">
              <w:rPr>
                <w:lang w:val="en-GB"/>
              </w:rPr>
              <w:instrText xml:space="preserve"> REF RR5 \h </w:instrText>
            </w:r>
            <w:r w:rsidR="00CC6EFB" w:rsidRPr="00E20155">
              <w:rPr>
                <w:lang w:val="en-GB"/>
              </w:rPr>
              <w:instrText xml:space="preserve"> \* MERGEFORMAT </w:instrText>
            </w:r>
            <w:r w:rsidR="00D0680B" w:rsidRPr="00E20155">
              <w:rPr>
                <w:lang w:val="en-GB"/>
              </w:rPr>
            </w:r>
            <w:r w:rsidR="00D0680B" w:rsidRPr="00E20155">
              <w:rPr>
                <w:lang w:val="en-GB"/>
              </w:rPr>
              <w:fldChar w:fldCharType="separate"/>
            </w:r>
            <w:r w:rsidR="002E70C8" w:rsidRPr="00E20155">
              <w:rPr>
                <w:lang w:val="en-GB"/>
              </w:rPr>
              <w:t>R</w:t>
            </w:r>
            <w:r w:rsidR="00D0680B" w:rsidRPr="00E20155">
              <w:rPr>
                <w:lang w:val="en-GB"/>
              </w:rPr>
              <w:fldChar w:fldCharType="end"/>
            </w:r>
          </w:p>
        </w:tc>
        <w:tc>
          <w:tcPr>
            <w:tcW w:w="1234" w:type="dxa"/>
          </w:tcPr>
          <w:p w14:paraId="4E775B27" w14:textId="77777777" w:rsidR="008A378C" w:rsidRPr="000F7DD1" w:rsidRDefault="008A378C" w:rsidP="00747E18">
            <w:pPr>
              <w:pStyle w:val="Tabelazwyky"/>
            </w:pPr>
            <w:r w:rsidRPr="000F7DD1">
              <w:t>1..1</w:t>
            </w:r>
          </w:p>
        </w:tc>
      </w:tr>
      <w:tr w:rsidR="00044FD8" w:rsidRPr="000F7DD1" w14:paraId="0A467BE2" w14:textId="77777777" w:rsidTr="000F7DD1">
        <w:trPr>
          <w:trHeight w:val="213"/>
        </w:trPr>
        <w:tc>
          <w:tcPr>
            <w:tcW w:w="1668" w:type="dxa"/>
          </w:tcPr>
          <w:p w14:paraId="55C1C00E" w14:textId="77777777" w:rsidR="00044FD8" w:rsidRPr="000F7DD1" w:rsidRDefault="00044FD8" w:rsidP="00747E18">
            <w:pPr>
              <w:pStyle w:val="Tabelazwyky"/>
            </w:pPr>
            <w:bookmarkStart w:id="60" w:name="justification"/>
            <w:proofErr w:type="spellStart"/>
            <w:r w:rsidRPr="000F7DD1">
              <w:t>justification</w:t>
            </w:r>
            <w:bookmarkEnd w:id="60"/>
            <w:proofErr w:type="spellEnd"/>
          </w:p>
        </w:tc>
        <w:tc>
          <w:tcPr>
            <w:tcW w:w="3672" w:type="dxa"/>
          </w:tcPr>
          <w:p w14:paraId="04F1AD62" w14:textId="77777777" w:rsidR="00044FD8" w:rsidRPr="000F7DD1" w:rsidRDefault="00044FD8" w:rsidP="00747E18">
            <w:pPr>
              <w:pStyle w:val="Tabelazwyky"/>
            </w:pPr>
            <w:r w:rsidRPr="000F7DD1">
              <w:t>Pole tekstowe pozwalające na wprowadzenie informacji uzasadniającej korektę</w:t>
            </w:r>
          </w:p>
        </w:tc>
        <w:tc>
          <w:tcPr>
            <w:tcW w:w="722" w:type="dxa"/>
          </w:tcPr>
          <w:p w14:paraId="46954957" w14:textId="77777777" w:rsidR="00044FD8" w:rsidRPr="000F7DD1" w:rsidRDefault="00044FD8" w:rsidP="00747E18">
            <w:pPr>
              <w:pStyle w:val="Tabelazwyky"/>
            </w:pPr>
            <w:r w:rsidRPr="000F7DD1">
              <w:t>-</w:t>
            </w:r>
          </w:p>
        </w:tc>
        <w:tc>
          <w:tcPr>
            <w:tcW w:w="1984" w:type="dxa"/>
          </w:tcPr>
          <w:p w14:paraId="682B660B" w14:textId="77777777" w:rsidR="00044FD8" w:rsidRPr="00E20155" w:rsidRDefault="00044FD8" w:rsidP="00747E18">
            <w:pPr>
              <w:pStyle w:val="Tabelazwyky"/>
              <w:rPr>
                <w:lang w:val="en-GB"/>
              </w:rPr>
            </w:pPr>
            <w:r w:rsidRPr="00E20155">
              <w:rPr>
                <w:lang w:val="en-GB"/>
              </w:rPr>
              <w:t>string(256)</w:t>
            </w:r>
          </w:p>
        </w:tc>
        <w:tc>
          <w:tcPr>
            <w:tcW w:w="1234" w:type="dxa"/>
          </w:tcPr>
          <w:p w14:paraId="63F6B339" w14:textId="77777777" w:rsidR="00044FD8" w:rsidRPr="000F7DD1" w:rsidRDefault="00044FD8" w:rsidP="00747E18">
            <w:pPr>
              <w:pStyle w:val="Tabelazwyky"/>
            </w:pPr>
            <w:r w:rsidRPr="000F7DD1">
              <w:t>0..1</w:t>
            </w:r>
          </w:p>
        </w:tc>
      </w:tr>
      <w:tr w:rsidR="00AF37E2" w:rsidRPr="000F7DD1" w14:paraId="0A407521" w14:textId="77777777" w:rsidTr="000F7DD1">
        <w:trPr>
          <w:trHeight w:val="213"/>
        </w:trPr>
        <w:tc>
          <w:tcPr>
            <w:tcW w:w="1668" w:type="dxa"/>
          </w:tcPr>
          <w:p w14:paraId="4D0B4F56" w14:textId="77777777" w:rsidR="00AF37E2" w:rsidRPr="000F7DD1" w:rsidRDefault="00AF37E2" w:rsidP="00747E18">
            <w:pPr>
              <w:pStyle w:val="Tabelazwyky"/>
            </w:pPr>
            <w:bookmarkStart w:id="61" w:name="orgDocNo"/>
            <w:proofErr w:type="spellStart"/>
            <w:r w:rsidRPr="000F7DD1">
              <w:t>orgDocNo</w:t>
            </w:r>
            <w:bookmarkEnd w:id="61"/>
            <w:proofErr w:type="spellEnd"/>
          </w:p>
        </w:tc>
        <w:tc>
          <w:tcPr>
            <w:tcW w:w="3672" w:type="dxa"/>
          </w:tcPr>
          <w:p w14:paraId="45EF85F6" w14:textId="77777777" w:rsidR="00AF37E2" w:rsidRPr="000F7DD1" w:rsidRDefault="00AF37E2" w:rsidP="00747E18">
            <w:pPr>
              <w:pStyle w:val="Tabelazwyky"/>
            </w:pPr>
            <w:r w:rsidRPr="000F7DD1">
              <w:t>Numer dokumentu pierw</w:t>
            </w:r>
            <w:r w:rsidR="003A3CDD" w:rsidRPr="000F7DD1">
              <w:t>otnego, którego dotyczy korekta</w:t>
            </w:r>
          </w:p>
        </w:tc>
        <w:tc>
          <w:tcPr>
            <w:tcW w:w="722" w:type="dxa"/>
          </w:tcPr>
          <w:p w14:paraId="10F3018A" w14:textId="77777777" w:rsidR="00AF37E2" w:rsidRPr="000F7DD1" w:rsidRDefault="00AF37E2" w:rsidP="00747E18">
            <w:pPr>
              <w:pStyle w:val="Tabelazwyky"/>
            </w:pPr>
            <w:r w:rsidRPr="000F7DD1">
              <w:t>-</w:t>
            </w:r>
          </w:p>
        </w:tc>
        <w:tc>
          <w:tcPr>
            <w:tcW w:w="1984" w:type="dxa"/>
          </w:tcPr>
          <w:p w14:paraId="558ED66F" w14:textId="77777777" w:rsidR="00AF37E2" w:rsidRPr="00E20155" w:rsidRDefault="00AF37E2" w:rsidP="00747E18">
            <w:pPr>
              <w:pStyle w:val="Tabelazwyky"/>
              <w:rPr>
                <w:lang w:val="en-GB"/>
              </w:rPr>
            </w:pPr>
            <w:proofErr w:type="spellStart"/>
            <w:r w:rsidRPr="00E20155">
              <w:rPr>
                <w:lang w:val="en-GB"/>
              </w:rPr>
              <w:t>ZDocNo</w:t>
            </w:r>
            <w:proofErr w:type="spellEnd"/>
          </w:p>
          <w:p w14:paraId="63C54F37" w14:textId="77777777" w:rsidR="00AF37E2" w:rsidRPr="00E20155" w:rsidRDefault="0026021A" w:rsidP="00747E18">
            <w:pPr>
              <w:pStyle w:val="Tabelazwyky"/>
              <w:rPr>
                <w:lang w:val="en-GB"/>
              </w:rPr>
            </w:pPr>
            <w:proofErr w:type="spellStart"/>
            <w:r w:rsidRPr="00E20155">
              <w:rPr>
                <w:lang w:val="en-GB"/>
              </w:rPr>
              <w:t>Patrz</w:t>
            </w:r>
            <w:proofErr w:type="spellEnd"/>
            <w:r w:rsidRPr="00E20155">
              <w:rPr>
                <w:lang w:val="en-GB"/>
              </w:rPr>
              <w:t xml:space="preserve"> </w:t>
            </w:r>
            <w:proofErr w:type="spellStart"/>
            <w:r w:rsidRPr="00E20155">
              <w:rPr>
                <w:lang w:val="en-GB"/>
              </w:rPr>
              <w:t>reguła</w:t>
            </w:r>
            <w:proofErr w:type="spellEnd"/>
            <w:r w:rsidRPr="00E20155">
              <w:rPr>
                <w:lang w:val="en-GB"/>
              </w:rPr>
              <w:t xml:space="preserve"> R2</w:t>
            </w:r>
          </w:p>
        </w:tc>
        <w:tc>
          <w:tcPr>
            <w:tcW w:w="1234" w:type="dxa"/>
          </w:tcPr>
          <w:p w14:paraId="237CEA97" w14:textId="77777777" w:rsidR="00AF37E2" w:rsidRPr="000F7DD1" w:rsidRDefault="00AF37E2" w:rsidP="00747E18">
            <w:pPr>
              <w:pStyle w:val="Tabelazwyky"/>
            </w:pPr>
            <w:r w:rsidRPr="000F7DD1">
              <w:t>0..1</w:t>
            </w:r>
          </w:p>
        </w:tc>
      </w:tr>
      <w:tr w:rsidR="00856D2B" w:rsidRPr="000F7DD1" w14:paraId="11007012" w14:textId="77777777" w:rsidTr="000F7DD1">
        <w:trPr>
          <w:trHeight w:val="213"/>
        </w:trPr>
        <w:tc>
          <w:tcPr>
            <w:tcW w:w="1668" w:type="dxa"/>
          </w:tcPr>
          <w:p w14:paraId="65DA3765" w14:textId="77777777" w:rsidR="00856D2B" w:rsidRPr="000F7DD1" w:rsidRDefault="00856D2B" w:rsidP="00747E18">
            <w:pPr>
              <w:pStyle w:val="Tabelazwyky"/>
            </w:pPr>
            <w:proofErr w:type="spellStart"/>
            <w:r w:rsidRPr="000F7DD1">
              <w:t>Corelation</w:t>
            </w:r>
            <w:r w:rsidR="00394D96" w:rsidRPr="000F7DD1">
              <w:rPr>
                <w:rFonts w:ascii="Arial" w:hAnsi="Arial"/>
              </w:rPr>
              <w:t>‌</w:t>
            </w:r>
            <w:r w:rsidRPr="000F7DD1">
              <w:t>Doc</w:t>
            </w:r>
            <w:r w:rsidR="00394D96" w:rsidRPr="000F7DD1">
              <w:rPr>
                <w:rFonts w:ascii="Arial" w:hAnsi="Arial"/>
              </w:rPr>
              <w:t>‌</w:t>
            </w:r>
            <w:r w:rsidRPr="000F7DD1">
              <w:t>Numbers</w:t>
            </w:r>
            <w:proofErr w:type="spellEnd"/>
          </w:p>
        </w:tc>
        <w:tc>
          <w:tcPr>
            <w:tcW w:w="3672" w:type="dxa"/>
          </w:tcPr>
          <w:p w14:paraId="7F8C17AC" w14:textId="77777777" w:rsidR="00856D2B" w:rsidRPr="000F7DD1" w:rsidRDefault="00856D2B" w:rsidP="00747E18">
            <w:pPr>
              <w:pStyle w:val="Tabelazwyky"/>
            </w:pPr>
            <w:r w:rsidRPr="000F7DD1">
              <w:t>Numery powiązanych dokumentów ZPNW</w:t>
            </w:r>
          </w:p>
        </w:tc>
        <w:tc>
          <w:tcPr>
            <w:tcW w:w="722" w:type="dxa"/>
          </w:tcPr>
          <w:p w14:paraId="3C751699" w14:textId="77777777" w:rsidR="00856D2B" w:rsidRPr="000F7DD1" w:rsidRDefault="00C747B6" w:rsidP="00747E18">
            <w:pPr>
              <w:pStyle w:val="Tabelazwyky"/>
            </w:pPr>
            <w:r w:rsidRPr="000F7DD1">
              <w:t>-</w:t>
            </w:r>
          </w:p>
        </w:tc>
        <w:tc>
          <w:tcPr>
            <w:tcW w:w="1984" w:type="dxa"/>
          </w:tcPr>
          <w:p w14:paraId="72F0C1D2" w14:textId="493618E5" w:rsidR="00856D2B" w:rsidRPr="00E20155" w:rsidRDefault="00E20155" w:rsidP="00747E18">
            <w:pPr>
              <w:pStyle w:val="Tabelazwyky"/>
              <w:rPr>
                <w:lang w:val="en-GB"/>
              </w:rPr>
            </w:pPr>
            <w:hyperlink w:anchor="CorelationDocNumbersType" w:history="1">
              <w:proofErr w:type="spellStart"/>
              <w:r w:rsidR="00856D2B" w:rsidRPr="00E20155">
                <w:rPr>
                  <w:lang w:val="en-GB"/>
                </w:rPr>
                <w:t>CorelationDoc</w:t>
              </w:r>
              <w:r w:rsidR="00C77166" w:rsidRPr="00E20155">
                <w:rPr>
                  <w:rFonts w:ascii="Arial" w:hAnsi="Arial"/>
                  <w:lang w:val="en-GB"/>
                </w:rPr>
                <w:t>‌</w:t>
              </w:r>
              <w:r w:rsidR="00856D2B" w:rsidRPr="00E20155">
                <w:rPr>
                  <w:lang w:val="en-GB"/>
                </w:rPr>
                <w:t>Numbers</w:t>
              </w:r>
              <w:r w:rsidR="00C77166" w:rsidRPr="00E20155">
                <w:rPr>
                  <w:rFonts w:ascii="Arial" w:hAnsi="Arial"/>
                  <w:lang w:val="en-GB"/>
                </w:rPr>
                <w:t>‌</w:t>
              </w:r>
              <w:r w:rsidR="00856D2B" w:rsidRPr="00E20155">
                <w:rPr>
                  <w:lang w:val="en-GB"/>
                </w:rPr>
                <w:t>Type</w:t>
              </w:r>
              <w:proofErr w:type="spellEnd"/>
            </w:hyperlink>
          </w:p>
        </w:tc>
        <w:tc>
          <w:tcPr>
            <w:tcW w:w="1234" w:type="dxa"/>
          </w:tcPr>
          <w:p w14:paraId="1948981E" w14:textId="77777777" w:rsidR="00856D2B" w:rsidRPr="000F7DD1" w:rsidRDefault="00856D2B" w:rsidP="00747E18">
            <w:pPr>
              <w:pStyle w:val="Tabelazwyky"/>
            </w:pPr>
            <w:r w:rsidRPr="000F7DD1">
              <w:t>0..</w:t>
            </w:r>
            <w:r w:rsidR="00ED56EC" w:rsidRPr="000F7DD1">
              <w:t>1</w:t>
            </w:r>
          </w:p>
        </w:tc>
      </w:tr>
      <w:tr w:rsidR="00AF37E2" w:rsidRPr="000F7DD1" w14:paraId="3873DD70" w14:textId="77777777" w:rsidTr="000F7DD1">
        <w:trPr>
          <w:trHeight w:val="213"/>
        </w:trPr>
        <w:tc>
          <w:tcPr>
            <w:tcW w:w="1668" w:type="dxa"/>
          </w:tcPr>
          <w:p w14:paraId="58D82CB8" w14:textId="77777777" w:rsidR="00AF37E2" w:rsidRPr="000F7DD1" w:rsidRDefault="00AF37E2" w:rsidP="00747E18">
            <w:pPr>
              <w:pStyle w:val="Tabelazwyky"/>
            </w:pPr>
            <w:bookmarkStart w:id="62" w:name="Trader"/>
            <w:proofErr w:type="spellStart"/>
            <w:r w:rsidRPr="000F7DD1">
              <w:t>Trader</w:t>
            </w:r>
            <w:bookmarkEnd w:id="62"/>
            <w:proofErr w:type="spellEnd"/>
          </w:p>
        </w:tc>
        <w:tc>
          <w:tcPr>
            <w:tcW w:w="3672" w:type="dxa"/>
          </w:tcPr>
          <w:p w14:paraId="783861F0" w14:textId="77777777" w:rsidR="00AF37E2" w:rsidRPr="000F7DD1" w:rsidRDefault="00AF37E2" w:rsidP="00747E18">
            <w:pPr>
              <w:pStyle w:val="Tabelazwyky"/>
            </w:pPr>
            <w:r w:rsidRPr="000F7DD1">
              <w:t>Podmiot</w:t>
            </w:r>
          </w:p>
        </w:tc>
        <w:tc>
          <w:tcPr>
            <w:tcW w:w="722" w:type="dxa"/>
          </w:tcPr>
          <w:p w14:paraId="26121EE3" w14:textId="77777777" w:rsidR="00AF37E2" w:rsidRPr="000F7DD1" w:rsidRDefault="00AF37E2" w:rsidP="00747E18">
            <w:pPr>
              <w:pStyle w:val="Tabelazwyky"/>
            </w:pPr>
            <w:r w:rsidRPr="000F7DD1">
              <w:t>B</w:t>
            </w:r>
          </w:p>
        </w:tc>
        <w:tc>
          <w:tcPr>
            <w:tcW w:w="1984" w:type="dxa"/>
          </w:tcPr>
          <w:p w14:paraId="2037B71E" w14:textId="77777777" w:rsidR="00AF37E2" w:rsidRPr="00E20155" w:rsidRDefault="00AF37E2" w:rsidP="00747E18">
            <w:pPr>
              <w:pStyle w:val="Tabelazwyky"/>
              <w:rPr>
                <w:lang w:val="en-GB"/>
              </w:rPr>
            </w:pPr>
            <w:proofErr w:type="spellStart"/>
            <w:r w:rsidRPr="00E20155">
              <w:rPr>
                <w:lang w:val="en-GB"/>
              </w:rPr>
              <w:t>ZTrader</w:t>
            </w:r>
            <w:proofErr w:type="spellEnd"/>
          </w:p>
          <w:p w14:paraId="1478CCC6" w14:textId="77777777" w:rsidR="005853D7" w:rsidRPr="00E20155" w:rsidRDefault="0026021A" w:rsidP="00747E18">
            <w:pPr>
              <w:pStyle w:val="Tabelazwyky"/>
              <w:rPr>
                <w:lang w:val="en-GB"/>
              </w:rPr>
            </w:pPr>
            <w:proofErr w:type="spellStart"/>
            <w:r w:rsidRPr="00E20155">
              <w:rPr>
                <w:lang w:val="en-GB"/>
              </w:rPr>
              <w:t>Patrz</w:t>
            </w:r>
            <w:proofErr w:type="spellEnd"/>
            <w:r w:rsidRPr="00E20155">
              <w:rPr>
                <w:lang w:val="en-GB"/>
              </w:rPr>
              <w:t xml:space="preserve"> </w:t>
            </w:r>
            <w:proofErr w:type="spellStart"/>
            <w:r w:rsidRPr="00E20155">
              <w:rPr>
                <w:lang w:val="en-GB"/>
              </w:rPr>
              <w:t>reguła</w:t>
            </w:r>
            <w:proofErr w:type="spellEnd"/>
            <w:r w:rsidRPr="00E20155">
              <w:rPr>
                <w:lang w:val="en-GB"/>
              </w:rPr>
              <w:t xml:space="preserve"> R3</w:t>
            </w:r>
          </w:p>
        </w:tc>
        <w:tc>
          <w:tcPr>
            <w:tcW w:w="1234" w:type="dxa"/>
          </w:tcPr>
          <w:p w14:paraId="7954775B" w14:textId="77777777" w:rsidR="00AF37E2" w:rsidRPr="000F7DD1" w:rsidRDefault="00AF37E2" w:rsidP="00747E18">
            <w:pPr>
              <w:pStyle w:val="Tabelazwyky"/>
            </w:pPr>
            <w:r w:rsidRPr="000F7DD1">
              <w:t>1..1</w:t>
            </w:r>
          </w:p>
        </w:tc>
      </w:tr>
      <w:tr w:rsidR="00AF37E2" w:rsidRPr="000F7DD1" w14:paraId="66A4EB16" w14:textId="77777777" w:rsidTr="000F7DD1">
        <w:trPr>
          <w:trHeight w:val="213"/>
        </w:trPr>
        <w:tc>
          <w:tcPr>
            <w:tcW w:w="1668" w:type="dxa"/>
          </w:tcPr>
          <w:p w14:paraId="5002E36F" w14:textId="77777777" w:rsidR="00AF37E2" w:rsidRPr="000F7DD1" w:rsidRDefault="00AF37E2" w:rsidP="00747E18">
            <w:pPr>
              <w:pStyle w:val="Tabelazwyky"/>
            </w:pPr>
            <w:proofErr w:type="spellStart"/>
            <w:r w:rsidRPr="000F7DD1">
              <w:t>AmountPayable</w:t>
            </w:r>
            <w:proofErr w:type="spellEnd"/>
          </w:p>
        </w:tc>
        <w:tc>
          <w:tcPr>
            <w:tcW w:w="3672" w:type="dxa"/>
          </w:tcPr>
          <w:p w14:paraId="19DBF9AF" w14:textId="77777777" w:rsidR="00AF37E2" w:rsidRPr="000F7DD1" w:rsidRDefault="0033419F" w:rsidP="00747E18">
            <w:pPr>
              <w:pStyle w:val="Tabelazwyky"/>
            </w:pPr>
            <w:r w:rsidRPr="000F7DD1">
              <w:t>Kwota</w:t>
            </w:r>
            <w:r w:rsidR="00AF37E2" w:rsidRPr="000F7DD1">
              <w:t xml:space="preserve"> podatku akcyzowego</w:t>
            </w:r>
          </w:p>
        </w:tc>
        <w:tc>
          <w:tcPr>
            <w:tcW w:w="722" w:type="dxa"/>
          </w:tcPr>
          <w:p w14:paraId="270678AE" w14:textId="77777777" w:rsidR="00AF37E2" w:rsidRPr="000F7DD1" w:rsidRDefault="00AF37E2" w:rsidP="00747E18">
            <w:pPr>
              <w:pStyle w:val="Tabelazwyky"/>
            </w:pPr>
            <w:r w:rsidRPr="000F7DD1">
              <w:t>C</w:t>
            </w:r>
          </w:p>
        </w:tc>
        <w:tc>
          <w:tcPr>
            <w:tcW w:w="1984" w:type="dxa"/>
          </w:tcPr>
          <w:p w14:paraId="3E507757" w14:textId="3B65D698" w:rsidR="00AF37E2" w:rsidRPr="00E20155" w:rsidRDefault="00E20155" w:rsidP="00747E18">
            <w:pPr>
              <w:pStyle w:val="Tabelazwyky"/>
              <w:rPr>
                <w:lang w:val="en-GB"/>
              </w:rPr>
            </w:pPr>
            <w:hyperlink w:anchor="AmountPayableType" w:history="1">
              <w:proofErr w:type="spellStart"/>
              <w:r w:rsidR="00AF37E2" w:rsidRPr="00E20155">
                <w:rPr>
                  <w:lang w:val="en-GB"/>
                </w:rPr>
                <w:t>AmountPayableType</w:t>
              </w:r>
              <w:proofErr w:type="spellEnd"/>
            </w:hyperlink>
          </w:p>
        </w:tc>
        <w:tc>
          <w:tcPr>
            <w:tcW w:w="1234" w:type="dxa"/>
          </w:tcPr>
          <w:p w14:paraId="2FFF0D10" w14:textId="77777777" w:rsidR="00AF37E2" w:rsidRPr="000F7DD1" w:rsidRDefault="00AF37E2" w:rsidP="00747E18">
            <w:pPr>
              <w:pStyle w:val="Tabelazwyky"/>
            </w:pPr>
            <w:r w:rsidRPr="000F7DD1">
              <w:t>1..1</w:t>
            </w:r>
          </w:p>
        </w:tc>
      </w:tr>
      <w:tr w:rsidR="00AF37E2" w:rsidRPr="000F7DD1" w14:paraId="790E2498" w14:textId="77777777" w:rsidTr="000F7DD1">
        <w:trPr>
          <w:trHeight w:val="213"/>
        </w:trPr>
        <w:tc>
          <w:tcPr>
            <w:tcW w:w="1668" w:type="dxa"/>
          </w:tcPr>
          <w:p w14:paraId="5FDBA7BF" w14:textId="77777777" w:rsidR="00AF37E2" w:rsidRPr="000F7DD1" w:rsidRDefault="00AF37E2" w:rsidP="00747E18">
            <w:pPr>
              <w:pStyle w:val="Tabelazwyky"/>
            </w:pPr>
            <w:proofErr w:type="spellStart"/>
            <w:r w:rsidRPr="000F7DD1">
              <w:t>CalcAmount</w:t>
            </w:r>
            <w:r w:rsidR="00CC6EFB" w:rsidRPr="000F7DD1">
              <w:rPr>
                <w:rFonts w:ascii="Arial" w:hAnsi="Arial"/>
              </w:rPr>
              <w:t>‌</w:t>
            </w:r>
            <w:r w:rsidRPr="000F7DD1">
              <w:t>Payable</w:t>
            </w:r>
            <w:proofErr w:type="spellEnd"/>
          </w:p>
        </w:tc>
        <w:tc>
          <w:tcPr>
            <w:tcW w:w="3672" w:type="dxa"/>
          </w:tcPr>
          <w:p w14:paraId="08BF34CA" w14:textId="77777777" w:rsidR="00AF37E2" w:rsidRPr="000F7DD1" w:rsidRDefault="00AF37E2" w:rsidP="00747E18">
            <w:pPr>
              <w:pStyle w:val="Tabelazwyky"/>
            </w:pPr>
            <w:r w:rsidRPr="000F7DD1">
              <w:t>Obliczenie kwot podatku akcyzowego</w:t>
            </w:r>
          </w:p>
        </w:tc>
        <w:tc>
          <w:tcPr>
            <w:tcW w:w="722" w:type="dxa"/>
          </w:tcPr>
          <w:p w14:paraId="2A58DA2A" w14:textId="77777777" w:rsidR="00AF37E2" w:rsidRPr="000F7DD1" w:rsidRDefault="00AF37E2" w:rsidP="00747E18">
            <w:pPr>
              <w:pStyle w:val="Tabelazwyky"/>
            </w:pPr>
            <w:r w:rsidRPr="000F7DD1">
              <w:t>D</w:t>
            </w:r>
          </w:p>
        </w:tc>
        <w:tc>
          <w:tcPr>
            <w:tcW w:w="1984" w:type="dxa"/>
          </w:tcPr>
          <w:p w14:paraId="2DB63A40" w14:textId="7823ABF0" w:rsidR="00AF37E2" w:rsidRPr="00E20155" w:rsidRDefault="000F7DD1" w:rsidP="00747E18">
            <w:pPr>
              <w:pStyle w:val="Tabelazwyky"/>
              <w:rPr>
                <w:lang w:val="en-GB"/>
              </w:rPr>
            </w:pPr>
            <w:proofErr w:type="spellStart"/>
            <w:r w:rsidRPr="00E20155">
              <w:rPr>
                <w:lang w:val="en-GB"/>
              </w:rPr>
              <w:t>CalcAmountPayableType</w:t>
            </w:r>
            <w:proofErr w:type="spellEnd"/>
          </w:p>
        </w:tc>
        <w:tc>
          <w:tcPr>
            <w:tcW w:w="1234" w:type="dxa"/>
          </w:tcPr>
          <w:p w14:paraId="42E57D8B" w14:textId="77777777" w:rsidR="00AF37E2" w:rsidRPr="000F7DD1" w:rsidRDefault="00AF37E2" w:rsidP="00747E18">
            <w:pPr>
              <w:pStyle w:val="Tabelazwyky"/>
            </w:pPr>
            <w:r w:rsidRPr="000F7DD1">
              <w:t>1..1</w:t>
            </w:r>
          </w:p>
        </w:tc>
      </w:tr>
      <w:tr w:rsidR="00AF37E2" w:rsidRPr="000F7DD1" w14:paraId="38D0E25A" w14:textId="77777777" w:rsidTr="000F7DD1">
        <w:trPr>
          <w:trHeight w:val="213"/>
        </w:trPr>
        <w:tc>
          <w:tcPr>
            <w:tcW w:w="1668" w:type="dxa"/>
          </w:tcPr>
          <w:p w14:paraId="2E9ED906" w14:textId="77777777" w:rsidR="00AF37E2" w:rsidRPr="00E20155" w:rsidRDefault="00AF37E2" w:rsidP="00747E18">
            <w:pPr>
              <w:pStyle w:val="Tabelazwyky"/>
              <w:rPr>
                <w:lang w:val="en-GB"/>
              </w:rPr>
            </w:pPr>
            <w:r w:rsidRPr="00E20155">
              <w:rPr>
                <w:lang w:val="en-GB"/>
              </w:rPr>
              <w:lastRenderedPageBreak/>
              <w:t>Statement</w:t>
            </w:r>
          </w:p>
        </w:tc>
        <w:tc>
          <w:tcPr>
            <w:tcW w:w="3672" w:type="dxa"/>
          </w:tcPr>
          <w:p w14:paraId="1EF8941F" w14:textId="77777777" w:rsidR="00AF37E2" w:rsidRPr="000F7DD1" w:rsidRDefault="00AF37E2" w:rsidP="00747E18">
            <w:pPr>
              <w:pStyle w:val="Tabelazwyky"/>
            </w:pPr>
            <w:r w:rsidRPr="000F7DD1">
              <w:t>Oświadczenie podatnika lub osoby reprezentującej podatnika</w:t>
            </w:r>
          </w:p>
        </w:tc>
        <w:tc>
          <w:tcPr>
            <w:tcW w:w="722" w:type="dxa"/>
          </w:tcPr>
          <w:p w14:paraId="4157340A" w14:textId="77777777" w:rsidR="00AF37E2" w:rsidRPr="000F7DD1" w:rsidRDefault="00AF37E2" w:rsidP="00747E18">
            <w:pPr>
              <w:pStyle w:val="Tabelazwyky"/>
            </w:pPr>
            <w:r w:rsidRPr="000F7DD1">
              <w:t>E</w:t>
            </w:r>
          </w:p>
        </w:tc>
        <w:tc>
          <w:tcPr>
            <w:tcW w:w="1984" w:type="dxa"/>
          </w:tcPr>
          <w:p w14:paraId="4974481D" w14:textId="77777777" w:rsidR="00AF37E2" w:rsidRPr="000F7DD1" w:rsidRDefault="00AF37E2" w:rsidP="00747E18">
            <w:pPr>
              <w:pStyle w:val="Tabelazwyky"/>
            </w:pPr>
            <w:proofErr w:type="spellStart"/>
            <w:r w:rsidRPr="000F7DD1">
              <w:t>ZExtStatement</w:t>
            </w:r>
            <w:proofErr w:type="spellEnd"/>
          </w:p>
        </w:tc>
        <w:tc>
          <w:tcPr>
            <w:tcW w:w="1234" w:type="dxa"/>
          </w:tcPr>
          <w:p w14:paraId="0CFF4A45" w14:textId="77777777" w:rsidR="00AF37E2" w:rsidRPr="000F7DD1" w:rsidRDefault="005C21C0" w:rsidP="00747E18">
            <w:pPr>
              <w:pStyle w:val="Tabelazwyky"/>
            </w:pPr>
            <w:r w:rsidRPr="000F7DD1">
              <w:t>1</w:t>
            </w:r>
            <w:r w:rsidR="00DC5302" w:rsidRPr="000F7DD1">
              <w:t>..1</w:t>
            </w:r>
          </w:p>
        </w:tc>
      </w:tr>
      <w:tr w:rsidR="00E659A0" w:rsidRPr="000F7DD1" w14:paraId="3D9BFCF7" w14:textId="77777777" w:rsidTr="000F7DD1">
        <w:trPr>
          <w:trHeight w:val="213"/>
        </w:trPr>
        <w:tc>
          <w:tcPr>
            <w:tcW w:w="1668" w:type="dxa"/>
          </w:tcPr>
          <w:p w14:paraId="408873C2" w14:textId="77777777" w:rsidR="00E659A0" w:rsidRPr="00E20155" w:rsidRDefault="00E659A0" w:rsidP="00747E18">
            <w:pPr>
              <w:pStyle w:val="Tabelazwyky"/>
              <w:rPr>
                <w:lang w:val="en-GB"/>
              </w:rPr>
            </w:pPr>
            <w:proofErr w:type="spellStart"/>
            <w:r w:rsidRPr="00E20155">
              <w:rPr>
                <w:lang w:val="en-GB"/>
              </w:rPr>
              <w:t>selfRef</w:t>
            </w:r>
            <w:proofErr w:type="spellEnd"/>
          </w:p>
        </w:tc>
        <w:tc>
          <w:tcPr>
            <w:tcW w:w="3672" w:type="dxa"/>
          </w:tcPr>
          <w:p w14:paraId="4DCDA3E1" w14:textId="77777777" w:rsidR="00E659A0" w:rsidRPr="000F7DD1" w:rsidRDefault="00E659A0" w:rsidP="00747E18">
            <w:pPr>
              <w:pStyle w:val="Tabelazwyky"/>
            </w:pPr>
            <w:r w:rsidRPr="000F7DD1">
              <w:t>Numer własny komunikatu</w:t>
            </w:r>
          </w:p>
        </w:tc>
        <w:tc>
          <w:tcPr>
            <w:tcW w:w="722" w:type="dxa"/>
          </w:tcPr>
          <w:p w14:paraId="6514D6BD" w14:textId="77777777" w:rsidR="00E659A0" w:rsidRPr="000F7DD1" w:rsidRDefault="00E659A0" w:rsidP="00747E18">
            <w:pPr>
              <w:pStyle w:val="Tabelazwyky"/>
            </w:pPr>
          </w:p>
        </w:tc>
        <w:tc>
          <w:tcPr>
            <w:tcW w:w="1984" w:type="dxa"/>
          </w:tcPr>
          <w:p w14:paraId="6B7EEEFE" w14:textId="77777777" w:rsidR="00E659A0" w:rsidRPr="000F7DD1" w:rsidRDefault="00E659A0" w:rsidP="00747E18">
            <w:pPr>
              <w:pStyle w:val="Tabelazwyky"/>
            </w:pPr>
            <w:proofErr w:type="spellStart"/>
            <w:r w:rsidRPr="000F7DD1">
              <w:t>ZSelfRef</w:t>
            </w:r>
            <w:proofErr w:type="spellEnd"/>
          </w:p>
        </w:tc>
        <w:tc>
          <w:tcPr>
            <w:tcW w:w="1234" w:type="dxa"/>
          </w:tcPr>
          <w:p w14:paraId="7FA37A69" w14:textId="77777777" w:rsidR="00E659A0" w:rsidRPr="000F7DD1" w:rsidRDefault="005C21C0" w:rsidP="00747E18">
            <w:pPr>
              <w:pStyle w:val="Tabelazwyky"/>
            </w:pPr>
            <w:r w:rsidRPr="000F7DD1">
              <w:t>1</w:t>
            </w:r>
            <w:r w:rsidR="00E659A0" w:rsidRPr="000F7DD1">
              <w:t>..1</w:t>
            </w:r>
          </w:p>
        </w:tc>
      </w:tr>
    </w:tbl>
    <w:p w14:paraId="6C3CD975" w14:textId="4755D05E" w:rsidR="00C10443" w:rsidRPr="000F7DD1" w:rsidRDefault="00C10443" w:rsidP="00747E18">
      <w:pPr>
        <w:pStyle w:val="Legenda"/>
        <w:keepNext/>
      </w:pPr>
      <w:bookmarkStart w:id="63" w:name="_Toc183523768"/>
      <w:r w:rsidRPr="000F7DD1">
        <w:t xml:space="preserve">Tabela </w:t>
      </w:r>
      <w:fldSimple w:instr=" SEQ Tabela \* ARABIC ">
        <w:r w:rsidR="002E70C8">
          <w:rPr>
            <w:noProof/>
          </w:rPr>
          <w:t>12</w:t>
        </w:r>
      </w:fldSimple>
      <w:r w:rsidRPr="000F7DD1">
        <w:t xml:space="preserve"> Struktura &lt; </w:t>
      </w:r>
      <w:proofErr w:type="spellStart"/>
      <w:r w:rsidRPr="00E20155">
        <w:rPr>
          <w:lang w:val="en-GB"/>
        </w:rPr>
        <w:t>CorelationDocNumbersType</w:t>
      </w:r>
      <w:proofErr w:type="spellEnd"/>
      <w:r w:rsidRPr="000F7DD1">
        <w:t>&gt;, nagłówka deklaracji AKC-UA</w:t>
      </w:r>
      <w:bookmarkEnd w:id="63"/>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0F7DD1" w14:paraId="7F866B6A"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44D3AE58" w14:textId="77777777" w:rsidR="00ED56EC" w:rsidRPr="000F7DD1" w:rsidRDefault="00ED56EC" w:rsidP="00747E18">
            <w:pPr>
              <w:pStyle w:val="Z2Nagwektabeli"/>
              <w:rPr>
                <w:rFonts w:ascii="Lato" w:hAnsi="Lato"/>
              </w:rPr>
            </w:pPr>
            <w:r w:rsidRPr="000F7DD1">
              <w:rPr>
                <w:rFonts w:ascii="Lato" w:hAnsi="Lato"/>
              </w:rPr>
              <w:t xml:space="preserve">Nazwa </w:t>
            </w:r>
          </w:p>
        </w:tc>
        <w:tc>
          <w:tcPr>
            <w:tcW w:w="3240" w:type="dxa"/>
          </w:tcPr>
          <w:p w14:paraId="07D447E7" w14:textId="77777777" w:rsidR="00ED56EC" w:rsidRPr="000F7DD1" w:rsidRDefault="00ED56EC" w:rsidP="00747E18">
            <w:pPr>
              <w:pStyle w:val="Z2Nagwektabeli"/>
              <w:rPr>
                <w:rFonts w:ascii="Lato" w:hAnsi="Lato"/>
              </w:rPr>
            </w:pPr>
            <w:r w:rsidRPr="000F7DD1">
              <w:rPr>
                <w:rFonts w:ascii="Lato" w:hAnsi="Lato"/>
              </w:rPr>
              <w:t>Opis</w:t>
            </w:r>
          </w:p>
        </w:tc>
        <w:tc>
          <w:tcPr>
            <w:tcW w:w="961" w:type="dxa"/>
          </w:tcPr>
          <w:p w14:paraId="75D72BE7" w14:textId="77777777" w:rsidR="00ED56EC" w:rsidRPr="000F7DD1" w:rsidRDefault="00ED56EC" w:rsidP="00747E18">
            <w:pPr>
              <w:pStyle w:val="Z2Nagwektabeli"/>
              <w:rPr>
                <w:rFonts w:ascii="Lato" w:hAnsi="Lato"/>
              </w:rPr>
            </w:pPr>
            <w:r w:rsidRPr="000F7DD1">
              <w:rPr>
                <w:rFonts w:ascii="Lato" w:hAnsi="Lato"/>
              </w:rPr>
              <w:t>Nr pola</w:t>
            </w:r>
          </w:p>
        </w:tc>
        <w:tc>
          <w:tcPr>
            <w:tcW w:w="1974" w:type="dxa"/>
          </w:tcPr>
          <w:p w14:paraId="5ABC2597" w14:textId="77777777" w:rsidR="00ED56EC" w:rsidRPr="000F7DD1" w:rsidRDefault="00ED56EC" w:rsidP="00747E18">
            <w:pPr>
              <w:pStyle w:val="Z2Nagwektabeli"/>
              <w:rPr>
                <w:rFonts w:ascii="Lato" w:hAnsi="Lato"/>
              </w:rPr>
            </w:pPr>
            <w:r w:rsidRPr="000F7DD1">
              <w:rPr>
                <w:rFonts w:ascii="Lato" w:hAnsi="Lato"/>
              </w:rPr>
              <w:t>Typ</w:t>
            </w:r>
          </w:p>
        </w:tc>
        <w:tc>
          <w:tcPr>
            <w:tcW w:w="1197" w:type="dxa"/>
          </w:tcPr>
          <w:p w14:paraId="7EFB089D" w14:textId="77777777" w:rsidR="00ED56EC" w:rsidRPr="000F7DD1" w:rsidRDefault="00ED56EC" w:rsidP="00747E18">
            <w:pPr>
              <w:pStyle w:val="Z2Nagwektabeli"/>
              <w:rPr>
                <w:rFonts w:ascii="Lato" w:hAnsi="Lato"/>
              </w:rPr>
            </w:pPr>
            <w:r w:rsidRPr="000F7DD1">
              <w:rPr>
                <w:rFonts w:ascii="Lato" w:hAnsi="Lato"/>
              </w:rPr>
              <w:t>Liczebność</w:t>
            </w:r>
          </w:p>
        </w:tc>
      </w:tr>
      <w:tr w:rsidR="00ED56EC" w:rsidRPr="000F7DD1" w14:paraId="1F11D87A" w14:textId="77777777" w:rsidTr="000F7DD1">
        <w:trPr>
          <w:trHeight w:val="213"/>
        </w:trPr>
        <w:tc>
          <w:tcPr>
            <w:tcW w:w="1908" w:type="dxa"/>
          </w:tcPr>
          <w:p w14:paraId="62D3AF6D" w14:textId="77777777" w:rsidR="00ED56EC" w:rsidRPr="00E20155" w:rsidRDefault="00ED56EC" w:rsidP="00747E18">
            <w:pPr>
              <w:pStyle w:val="Tabelazwyky"/>
              <w:rPr>
                <w:lang w:val="en-GB"/>
              </w:rPr>
            </w:pPr>
            <w:proofErr w:type="spellStart"/>
            <w:r w:rsidRPr="00E20155">
              <w:rPr>
                <w:lang w:val="en-GB"/>
              </w:rPr>
              <w:t>Corelation</w:t>
            </w:r>
            <w:r w:rsidRPr="00E20155">
              <w:rPr>
                <w:rFonts w:ascii="Arial" w:hAnsi="Arial"/>
                <w:lang w:val="en-GB"/>
              </w:rPr>
              <w:t>‌</w:t>
            </w:r>
            <w:r w:rsidRPr="00E20155">
              <w:rPr>
                <w:lang w:val="en-GB"/>
              </w:rPr>
              <w:t>Doc</w:t>
            </w:r>
            <w:r w:rsidRPr="00E20155">
              <w:rPr>
                <w:rFonts w:ascii="Arial" w:hAnsi="Arial"/>
                <w:lang w:val="en-GB"/>
              </w:rPr>
              <w:t>‌</w:t>
            </w:r>
            <w:r w:rsidRPr="00E20155">
              <w:rPr>
                <w:lang w:val="en-GB"/>
              </w:rPr>
              <w:t>No</w:t>
            </w:r>
            <w:proofErr w:type="spellEnd"/>
          </w:p>
        </w:tc>
        <w:tc>
          <w:tcPr>
            <w:tcW w:w="3240" w:type="dxa"/>
          </w:tcPr>
          <w:p w14:paraId="6DFDD46B" w14:textId="77777777" w:rsidR="00ED56EC" w:rsidRPr="000F7DD1" w:rsidRDefault="00C747B6" w:rsidP="00747E18">
            <w:pPr>
              <w:pStyle w:val="Tabelazwyky"/>
            </w:pPr>
            <w:r w:rsidRPr="000F7DD1">
              <w:t>Numer powiązanego dokumentu ZPNW</w:t>
            </w:r>
          </w:p>
        </w:tc>
        <w:tc>
          <w:tcPr>
            <w:tcW w:w="961" w:type="dxa"/>
          </w:tcPr>
          <w:p w14:paraId="3DCAF552" w14:textId="77777777" w:rsidR="00ED56EC" w:rsidRPr="000F7DD1" w:rsidRDefault="00C747B6" w:rsidP="00747E18">
            <w:pPr>
              <w:pStyle w:val="Tabelazwyky"/>
            </w:pPr>
            <w:r w:rsidRPr="000F7DD1">
              <w:t>-</w:t>
            </w:r>
          </w:p>
        </w:tc>
        <w:tc>
          <w:tcPr>
            <w:tcW w:w="1974" w:type="dxa"/>
          </w:tcPr>
          <w:p w14:paraId="2E322CB9" w14:textId="77777777" w:rsidR="00ED56EC" w:rsidRPr="000F7DD1" w:rsidRDefault="00ED56EC" w:rsidP="00747E18">
            <w:pPr>
              <w:pStyle w:val="Tabelazwyky"/>
            </w:pPr>
            <w:proofErr w:type="spellStart"/>
            <w:r w:rsidRPr="000F7DD1">
              <w:t>Co</w:t>
            </w:r>
            <w:r w:rsidRPr="00E20155">
              <w:rPr>
                <w:lang w:val="en-GB"/>
              </w:rPr>
              <w:t>relation</w:t>
            </w:r>
            <w:r w:rsidRPr="00E20155">
              <w:rPr>
                <w:rFonts w:ascii="Arial" w:hAnsi="Arial"/>
                <w:lang w:val="en-GB"/>
              </w:rPr>
              <w:t>‌</w:t>
            </w:r>
            <w:r w:rsidRPr="00E20155">
              <w:rPr>
                <w:lang w:val="en-GB"/>
              </w:rPr>
              <w:t>Doc</w:t>
            </w:r>
            <w:r w:rsidRPr="00E20155">
              <w:rPr>
                <w:rFonts w:ascii="Arial" w:hAnsi="Arial"/>
                <w:lang w:val="en-GB"/>
              </w:rPr>
              <w:t>‌</w:t>
            </w:r>
            <w:r w:rsidRPr="00E20155">
              <w:rPr>
                <w:lang w:val="en-GB"/>
              </w:rPr>
              <w:t>N</w:t>
            </w:r>
            <w:r w:rsidRPr="000F7DD1">
              <w:t>oType</w:t>
            </w:r>
            <w:proofErr w:type="spellEnd"/>
          </w:p>
        </w:tc>
        <w:tc>
          <w:tcPr>
            <w:tcW w:w="1197" w:type="dxa"/>
          </w:tcPr>
          <w:p w14:paraId="55EA7831" w14:textId="77777777" w:rsidR="00ED56EC" w:rsidRPr="000F7DD1" w:rsidRDefault="00ED56EC" w:rsidP="00747E18">
            <w:pPr>
              <w:pStyle w:val="Tabelazwyky"/>
            </w:pPr>
            <w:r w:rsidRPr="000F7DD1">
              <w:t>0..99</w:t>
            </w:r>
          </w:p>
        </w:tc>
      </w:tr>
    </w:tbl>
    <w:p w14:paraId="443C3F2C" w14:textId="0FC01225" w:rsidR="00C10443" w:rsidRPr="000F7DD1" w:rsidRDefault="00C10443" w:rsidP="00747E18">
      <w:pPr>
        <w:pStyle w:val="Legenda"/>
        <w:keepNext/>
      </w:pPr>
      <w:bookmarkStart w:id="64" w:name="_Toc183523769"/>
      <w:r w:rsidRPr="000F7DD1">
        <w:t xml:space="preserve">Tabela </w:t>
      </w:r>
      <w:fldSimple w:instr=" SEQ Tabela \* ARABIC ">
        <w:r w:rsidR="002E70C8">
          <w:rPr>
            <w:noProof/>
          </w:rPr>
          <w:t>13</w:t>
        </w:r>
      </w:fldSimple>
      <w:r w:rsidRPr="000F7DD1">
        <w:t xml:space="preserve"> Struktura &lt; </w:t>
      </w:r>
      <w:proofErr w:type="spellStart"/>
      <w:r w:rsidR="00A83E6C" w:rsidRPr="00E20155">
        <w:rPr>
          <w:lang w:val="en-GB"/>
        </w:rPr>
        <w:t>CorelationDocNoType</w:t>
      </w:r>
      <w:proofErr w:type="spellEnd"/>
      <w:r w:rsidRPr="000F7DD1">
        <w:t>&gt;, nagłówka deklaracji AKC-UA</w:t>
      </w:r>
      <w:bookmarkEnd w:id="6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0F7DD1" w14:paraId="446C8251"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177D14E" w14:textId="77777777" w:rsidR="00ED56EC" w:rsidRPr="000F7DD1" w:rsidRDefault="00ED56EC" w:rsidP="00747E18">
            <w:pPr>
              <w:pStyle w:val="Z2Nagwektabeli"/>
              <w:rPr>
                <w:rFonts w:ascii="Lato" w:hAnsi="Lato"/>
              </w:rPr>
            </w:pPr>
            <w:r w:rsidRPr="000F7DD1">
              <w:rPr>
                <w:rFonts w:ascii="Lato" w:hAnsi="Lato"/>
              </w:rPr>
              <w:t xml:space="preserve">Nazwa </w:t>
            </w:r>
          </w:p>
        </w:tc>
        <w:tc>
          <w:tcPr>
            <w:tcW w:w="3240" w:type="dxa"/>
          </w:tcPr>
          <w:p w14:paraId="4CA597D8" w14:textId="77777777" w:rsidR="00ED56EC" w:rsidRPr="000F7DD1" w:rsidRDefault="00ED56EC" w:rsidP="00747E18">
            <w:pPr>
              <w:pStyle w:val="Z2Nagwektabeli"/>
              <w:rPr>
                <w:rFonts w:ascii="Lato" w:hAnsi="Lato"/>
              </w:rPr>
            </w:pPr>
            <w:r w:rsidRPr="000F7DD1">
              <w:rPr>
                <w:rFonts w:ascii="Lato" w:hAnsi="Lato"/>
              </w:rPr>
              <w:t>Opis</w:t>
            </w:r>
          </w:p>
        </w:tc>
        <w:tc>
          <w:tcPr>
            <w:tcW w:w="961" w:type="dxa"/>
          </w:tcPr>
          <w:p w14:paraId="07BF12A3" w14:textId="77777777" w:rsidR="00ED56EC" w:rsidRPr="000F7DD1" w:rsidRDefault="00ED56EC" w:rsidP="00747E18">
            <w:pPr>
              <w:pStyle w:val="Z2Nagwektabeli"/>
              <w:rPr>
                <w:rFonts w:ascii="Lato" w:hAnsi="Lato"/>
              </w:rPr>
            </w:pPr>
            <w:r w:rsidRPr="000F7DD1">
              <w:rPr>
                <w:rFonts w:ascii="Lato" w:hAnsi="Lato"/>
              </w:rPr>
              <w:t>Nr pola</w:t>
            </w:r>
          </w:p>
        </w:tc>
        <w:tc>
          <w:tcPr>
            <w:tcW w:w="1974" w:type="dxa"/>
          </w:tcPr>
          <w:p w14:paraId="483AB089" w14:textId="77777777" w:rsidR="00ED56EC" w:rsidRPr="000F7DD1" w:rsidRDefault="00ED56EC" w:rsidP="00747E18">
            <w:pPr>
              <w:pStyle w:val="Z2Nagwektabeli"/>
              <w:rPr>
                <w:rFonts w:ascii="Lato" w:hAnsi="Lato"/>
              </w:rPr>
            </w:pPr>
            <w:r w:rsidRPr="000F7DD1">
              <w:rPr>
                <w:rFonts w:ascii="Lato" w:hAnsi="Lato"/>
              </w:rPr>
              <w:t>Typ</w:t>
            </w:r>
          </w:p>
        </w:tc>
        <w:tc>
          <w:tcPr>
            <w:tcW w:w="1197" w:type="dxa"/>
          </w:tcPr>
          <w:p w14:paraId="0E934FE3" w14:textId="77777777" w:rsidR="00ED56EC" w:rsidRPr="000F7DD1" w:rsidRDefault="00ED56EC" w:rsidP="00747E18">
            <w:pPr>
              <w:pStyle w:val="Z2Nagwektabeli"/>
              <w:rPr>
                <w:rFonts w:ascii="Lato" w:hAnsi="Lato"/>
              </w:rPr>
            </w:pPr>
            <w:r w:rsidRPr="000F7DD1">
              <w:rPr>
                <w:rFonts w:ascii="Lato" w:hAnsi="Lato"/>
              </w:rPr>
              <w:t>Liczebność</w:t>
            </w:r>
          </w:p>
        </w:tc>
      </w:tr>
      <w:tr w:rsidR="00ED56EC" w:rsidRPr="000F7DD1" w14:paraId="0DCC79FA" w14:textId="77777777" w:rsidTr="000F7DD1">
        <w:trPr>
          <w:trHeight w:val="213"/>
        </w:trPr>
        <w:tc>
          <w:tcPr>
            <w:tcW w:w="1908" w:type="dxa"/>
          </w:tcPr>
          <w:p w14:paraId="11D048E0" w14:textId="77777777" w:rsidR="00ED56EC" w:rsidRPr="000F7DD1" w:rsidRDefault="00C747B6" w:rsidP="00747E18">
            <w:pPr>
              <w:pStyle w:val="Tabelazwyky"/>
            </w:pPr>
            <w:proofErr w:type="spellStart"/>
            <w:r w:rsidRPr="000F7DD1">
              <w:t>number</w:t>
            </w:r>
            <w:proofErr w:type="spellEnd"/>
          </w:p>
        </w:tc>
        <w:tc>
          <w:tcPr>
            <w:tcW w:w="3240" w:type="dxa"/>
          </w:tcPr>
          <w:p w14:paraId="7E887EFB" w14:textId="77777777" w:rsidR="00ED56EC" w:rsidRPr="000F7DD1" w:rsidRDefault="00C747B6" w:rsidP="00747E18">
            <w:pPr>
              <w:pStyle w:val="Tabelazwyky"/>
            </w:pPr>
            <w:r w:rsidRPr="000F7DD1">
              <w:t>Numer powiązanego dokumentu ZPNW</w:t>
            </w:r>
            <w:r w:rsidR="00ED56EC" w:rsidRPr="000F7DD1">
              <w:t>.</w:t>
            </w:r>
          </w:p>
        </w:tc>
        <w:tc>
          <w:tcPr>
            <w:tcW w:w="961" w:type="dxa"/>
          </w:tcPr>
          <w:p w14:paraId="557C5992" w14:textId="77777777" w:rsidR="00ED56EC" w:rsidRPr="000F7DD1" w:rsidRDefault="00C747B6" w:rsidP="00747E18">
            <w:pPr>
              <w:pStyle w:val="Tabelazwyky"/>
            </w:pPr>
            <w:r w:rsidRPr="000F7DD1">
              <w:t>-</w:t>
            </w:r>
          </w:p>
        </w:tc>
        <w:tc>
          <w:tcPr>
            <w:tcW w:w="1974" w:type="dxa"/>
          </w:tcPr>
          <w:p w14:paraId="1E850F95" w14:textId="77777777" w:rsidR="00ED56EC" w:rsidRPr="000F7DD1" w:rsidRDefault="00805914" w:rsidP="00747E18">
            <w:pPr>
              <w:pStyle w:val="Tabelazwyky"/>
            </w:pPr>
            <w:r w:rsidRPr="000F7DD1">
              <w:t>string</w:t>
            </w:r>
          </w:p>
        </w:tc>
        <w:tc>
          <w:tcPr>
            <w:tcW w:w="1197" w:type="dxa"/>
          </w:tcPr>
          <w:p w14:paraId="71B37CED" w14:textId="77777777" w:rsidR="00ED56EC" w:rsidRPr="000F7DD1" w:rsidRDefault="00805914" w:rsidP="00747E18">
            <w:pPr>
              <w:pStyle w:val="Tabelazwyky"/>
            </w:pPr>
            <w:r w:rsidRPr="000F7DD1">
              <w:t>1</w:t>
            </w:r>
            <w:r w:rsidR="00ED56EC" w:rsidRPr="000F7DD1">
              <w:t>..1</w:t>
            </w:r>
          </w:p>
        </w:tc>
      </w:tr>
    </w:tbl>
    <w:p w14:paraId="566629A6" w14:textId="06F5A23D" w:rsidR="00C10443" w:rsidRPr="000F7DD1" w:rsidRDefault="00C10443" w:rsidP="00747E18">
      <w:pPr>
        <w:pStyle w:val="Legenda"/>
        <w:keepNext/>
      </w:pPr>
      <w:bookmarkStart w:id="65" w:name="_Toc183523770"/>
      <w:r w:rsidRPr="000F7DD1">
        <w:t xml:space="preserve">Tabela </w:t>
      </w:r>
      <w:fldSimple w:instr=" SEQ Tabela \* ARABIC ">
        <w:r w:rsidR="002E70C8">
          <w:rPr>
            <w:noProof/>
          </w:rPr>
          <w:t>14</w:t>
        </w:r>
      </w:fldSimple>
      <w:r w:rsidRPr="000F7DD1">
        <w:t xml:space="preserve"> Struktura &lt; </w:t>
      </w:r>
      <w:proofErr w:type="spellStart"/>
      <w:r w:rsidRPr="00E20155">
        <w:rPr>
          <w:lang w:val="en-GB"/>
        </w:rPr>
        <w:t>AmountPayableType</w:t>
      </w:r>
      <w:proofErr w:type="spellEnd"/>
      <w:r w:rsidRPr="000F7DD1">
        <w:t>&gt;, nagłówka deklaracji AKC-UA</w:t>
      </w:r>
      <w:bookmarkEnd w:id="65"/>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0F7DD1" w14:paraId="68668237"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3EA5ED69" w14:textId="77777777" w:rsidR="008A378C" w:rsidRPr="000F7DD1" w:rsidRDefault="008A378C" w:rsidP="00747E18">
            <w:pPr>
              <w:pStyle w:val="Z2Nagwektabeli"/>
              <w:rPr>
                <w:rFonts w:ascii="Lato" w:hAnsi="Lato"/>
              </w:rPr>
            </w:pPr>
            <w:r w:rsidRPr="000F7DD1">
              <w:rPr>
                <w:rFonts w:ascii="Lato" w:hAnsi="Lato"/>
              </w:rPr>
              <w:t xml:space="preserve">Nazwa </w:t>
            </w:r>
          </w:p>
        </w:tc>
        <w:tc>
          <w:tcPr>
            <w:tcW w:w="3240" w:type="dxa"/>
          </w:tcPr>
          <w:p w14:paraId="7E91AE88" w14:textId="77777777" w:rsidR="008A378C" w:rsidRPr="000F7DD1" w:rsidRDefault="008A378C" w:rsidP="00747E18">
            <w:pPr>
              <w:pStyle w:val="Z2Nagwektabeli"/>
              <w:rPr>
                <w:rFonts w:ascii="Lato" w:hAnsi="Lato"/>
              </w:rPr>
            </w:pPr>
            <w:r w:rsidRPr="000F7DD1">
              <w:rPr>
                <w:rFonts w:ascii="Lato" w:hAnsi="Lato"/>
              </w:rPr>
              <w:t>Opis</w:t>
            </w:r>
          </w:p>
        </w:tc>
        <w:tc>
          <w:tcPr>
            <w:tcW w:w="961" w:type="dxa"/>
          </w:tcPr>
          <w:p w14:paraId="35E18BFF" w14:textId="77777777" w:rsidR="008A378C" w:rsidRPr="000F7DD1" w:rsidRDefault="00F16068" w:rsidP="00747E18">
            <w:pPr>
              <w:pStyle w:val="Z2Nagwektabeli"/>
              <w:rPr>
                <w:rFonts w:ascii="Lato" w:hAnsi="Lato"/>
              </w:rPr>
            </w:pPr>
            <w:r w:rsidRPr="000F7DD1">
              <w:rPr>
                <w:rFonts w:ascii="Lato" w:hAnsi="Lato"/>
              </w:rPr>
              <w:t>Nr pola</w:t>
            </w:r>
          </w:p>
        </w:tc>
        <w:tc>
          <w:tcPr>
            <w:tcW w:w="1974" w:type="dxa"/>
          </w:tcPr>
          <w:p w14:paraId="28C48164" w14:textId="77777777" w:rsidR="008A378C" w:rsidRPr="000F7DD1" w:rsidRDefault="008A378C" w:rsidP="00747E18">
            <w:pPr>
              <w:pStyle w:val="Z2Nagwektabeli"/>
              <w:rPr>
                <w:rFonts w:ascii="Lato" w:hAnsi="Lato"/>
              </w:rPr>
            </w:pPr>
            <w:r w:rsidRPr="000F7DD1">
              <w:rPr>
                <w:rFonts w:ascii="Lato" w:hAnsi="Lato"/>
              </w:rPr>
              <w:t>Typ</w:t>
            </w:r>
          </w:p>
        </w:tc>
        <w:tc>
          <w:tcPr>
            <w:tcW w:w="1197" w:type="dxa"/>
          </w:tcPr>
          <w:p w14:paraId="15A4A54F" w14:textId="77777777" w:rsidR="008A378C" w:rsidRPr="000F7DD1" w:rsidRDefault="008A378C" w:rsidP="00747E18">
            <w:pPr>
              <w:pStyle w:val="Z2Nagwektabeli"/>
              <w:rPr>
                <w:rFonts w:ascii="Lato" w:hAnsi="Lato"/>
              </w:rPr>
            </w:pPr>
            <w:r w:rsidRPr="000F7DD1">
              <w:rPr>
                <w:rFonts w:ascii="Lato" w:hAnsi="Lato"/>
              </w:rPr>
              <w:t>Liczebność</w:t>
            </w:r>
          </w:p>
        </w:tc>
      </w:tr>
      <w:tr w:rsidR="008A378C" w:rsidRPr="000F7DD1" w14:paraId="659CA9DF" w14:textId="77777777" w:rsidTr="000F7DD1">
        <w:trPr>
          <w:trHeight w:val="213"/>
        </w:trPr>
        <w:tc>
          <w:tcPr>
            <w:tcW w:w="1908" w:type="dxa"/>
          </w:tcPr>
          <w:p w14:paraId="3F9E72DD" w14:textId="77777777" w:rsidR="008A378C" w:rsidRPr="00E20155" w:rsidRDefault="008A378C" w:rsidP="00747E18">
            <w:pPr>
              <w:pStyle w:val="Tabelazwyky"/>
              <w:rPr>
                <w:lang w:val="en-GB"/>
              </w:rPr>
            </w:pPr>
            <w:bookmarkStart w:id="66" w:name="totalAmountOfTax"/>
            <w:proofErr w:type="spellStart"/>
            <w:r w:rsidRPr="00E20155">
              <w:rPr>
                <w:lang w:val="en-GB"/>
              </w:rPr>
              <w:t>totalAmount</w:t>
            </w:r>
            <w:r w:rsidR="00C54FDC" w:rsidRPr="00E20155">
              <w:rPr>
                <w:rFonts w:ascii="Arial" w:hAnsi="Arial"/>
                <w:lang w:val="en-GB"/>
              </w:rPr>
              <w:t>‌</w:t>
            </w:r>
            <w:r w:rsidRPr="00E20155">
              <w:rPr>
                <w:lang w:val="en-GB"/>
              </w:rPr>
              <w:t>Of</w:t>
            </w:r>
            <w:r w:rsidR="00C54FDC" w:rsidRPr="00E20155">
              <w:rPr>
                <w:rFonts w:ascii="Arial" w:hAnsi="Arial"/>
                <w:lang w:val="en-GB"/>
              </w:rPr>
              <w:t>‌</w:t>
            </w:r>
            <w:r w:rsidRPr="00E20155">
              <w:rPr>
                <w:lang w:val="en-GB"/>
              </w:rPr>
              <w:t>Tax</w:t>
            </w:r>
            <w:bookmarkEnd w:id="66"/>
            <w:proofErr w:type="spellEnd"/>
          </w:p>
        </w:tc>
        <w:tc>
          <w:tcPr>
            <w:tcW w:w="3240" w:type="dxa"/>
          </w:tcPr>
          <w:p w14:paraId="3CA95DEE" w14:textId="77777777" w:rsidR="008A378C" w:rsidRPr="000F7DD1" w:rsidRDefault="00C000FC" w:rsidP="00747E18">
            <w:pPr>
              <w:pStyle w:val="Tabelazwyky"/>
            </w:pPr>
            <w:r w:rsidRPr="000F7DD1">
              <w:t>Kwota podatku akcyzowego z poz. 64</w:t>
            </w:r>
          </w:p>
        </w:tc>
        <w:tc>
          <w:tcPr>
            <w:tcW w:w="961" w:type="dxa"/>
          </w:tcPr>
          <w:p w14:paraId="48853E8A" w14:textId="77777777" w:rsidR="008A378C" w:rsidRPr="000F7DD1" w:rsidRDefault="00C000FC" w:rsidP="00747E18">
            <w:pPr>
              <w:pStyle w:val="Tabelazwyky"/>
            </w:pPr>
            <w:r w:rsidRPr="000F7DD1">
              <w:t>18</w:t>
            </w:r>
          </w:p>
        </w:tc>
        <w:tc>
          <w:tcPr>
            <w:tcW w:w="1974" w:type="dxa"/>
          </w:tcPr>
          <w:p w14:paraId="3ABD0E1F" w14:textId="77777777" w:rsidR="008A378C" w:rsidRPr="000F7DD1" w:rsidRDefault="000020FE" w:rsidP="00747E18">
            <w:pPr>
              <w:pStyle w:val="Tabelazwyky"/>
            </w:pPr>
            <w:proofErr w:type="spellStart"/>
            <w:r w:rsidRPr="000F7DD1">
              <w:t>ZAmountP</w:t>
            </w:r>
            <w:proofErr w:type="spellEnd"/>
          </w:p>
          <w:p w14:paraId="01D39AE0" w14:textId="77777777" w:rsidR="008A378C" w:rsidRPr="000F7DD1" w:rsidRDefault="0026021A" w:rsidP="00747E18">
            <w:pPr>
              <w:pStyle w:val="Tabelazwyky"/>
            </w:pPr>
            <w:r w:rsidRPr="000F7DD1">
              <w:t>Patrz reguła R4</w:t>
            </w:r>
          </w:p>
        </w:tc>
        <w:tc>
          <w:tcPr>
            <w:tcW w:w="1197" w:type="dxa"/>
          </w:tcPr>
          <w:p w14:paraId="2DE92E29" w14:textId="77777777" w:rsidR="008A378C" w:rsidRPr="000F7DD1" w:rsidRDefault="008A378C" w:rsidP="00747E18">
            <w:pPr>
              <w:pStyle w:val="Tabelazwyky"/>
            </w:pPr>
            <w:r w:rsidRPr="000F7DD1">
              <w:t>1..1</w:t>
            </w:r>
          </w:p>
        </w:tc>
      </w:tr>
      <w:tr w:rsidR="008A378C" w:rsidRPr="000F7DD1" w14:paraId="1B928266" w14:textId="77777777" w:rsidTr="000F7DD1">
        <w:trPr>
          <w:trHeight w:val="213"/>
        </w:trPr>
        <w:tc>
          <w:tcPr>
            <w:tcW w:w="1908" w:type="dxa"/>
          </w:tcPr>
          <w:p w14:paraId="462DABB9" w14:textId="77777777" w:rsidR="008A378C" w:rsidRPr="00E20155" w:rsidRDefault="008A378C" w:rsidP="00747E18">
            <w:pPr>
              <w:pStyle w:val="Tabelazwyky"/>
              <w:rPr>
                <w:lang w:val="en-GB"/>
              </w:rPr>
            </w:pPr>
            <w:bookmarkStart w:id="67" w:name="totalAmountOfReductions"/>
            <w:proofErr w:type="spellStart"/>
            <w:r w:rsidRPr="00E20155">
              <w:rPr>
                <w:lang w:val="en-GB"/>
              </w:rPr>
              <w:t>totalAmount</w:t>
            </w:r>
            <w:r w:rsidR="00C54FDC" w:rsidRPr="00E20155">
              <w:rPr>
                <w:rFonts w:ascii="Arial" w:hAnsi="Arial"/>
                <w:lang w:val="en-GB"/>
              </w:rPr>
              <w:t>‌</w:t>
            </w:r>
            <w:r w:rsidRPr="00E20155">
              <w:rPr>
                <w:lang w:val="en-GB"/>
              </w:rPr>
              <w:t>Of</w:t>
            </w:r>
            <w:r w:rsidR="00C54FDC" w:rsidRPr="00E20155">
              <w:rPr>
                <w:rFonts w:ascii="Arial" w:hAnsi="Arial"/>
                <w:lang w:val="en-GB"/>
              </w:rPr>
              <w:t>‌</w:t>
            </w:r>
            <w:r w:rsidRPr="00E20155">
              <w:rPr>
                <w:lang w:val="en-GB"/>
              </w:rPr>
              <w:t>Reductions</w:t>
            </w:r>
            <w:bookmarkEnd w:id="67"/>
            <w:proofErr w:type="spellEnd"/>
          </w:p>
        </w:tc>
        <w:tc>
          <w:tcPr>
            <w:tcW w:w="3240" w:type="dxa"/>
          </w:tcPr>
          <w:p w14:paraId="6121BEA2" w14:textId="77777777" w:rsidR="008A378C" w:rsidRPr="000F7DD1" w:rsidRDefault="00C000FC" w:rsidP="00747E18">
            <w:pPr>
              <w:pStyle w:val="Tabelazwyky"/>
            </w:pPr>
            <w:r w:rsidRPr="000F7DD1">
              <w:t>Zwolnienia i obniżenia.</w:t>
            </w:r>
          </w:p>
        </w:tc>
        <w:tc>
          <w:tcPr>
            <w:tcW w:w="961" w:type="dxa"/>
          </w:tcPr>
          <w:p w14:paraId="669B324D" w14:textId="77777777" w:rsidR="008A378C" w:rsidRPr="000F7DD1" w:rsidRDefault="00C000FC" w:rsidP="00747E18">
            <w:pPr>
              <w:pStyle w:val="Tabelazwyky"/>
            </w:pPr>
            <w:r w:rsidRPr="000F7DD1">
              <w:t>19</w:t>
            </w:r>
          </w:p>
        </w:tc>
        <w:tc>
          <w:tcPr>
            <w:tcW w:w="1974" w:type="dxa"/>
          </w:tcPr>
          <w:p w14:paraId="6AE5B1ED" w14:textId="77777777" w:rsidR="008A378C" w:rsidRPr="000F7DD1" w:rsidRDefault="000020FE" w:rsidP="00747E18">
            <w:pPr>
              <w:pStyle w:val="Tabelazwyky"/>
            </w:pPr>
            <w:proofErr w:type="spellStart"/>
            <w:r w:rsidRPr="000F7DD1">
              <w:t>ZAmountP</w:t>
            </w:r>
            <w:proofErr w:type="spellEnd"/>
          </w:p>
          <w:p w14:paraId="08E7B7E7" w14:textId="77777777" w:rsidR="008A378C" w:rsidRPr="000F7DD1" w:rsidRDefault="0026021A" w:rsidP="00747E18">
            <w:pPr>
              <w:pStyle w:val="Tabelazwyky"/>
            </w:pPr>
            <w:r w:rsidRPr="000F7DD1">
              <w:t>Patrz reguła R5</w:t>
            </w:r>
          </w:p>
        </w:tc>
        <w:tc>
          <w:tcPr>
            <w:tcW w:w="1197" w:type="dxa"/>
          </w:tcPr>
          <w:p w14:paraId="3C86D47D" w14:textId="77777777" w:rsidR="008A378C" w:rsidRPr="000F7DD1" w:rsidRDefault="008A378C" w:rsidP="00747E18">
            <w:pPr>
              <w:pStyle w:val="Tabelazwyky"/>
            </w:pPr>
            <w:r w:rsidRPr="000F7DD1">
              <w:t>0..1</w:t>
            </w:r>
          </w:p>
        </w:tc>
      </w:tr>
      <w:tr w:rsidR="008A378C" w:rsidRPr="000F7DD1" w14:paraId="62757A47" w14:textId="77777777" w:rsidTr="000F7DD1">
        <w:trPr>
          <w:trHeight w:val="213"/>
        </w:trPr>
        <w:tc>
          <w:tcPr>
            <w:tcW w:w="1908" w:type="dxa"/>
          </w:tcPr>
          <w:p w14:paraId="5EA1455D" w14:textId="77777777" w:rsidR="008A378C" w:rsidRPr="00E20155" w:rsidRDefault="008A378C" w:rsidP="00747E18">
            <w:pPr>
              <w:pStyle w:val="Tabelazwyky"/>
              <w:rPr>
                <w:lang w:val="en-GB"/>
              </w:rPr>
            </w:pPr>
            <w:bookmarkStart w:id="68" w:name="totalAmountOfExciseStamps"/>
            <w:proofErr w:type="spellStart"/>
            <w:r w:rsidRPr="00E20155">
              <w:rPr>
                <w:lang w:val="en-GB"/>
              </w:rPr>
              <w:t>totalAmount</w:t>
            </w:r>
            <w:r w:rsidR="00D2383A" w:rsidRPr="00E20155">
              <w:rPr>
                <w:rFonts w:ascii="Arial" w:hAnsi="Arial"/>
                <w:lang w:val="en-GB"/>
              </w:rPr>
              <w:t>‌</w:t>
            </w:r>
            <w:r w:rsidRPr="00E20155">
              <w:rPr>
                <w:lang w:val="en-GB"/>
              </w:rPr>
              <w:t>Of</w:t>
            </w:r>
            <w:r w:rsidR="00D2383A" w:rsidRPr="00E20155">
              <w:rPr>
                <w:rFonts w:ascii="Arial" w:hAnsi="Arial"/>
                <w:lang w:val="en-GB"/>
              </w:rPr>
              <w:t>‌</w:t>
            </w:r>
            <w:r w:rsidRPr="00E20155">
              <w:rPr>
                <w:lang w:val="en-GB"/>
              </w:rPr>
              <w:t>Excise</w:t>
            </w:r>
            <w:r w:rsidR="00D2383A" w:rsidRPr="00E20155">
              <w:rPr>
                <w:rFonts w:ascii="Arial" w:hAnsi="Arial"/>
                <w:lang w:val="en-GB"/>
              </w:rPr>
              <w:t>‌</w:t>
            </w:r>
            <w:r w:rsidRPr="00E20155">
              <w:rPr>
                <w:lang w:val="en-GB"/>
              </w:rPr>
              <w:t>Stamps</w:t>
            </w:r>
            <w:bookmarkEnd w:id="68"/>
            <w:proofErr w:type="spellEnd"/>
          </w:p>
        </w:tc>
        <w:tc>
          <w:tcPr>
            <w:tcW w:w="3240" w:type="dxa"/>
          </w:tcPr>
          <w:p w14:paraId="6BEEF778" w14:textId="77777777" w:rsidR="008A378C" w:rsidRPr="000F7DD1" w:rsidRDefault="00C000FC" w:rsidP="00747E18">
            <w:pPr>
              <w:pStyle w:val="Tabelazwyky"/>
            </w:pPr>
            <w:r w:rsidRPr="000F7DD1">
              <w:t>Kwota stanowiąca wartość podatkowych znaków akcyzy.</w:t>
            </w:r>
          </w:p>
        </w:tc>
        <w:tc>
          <w:tcPr>
            <w:tcW w:w="961" w:type="dxa"/>
          </w:tcPr>
          <w:p w14:paraId="4998AC02" w14:textId="77777777" w:rsidR="008A378C" w:rsidRPr="000F7DD1" w:rsidRDefault="00C000FC" w:rsidP="00747E18">
            <w:pPr>
              <w:pStyle w:val="Tabelazwyky"/>
            </w:pPr>
            <w:r w:rsidRPr="000F7DD1">
              <w:t>20</w:t>
            </w:r>
          </w:p>
        </w:tc>
        <w:tc>
          <w:tcPr>
            <w:tcW w:w="1974" w:type="dxa"/>
          </w:tcPr>
          <w:p w14:paraId="010B947C" w14:textId="77777777" w:rsidR="008A378C" w:rsidRPr="000F7DD1" w:rsidRDefault="000020FE" w:rsidP="00747E18">
            <w:pPr>
              <w:pStyle w:val="Tabelazwyky"/>
            </w:pPr>
            <w:proofErr w:type="spellStart"/>
            <w:r w:rsidRPr="000F7DD1">
              <w:t>ZAmountP</w:t>
            </w:r>
            <w:proofErr w:type="spellEnd"/>
          </w:p>
        </w:tc>
        <w:tc>
          <w:tcPr>
            <w:tcW w:w="1197" w:type="dxa"/>
          </w:tcPr>
          <w:p w14:paraId="344BFEA9" w14:textId="77777777" w:rsidR="008A378C" w:rsidRPr="000F7DD1" w:rsidRDefault="008A378C" w:rsidP="00747E18">
            <w:pPr>
              <w:pStyle w:val="Tabelazwyky"/>
            </w:pPr>
            <w:r w:rsidRPr="000F7DD1">
              <w:t>0..1</w:t>
            </w:r>
          </w:p>
        </w:tc>
      </w:tr>
      <w:tr w:rsidR="008A378C" w:rsidRPr="000F7DD1" w14:paraId="21EE0A8F" w14:textId="77777777" w:rsidTr="000F7DD1">
        <w:trPr>
          <w:trHeight w:val="213"/>
        </w:trPr>
        <w:tc>
          <w:tcPr>
            <w:tcW w:w="1908" w:type="dxa"/>
          </w:tcPr>
          <w:p w14:paraId="4FE0D5D0" w14:textId="77777777" w:rsidR="008A378C" w:rsidRPr="00E20155" w:rsidRDefault="008A378C" w:rsidP="00747E18">
            <w:pPr>
              <w:pStyle w:val="Tabelazwyky"/>
              <w:rPr>
                <w:lang w:val="en-GB"/>
              </w:rPr>
            </w:pPr>
            <w:bookmarkStart w:id="69" w:name="toPay"/>
            <w:proofErr w:type="spellStart"/>
            <w:r w:rsidRPr="00E20155">
              <w:rPr>
                <w:lang w:val="en-GB"/>
              </w:rPr>
              <w:t>toPay</w:t>
            </w:r>
            <w:bookmarkEnd w:id="69"/>
            <w:proofErr w:type="spellEnd"/>
          </w:p>
        </w:tc>
        <w:tc>
          <w:tcPr>
            <w:tcW w:w="3240" w:type="dxa"/>
          </w:tcPr>
          <w:p w14:paraId="7F7770D0" w14:textId="77777777" w:rsidR="008A378C" w:rsidRPr="000F7DD1" w:rsidRDefault="00C000FC" w:rsidP="00747E18">
            <w:pPr>
              <w:pStyle w:val="Tabelazwyky"/>
            </w:pPr>
            <w:r w:rsidRPr="000F7DD1">
              <w:t>Podatek akcyzowy do zapłaty.</w:t>
            </w:r>
          </w:p>
        </w:tc>
        <w:tc>
          <w:tcPr>
            <w:tcW w:w="961" w:type="dxa"/>
          </w:tcPr>
          <w:p w14:paraId="242FDD1E" w14:textId="77777777" w:rsidR="008A378C" w:rsidRPr="000F7DD1" w:rsidRDefault="00EF51E6" w:rsidP="00747E18">
            <w:pPr>
              <w:pStyle w:val="Tabelazwyky"/>
            </w:pPr>
            <w:r w:rsidRPr="000F7DD1">
              <w:t>2</w:t>
            </w:r>
            <w:r w:rsidR="00C000FC" w:rsidRPr="000F7DD1">
              <w:t>1</w:t>
            </w:r>
          </w:p>
        </w:tc>
        <w:tc>
          <w:tcPr>
            <w:tcW w:w="1974" w:type="dxa"/>
          </w:tcPr>
          <w:p w14:paraId="5B427D9F" w14:textId="77777777" w:rsidR="008A378C" w:rsidRPr="000F7DD1" w:rsidRDefault="0049686A" w:rsidP="00747E18">
            <w:pPr>
              <w:pStyle w:val="Tabelazwyky"/>
            </w:pPr>
            <w:proofErr w:type="spellStart"/>
            <w:r w:rsidRPr="000F7DD1">
              <w:t>ZA</w:t>
            </w:r>
            <w:r w:rsidR="000020FE" w:rsidRPr="000F7DD1">
              <w:t>mountP</w:t>
            </w:r>
            <w:proofErr w:type="spellEnd"/>
          </w:p>
          <w:p w14:paraId="20DA1FAB" w14:textId="77777777" w:rsidR="008A378C" w:rsidRPr="000F7DD1" w:rsidRDefault="0026021A" w:rsidP="00747E18">
            <w:pPr>
              <w:pStyle w:val="Tabelazwyky"/>
            </w:pPr>
            <w:r w:rsidRPr="000F7DD1">
              <w:t>Patrz reguła R6</w:t>
            </w:r>
          </w:p>
        </w:tc>
        <w:tc>
          <w:tcPr>
            <w:tcW w:w="1197" w:type="dxa"/>
          </w:tcPr>
          <w:p w14:paraId="6AFDB3F7" w14:textId="77777777" w:rsidR="008A378C" w:rsidRPr="000F7DD1" w:rsidRDefault="002609DB" w:rsidP="00747E18">
            <w:pPr>
              <w:pStyle w:val="Tabelazwyky"/>
            </w:pPr>
            <w:r w:rsidRPr="000F7DD1">
              <w:t>1</w:t>
            </w:r>
            <w:r w:rsidR="008A378C" w:rsidRPr="000F7DD1">
              <w:t>..1</w:t>
            </w:r>
          </w:p>
        </w:tc>
      </w:tr>
    </w:tbl>
    <w:p w14:paraId="71138AF7" w14:textId="1DC84BD7" w:rsidR="00C10443" w:rsidRPr="000F7DD1" w:rsidRDefault="00C10443" w:rsidP="00747E18">
      <w:pPr>
        <w:pStyle w:val="Legenda"/>
        <w:keepNext/>
      </w:pPr>
      <w:bookmarkStart w:id="70" w:name="_Toc183523771"/>
      <w:r w:rsidRPr="000F7DD1">
        <w:t xml:space="preserve">Tabela </w:t>
      </w:r>
      <w:fldSimple w:instr=" SEQ Tabela \* ARABIC ">
        <w:r w:rsidR="002E70C8">
          <w:rPr>
            <w:noProof/>
          </w:rPr>
          <w:t>15</w:t>
        </w:r>
      </w:fldSimple>
      <w:r w:rsidRPr="000F7DD1">
        <w:t xml:space="preserve"> Struktura &lt;</w:t>
      </w:r>
      <w:proofErr w:type="spellStart"/>
      <w:r w:rsidRPr="00E20155">
        <w:rPr>
          <w:lang w:val="en-GB"/>
        </w:rPr>
        <w:t>CalcAmountPayableType</w:t>
      </w:r>
      <w:proofErr w:type="spellEnd"/>
      <w:r w:rsidRPr="000F7DD1">
        <w:t>&gt;, nagłówka deklaracji AKC-UA</w:t>
      </w:r>
      <w:bookmarkEnd w:id="70"/>
    </w:p>
    <w:tbl>
      <w:tblPr>
        <w:tblStyle w:val="Tabela-Siatka"/>
        <w:tblW w:w="0" w:type="auto"/>
        <w:tblLook w:val="01E0" w:firstRow="1" w:lastRow="1" w:firstColumn="1" w:lastColumn="1" w:noHBand="0" w:noVBand="0"/>
      </w:tblPr>
      <w:tblGrid>
        <w:gridCol w:w="1848"/>
        <w:gridCol w:w="3147"/>
        <w:gridCol w:w="939"/>
        <w:gridCol w:w="1928"/>
        <w:gridCol w:w="1192"/>
      </w:tblGrid>
      <w:tr w:rsidR="008A378C" w:rsidRPr="000F7DD1" w14:paraId="16457FDD"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848" w:type="dxa"/>
          </w:tcPr>
          <w:p w14:paraId="5777F879" w14:textId="77777777" w:rsidR="008A378C" w:rsidRPr="000F7DD1" w:rsidRDefault="008A378C" w:rsidP="00747E18">
            <w:pPr>
              <w:pStyle w:val="Z2Nagwektabeli"/>
              <w:rPr>
                <w:rFonts w:ascii="Lato" w:hAnsi="Lato"/>
              </w:rPr>
            </w:pPr>
            <w:r w:rsidRPr="000F7DD1">
              <w:rPr>
                <w:rFonts w:ascii="Lato" w:hAnsi="Lato"/>
              </w:rPr>
              <w:t xml:space="preserve">Nazwa </w:t>
            </w:r>
          </w:p>
        </w:tc>
        <w:tc>
          <w:tcPr>
            <w:tcW w:w="3147" w:type="dxa"/>
          </w:tcPr>
          <w:p w14:paraId="30840EA1" w14:textId="77777777" w:rsidR="008A378C" w:rsidRPr="000F7DD1" w:rsidRDefault="008A378C" w:rsidP="00747E18">
            <w:pPr>
              <w:pStyle w:val="Z2Nagwektabeli"/>
              <w:rPr>
                <w:rFonts w:ascii="Lato" w:hAnsi="Lato"/>
              </w:rPr>
            </w:pPr>
            <w:r w:rsidRPr="000F7DD1">
              <w:rPr>
                <w:rFonts w:ascii="Lato" w:hAnsi="Lato"/>
              </w:rPr>
              <w:t>Opis</w:t>
            </w:r>
          </w:p>
        </w:tc>
        <w:tc>
          <w:tcPr>
            <w:tcW w:w="939" w:type="dxa"/>
          </w:tcPr>
          <w:p w14:paraId="5531F3B4" w14:textId="77777777" w:rsidR="008A378C" w:rsidRPr="000F7DD1" w:rsidRDefault="00F16068" w:rsidP="00747E18">
            <w:pPr>
              <w:pStyle w:val="Z2Nagwektabeli"/>
              <w:rPr>
                <w:rFonts w:ascii="Lato" w:hAnsi="Lato"/>
              </w:rPr>
            </w:pPr>
            <w:r w:rsidRPr="000F7DD1">
              <w:rPr>
                <w:rFonts w:ascii="Lato" w:hAnsi="Lato"/>
              </w:rPr>
              <w:t>Nr pola</w:t>
            </w:r>
          </w:p>
        </w:tc>
        <w:tc>
          <w:tcPr>
            <w:tcW w:w="1928" w:type="dxa"/>
          </w:tcPr>
          <w:p w14:paraId="785F2996" w14:textId="77777777" w:rsidR="008A378C" w:rsidRPr="000F7DD1" w:rsidRDefault="008A378C" w:rsidP="00747E18">
            <w:pPr>
              <w:pStyle w:val="Z2Nagwektabeli"/>
              <w:rPr>
                <w:rFonts w:ascii="Lato" w:hAnsi="Lato"/>
              </w:rPr>
            </w:pPr>
            <w:r w:rsidRPr="000F7DD1">
              <w:rPr>
                <w:rFonts w:ascii="Lato" w:hAnsi="Lato"/>
              </w:rPr>
              <w:t>Typ</w:t>
            </w:r>
          </w:p>
        </w:tc>
        <w:tc>
          <w:tcPr>
            <w:tcW w:w="1192" w:type="dxa"/>
          </w:tcPr>
          <w:p w14:paraId="75CB6097" w14:textId="77777777" w:rsidR="008A378C" w:rsidRPr="000F7DD1" w:rsidRDefault="008A378C" w:rsidP="00747E18">
            <w:pPr>
              <w:pStyle w:val="Z2Nagwektabeli"/>
              <w:rPr>
                <w:rFonts w:ascii="Lato" w:hAnsi="Lato"/>
              </w:rPr>
            </w:pPr>
            <w:r w:rsidRPr="000F7DD1">
              <w:rPr>
                <w:rFonts w:ascii="Lato" w:hAnsi="Lato"/>
              </w:rPr>
              <w:t>Liczebność</w:t>
            </w:r>
          </w:p>
        </w:tc>
      </w:tr>
      <w:tr w:rsidR="008A378C" w:rsidRPr="000F7DD1" w14:paraId="27CF0FBB" w14:textId="77777777" w:rsidTr="000F7DD1">
        <w:trPr>
          <w:trHeight w:val="213"/>
        </w:trPr>
        <w:tc>
          <w:tcPr>
            <w:tcW w:w="1848" w:type="dxa"/>
          </w:tcPr>
          <w:p w14:paraId="0346F045" w14:textId="77777777" w:rsidR="008A378C" w:rsidRPr="00E20155" w:rsidRDefault="008A378C" w:rsidP="00747E18">
            <w:pPr>
              <w:pStyle w:val="Tabelazwyky"/>
              <w:rPr>
                <w:lang w:val="en-GB"/>
              </w:rPr>
            </w:pPr>
            <w:r w:rsidRPr="00E20155">
              <w:rPr>
                <w:lang w:val="en-GB"/>
              </w:rPr>
              <w:t>sum</w:t>
            </w:r>
          </w:p>
        </w:tc>
        <w:tc>
          <w:tcPr>
            <w:tcW w:w="3147" w:type="dxa"/>
          </w:tcPr>
          <w:p w14:paraId="537C3645" w14:textId="77777777" w:rsidR="008A378C" w:rsidRPr="000F7DD1" w:rsidRDefault="008A378C" w:rsidP="00747E18">
            <w:pPr>
              <w:pStyle w:val="Tabelazwyky"/>
            </w:pPr>
            <w:r w:rsidRPr="000F7DD1">
              <w:t>Kwota podatku do zapłaty</w:t>
            </w:r>
          </w:p>
        </w:tc>
        <w:tc>
          <w:tcPr>
            <w:tcW w:w="939" w:type="dxa"/>
          </w:tcPr>
          <w:p w14:paraId="5F3ADF8A" w14:textId="77777777" w:rsidR="008A378C" w:rsidRPr="000F7DD1" w:rsidRDefault="00644F5F" w:rsidP="00747E18">
            <w:pPr>
              <w:pStyle w:val="Tabelazwyky"/>
            </w:pPr>
            <w:r w:rsidRPr="000F7DD1">
              <w:t>6</w:t>
            </w:r>
            <w:r w:rsidR="00C774F5" w:rsidRPr="000F7DD1">
              <w:t>4</w:t>
            </w:r>
          </w:p>
        </w:tc>
        <w:tc>
          <w:tcPr>
            <w:tcW w:w="1928" w:type="dxa"/>
          </w:tcPr>
          <w:p w14:paraId="709EA63E" w14:textId="77777777" w:rsidR="008A378C" w:rsidRPr="000F7DD1" w:rsidRDefault="008A378C" w:rsidP="00747E18">
            <w:pPr>
              <w:pStyle w:val="Tabelazwyky"/>
            </w:pPr>
            <w:proofErr w:type="spellStart"/>
            <w:r w:rsidRPr="000F7DD1">
              <w:t>ZAmountT</w:t>
            </w:r>
            <w:proofErr w:type="spellEnd"/>
          </w:p>
        </w:tc>
        <w:tc>
          <w:tcPr>
            <w:tcW w:w="1192" w:type="dxa"/>
          </w:tcPr>
          <w:p w14:paraId="115C950F" w14:textId="77777777" w:rsidR="008A378C" w:rsidRPr="000F7DD1" w:rsidRDefault="008A378C" w:rsidP="00747E18">
            <w:pPr>
              <w:pStyle w:val="Tabelazwyky"/>
            </w:pPr>
            <w:r w:rsidRPr="000F7DD1">
              <w:t>1..1</w:t>
            </w:r>
          </w:p>
        </w:tc>
      </w:tr>
      <w:tr w:rsidR="008A378C" w:rsidRPr="000F7DD1" w14:paraId="18D381BE" w14:textId="77777777" w:rsidTr="000F7DD1">
        <w:trPr>
          <w:trHeight w:val="213"/>
        </w:trPr>
        <w:tc>
          <w:tcPr>
            <w:tcW w:w="1848" w:type="dxa"/>
          </w:tcPr>
          <w:p w14:paraId="4D9B4403" w14:textId="77777777" w:rsidR="008A378C" w:rsidRPr="00E20155" w:rsidRDefault="008A378C" w:rsidP="00747E18">
            <w:pPr>
              <w:pStyle w:val="Tabelazwyky"/>
              <w:rPr>
                <w:lang w:val="en-GB"/>
              </w:rPr>
            </w:pPr>
            <w:r w:rsidRPr="00E20155">
              <w:rPr>
                <w:lang w:val="en-GB"/>
              </w:rPr>
              <w:t>Item</w:t>
            </w:r>
          </w:p>
        </w:tc>
        <w:tc>
          <w:tcPr>
            <w:tcW w:w="3147" w:type="dxa"/>
          </w:tcPr>
          <w:p w14:paraId="588D0114" w14:textId="77777777" w:rsidR="008A378C" w:rsidRPr="000F7DD1" w:rsidRDefault="008A378C" w:rsidP="00747E18">
            <w:pPr>
              <w:pStyle w:val="Tabelazwyky"/>
            </w:pPr>
            <w:r w:rsidRPr="000F7DD1">
              <w:t>Obliczenie kwot podatku akcyzowego dla poszczególnych wyrobów</w:t>
            </w:r>
          </w:p>
        </w:tc>
        <w:tc>
          <w:tcPr>
            <w:tcW w:w="939" w:type="dxa"/>
          </w:tcPr>
          <w:p w14:paraId="346F3BE0" w14:textId="77777777" w:rsidR="008A378C" w:rsidRPr="000F7DD1" w:rsidRDefault="00644F5F" w:rsidP="00747E18">
            <w:pPr>
              <w:pStyle w:val="Tabelazwyky"/>
            </w:pPr>
            <w:r w:rsidRPr="000F7DD1">
              <w:t>-</w:t>
            </w:r>
          </w:p>
        </w:tc>
        <w:tc>
          <w:tcPr>
            <w:tcW w:w="1928" w:type="dxa"/>
          </w:tcPr>
          <w:p w14:paraId="2A58D186" w14:textId="77A527DA" w:rsidR="008A378C" w:rsidRPr="000F7DD1" w:rsidRDefault="00D9672F" w:rsidP="00747E18">
            <w:pPr>
              <w:pStyle w:val="Tabelazwyky"/>
            </w:pPr>
            <w:proofErr w:type="spellStart"/>
            <w:r w:rsidRPr="00D9672F">
              <w:t>ItemType</w:t>
            </w:r>
            <w:proofErr w:type="spellEnd"/>
          </w:p>
        </w:tc>
        <w:tc>
          <w:tcPr>
            <w:tcW w:w="1192" w:type="dxa"/>
          </w:tcPr>
          <w:p w14:paraId="2C6AD0A8" w14:textId="77777777" w:rsidR="008A378C" w:rsidRPr="000F7DD1" w:rsidRDefault="008A378C" w:rsidP="00747E18">
            <w:pPr>
              <w:pStyle w:val="Tabelazwyky"/>
            </w:pPr>
            <w:r w:rsidRPr="000F7DD1">
              <w:t>0..</w:t>
            </w:r>
            <w:r w:rsidR="0048063E" w:rsidRPr="000F7DD1">
              <w:t>999</w:t>
            </w:r>
          </w:p>
        </w:tc>
      </w:tr>
    </w:tbl>
    <w:p w14:paraId="6E06CB99" w14:textId="30C073C2" w:rsidR="00C10443" w:rsidRPr="000F7DD1" w:rsidRDefault="00C10443" w:rsidP="00747E18">
      <w:pPr>
        <w:pStyle w:val="Legenda"/>
        <w:keepNext/>
      </w:pPr>
      <w:bookmarkStart w:id="71" w:name="_Toc183523772"/>
      <w:r w:rsidRPr="000F7DD1">
        <w:lastRenderedPageBreak/>
        <w:t xml:space="preserve">Tabela </w:t>
      </w:r>
      <w:fldSimple w:instr=" SEQ Tabela \* ARABIC ">
        <w:r w:rsidR="002E70C8">
          <w:rPr>
            <w:noProof/>
          </w:rPr>
          <w:t>16</w:t>
        </w:r>
      </w:fldSimple>
      <w:r w:rsidRPr="000F7DD1">
        <w:t xml:space="preserve"> Struktura &lt; </w:t>
      </w:r>
      <w:r w:rsidRPr="00E20155">
        <w:rPr>
          <w:lang w:val="en-GB"/>
        </w:rPr>
        <w:t>ItemType</w:t>
      </w:r>
      <w:r w:rsidRPr="000F7DD1">
        <w:t>&gt;, Obliczenie wysokość podatku akcyzowego od poszczególnych wyrobów akcyzowych</w:t>
      </w:r>
      <w:bookmarkEnd w:id="71"/>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0F7DD1" w14:paraId="35E4FC9E"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1901" w:type="dxa"/>
          </w:tcPr>
          <w:p w14:paraId="25FC7195" w14:textId="77777777" w:rsidR="00F16068" w:rsidRPr="000F7DD1" w:rsidRDefault="00F16068" w:rsidP="00747E18">
            <w:pPr>
              <w:pStyle w:val="Z2Nagwektabeli"/>
              <w:rPr>
                <w:rFonts w:ascii="Lato" w:hAnsi="Lato"/>
              </w:rPr>
            </w:pPr>
            <w:r w:rsidRPr="000F7DD1">
              <w:rPr>
                <w:rFonts w:ascii="Lato" w:hAnsi="Lato"/>
              </w:rPr>
              <w:t xml:space="preserve">Nazwa </w:t>
            </w:r>
          </w:p>
        </w:tc>
        <w:tc>
          <w:tcPr>
            <w:tcW w:w="3310" w:type="dxa"/>
          </w:tcPr>
          <w:p w14:paraId="609E1C65" w14:textId="77777777" w:rsidR="00F16068" w:rsidRPr="000F7DD1" w:rsidRDefault="00F16068" w:rsidP="00747E18">
            <w:pPr>
              <w:pStyle w:val="Z2Nagwektabeli"/>
              <w:rPr>
                <w:rFonts w:ascii="Lato" w:hAnsi="Lato"/>
              </w:rPr>
            </w:pPr>
            <w:r w:rsidRPr="000F7DD1">
              <w:rPr>
                <w:rFonts w:ascii="Lato" w:hAnsi="Lato"/>
              </w:rPr>
              <w:t>Opis</w:t>
            </w:r>
          </w:p>
        </w:tc>
        <w:tc>
          <w:tcPr>
            <w:tcW w:w="851" w:type="dxa"/>
          </w:tcPr>
          <w:p w14:paraId="2CB44288" w14:textId="77777777" w:rsidR="00F16068" w:rsidRPr="000F7DD1" w:rsidRDefault="00F16068" w:rsidP="00747E18">
            <w:pPr>
              <w:pStyle w:val="Z2Nagwektabeli"/>
              <w:rPr>
                <w:rFonts w:ascii="Lato" w:hAnsi="Lato"/>
              </w:rPr>
            </w:pPr>
            <w:r w:rsidRPr="000F7DD1">
              <w:rPr>
                <w:rFonts w:ascii="Lato" w:hAnsi="Lato"/>
              </w:rPr>
              <w:t>Nr pola</w:t>
            </w:r>
          </w:p>
        </w:tc>
        <w:tc>
          <w:tcPr>
            <w:tcW w:w="2021" w:type="dxa"/>
          </w:tcPr>
          <w:p w14:paraId="1A692E34" w14:textId="77777777" w:rsidR="00F16068" w:rsidRPr="000F7DD1" w:rsidRDefault="00F16068" w:rsidP="00747E18">
            <w:pPr>
              <w:pStyle w:val="Z2Nagwektabeli"/>
              <w:rPr>
                <w:rFonts w:ascii="Lato" w:hAnsi="Lato"/>
              </w:rPr>
            </w:pPr>
            <w:r w:rsidRPr="000F7DD1">
              <w:rPr>
                <w:rFonts w:ascii="Lato" w:hAnsi="Lato"/>
              </w:rPr>
              <w:t>Typ</w:t>
            </w:r>
          </w:p>
        </w:tc>
        <w:tc>
          <w:tcPr>
            <w:tcW w:w="1197" w:type="dxa"/>
          </w:tcPr>
          <w:p w14:paraId="501E4FB7" w14:textId="77777777" w:rsidR="00F16068" w:rsidRPr="000F7DD1" w:rsidRDefault="00F16068" w:rsidP="00747E18">
            <w:pPr>
              <w:pStyle w:val="Z2Nagwektabeli"/>
              <w:rPr>
                <w:rFonts w:ascii="Lato" w:hAnsi="Lato"/>
              </w:rPr>
            </w:pPr>
            <w:r w:rsidRPr="000F7DD1">
              <w:rPr>
                <w:rFonts w:ascii="Lato" w:hAnsi="Lato"/>
              </w:rPr>
              <w:t>Liczebność</w:t>
            </w:r>
          </w:p>
        </w:tc>
      </w:tr>
      <w:tr w:rsidR="00F16068" w:rsidRPr="000F7DD1" w14:paraId="00ED080E" w14:textId="77777777" w:rsidTr="000F7DD1">
        <w:trPr>
          <w:trHeight w:val="213"/>
        </w:trPr>
        <w:tc>
          <w:tcPr>
            <w:tcW w:w="1901" w:type="dxa"/>
          </w:tcPr>
          <w:p w14:paraId="2CBC0AC6" w14:textId="77777777" w:rsidR="00F16068" w:rsidRPr="000F7DD1" w:rsidRDefault="00F16068" w:rsidP="00747E18">
            <w:pPr>
              <w:pStyle w:val="Tabelazwyky"/>
            </w:pPr>
            <w:r w:rsidRPr="000F7DD1">
              <w:t>id</w:t>
            </w:r>
          </w:p>
        </w:tc>
        <w:tc>
          <w:tcPr>
            <w:tcW w:w="3310" w:type="dxa"/>
          </w:tcPr>
          <w:p w14:paraId="44F60B72" w14:textId="77777777" w:rsidR="00F16068" w:rsidRPr="000F7DD1" w:rsidRDefault="00F16068" w:rsidP="00747E18">
            <w:pPr>
              <w:pStyle w:val="Tabelazwyky"/>
            </w:pPr>
            <w:r w:rsidRPr="000F7DD1">
              <w:t>Liczba porządkowa</w:t>
            </w:r>
          </w:p>
        </w:tc>
        <w:tc>
          <w:tcPr>
            <w:tcW w:w="851" w:type="dxa"/>
          </w:tcPr>
          <w:p w14:paraId="2E21F320" w14:textId="77777777" w:rsidR="00F16068" w:rsidRPr="000F7DD1" w:rsidRDefault="00327009" w:rsidP="00747E18">
            <w:pPr>
              <w:pStyle w:val="Tabelazwyky"/>
            </w:pPr>
            <w:proofErr w:type="spellStart"/>
            <w:r w:rsidRPr="000F7DD1">
              <w:t>D.a</w:t>
            </w:r>
            <w:proofErr w:type="spellEnd"/>
          </w:p>
        </w:tc>
        <w:tc>
          <w:tcPr>
            <w:tcW w:w="2021" w:type="dxa"/>
          </w:tcPr>
          <w:p w14:paraId="6778DCE0" w14:textId="77777777" w:rsidR="00F16068" w:rsidRPr="00E20155" w:rsidRDefault="00F16068" w:rsidP="00747E18">
            <w:pPr>
              <w:pStyle w:val="Tabelazwyky"/>
              <w:rPr>
                <w:lang w:val="en-GB"/>
              </w:rPr>
            </w:pPr>
            <w:proofErr w:type="spellStart"/>
            <w:r w:rsidRPr="00E20155">
              <w:rPr>
                <w:lang w:val="en-GB"/>
              </w:rPr>
              <w:t>ZNumeric</w:t>
            </w:r>
            <w:proofErr w:type="spellEnd"/>
          </w:p>
        </w:tc>
        <w:tc>
          <w:tcPr>
            <w:tcW w:w="1197" w:type="dxa"/>
          </w:tcPr>
          <w:p w14:paraId="22BE7DCE" w14:textId="77777777" w:rsidR="00F16068" w:rsidRPr="000F7DD1" w:rsidRDefault="00F16068" w:rsidP="00747E18">
            <w:pPr>
              <w:pStyle w:val="Tabelazwyky"/>
            </w:pPr>
            <w:r w:rsidRPr="000F7DD1">
              <w:t>1..1</w:t>
            </w:r>
          </w:p>
        </w:tc>
      </w:tr>
      <w:tr w:rsidR="00F16068" w:rsidRPr="000F7DD1" w14:paraId="19A19DD3" w14:textId="77777777" w:rsidTr="000F7DD1">
        <w:trPr>
          <w:trHeight w:val="213"/>
        </w:trPr>
        <w:tc>
          <w:tcPr>
            <w:tcW w:w="1901" w:type="dxa"/>
          </w:tcPr>
          <w:p w14:paraId="205AA7C0" w14:textId="77777777" w:rsidR="00F16068" w:rsidRPr="00E20155" w:rsidRDefault="00F16068" w:rsidP="00747E18">
            <w:pPr>
              <w:pStyle w:val="Tabelazwyky"/>
              <w:rPr>
                <w:lang w:val="en-GB"/>
              </w:rPr>
            </w:pPr>
            <w:proofErr w:type="spellStart"/>
            <w:r w:rsidRPr="00E20155">
              <w:rPr>
                <w:lang w:val="en-GB"/>
              </w:rPr>
              <w:t>groupOfGoods</w:t>
            </w:r>
            <w:r w:rsidR="00394D96" w:rsidRPr="00E20155">
              <w:rPr>
                <w:rFonts w:ascii="Arial" w:hAnsi="Arial"/>
                <w:lang w:val="en-GB"/>
              </w:rPr>
              <w:t>‌</w:t>
            </w:r>
            <w:r w:rsidRPr="00E20155">
              <w:rPr>
                <w:lang w:val="en-GB"/>
              </w:rPr>
              <w:t>Name</w:t>
            </w:r>
            <w:proofErr w:type="spellEnd"/>
          </w:p>
        </w:tc>
        <w:tc>
          <w:tcPr>
            <w:tcW w:w="3310" w:type="dxa"/>
          </w:tcPr>
          <w:p w14:paraId="50E24019" w14:textId="77777777" w:rsidR="00F16068" w:rsidRPr="000F7DD1" w:rsidRDefault="00F16068" w:rsidP="00747E18">
            <w:pPr>
              <w:pStyle w:val="Tabelazwyky"/>
            </w:pPr>
            <w:r w:rsidRPr="000F7DD1">
              <w:t>Nazwa grupy wyrobów, dla których ustalono odrębne stawki podatkowe.</w:t>
            </w:r>
          </w:p>
          <w:p w14:paraId="12C1F223" w14:textId="77777777" w:rsidR="003974C5" w:rsidRPr="000F7DD1" w:rsidRDefault="003974C5" w:rsidP="00747E18">
            <w:pPr>
              <w:pStyle w:val="Tabelazwyky"/>
            </w:pPr>
            <w:r w:rsidRPr="000F7DD1">
              <w:t>Wartości wyliczeniowe, określone definicją typu.</w:t>
            </w:r>
          </w:p>
          <w:p w14:paraId="3572EBDA" w14:textId="77777777" w:rsidR="00F16068" w:rsidRPr="000F7DD1" w:rsidRDefault="00F16068" w:rsidP="00747E18">
            <w:pPr>
              <w:pStyle w:val="Tabelazwyky"/>
            </w:pPr>
          </w:p>
        </w:tc>
        <w:tc>
          <w:tcPr>
            <w:tcW w:w="851" w:type="dxa"/>
          </w:tcPr>
          <w:p w14:paraId="14CEDA72" w14:textId="77777777" w:rsidR="00F16068" w:rsidRPr="000F7DD1" w:rsidRDefault="00C000FC" w:rsidP="00747E18">
            <w:pPr>
              <w:pStyle w:val="Tabelazwyky"/>
            </w:pPr>
            <w:proofErr w:type="spellStart"/>
            <w:r w:rsidRPr="000F7DD1">
              <w:t>D.b</w:t>
            </w:r>
            <w:proofErr w:type="spellEnd"/>
          </w:p>
        </w:tc>
        <w:tc>
          <w:tcPr>
            <w:tcW w:w="2021" w:type="dxa"/>
          </w:tcPr>
          <w:p w14:paraId="5E9F0F7E" w14:textId="77777777" w:rsidR="00F16068" w:rsidRPr="00E20155" w:rsidRDefault="00CC6D5C" w:rsidP="00747E18">
            <w:pPr>
              <w:pStyle w:val="Tabelazwyky"/>
              <w:rPr>
                <w:lang w:val="en-GB"/>
              </w:rPr>
            </w:pPr>
            <w:proofErr w:type="spellStart"/>
            <w:r w:rsidRPr="00E20155">
              <w:rPr>
                <w:lang w:val="en-GB"/>
              </w:rPr>
              <w:t>ZGroupOf</w:t>
            </w:r>
            <w:r w:rsidR="00394D96" w:rsidRPr="00E20155">
              <w:rPr>
                <w:rFonts w:ascii="Arial" w:hAnsi="Arial"/>
                <w:lang w:val="en-GB"/>
              </w:rPr>
              <w:t>‌</w:t>
            </w:r>
            <w:r w:rsidRPr="00E20155">
              <w:rPr>
                <w:lang w:val="en-GB"/>
              </w:rPr>
              <w:t>Goods</w:t>
            </w:r>
            <w:r w:rsidR="00394D96" w:rsidRPr="00E20155">
              <w:rPr>
                <w:rFonts w:ascii="Arial" w:hAnsi="Arial"/>
                <w:lang w:val="en-GB"/>
              </w:rPr>
              <w:t>‌</w:t>
            </w:r>
            <w:r w:rsidRPr="00E20155">
              <w:rPr>
                <w:lang w:val="en-GB"/>
              </w:rPr>
              <w:t>NameEnum</w:t>
            </w:r>
            <w:proofErr w:type="spellEnd"/>
          </w:p>
        </w:tc>
        <w:tc>
          <w:tcPr>
            <w:tcW w:w="1197" w:type="dxa"/>
          </w:tcPr>
          <w:p w14:paraId="17224AF0" w14:textId="77777777" w:rsidR="00F16068" w:rsidRPr="000F7DD1" w:rsidRDefault="00562A52" w:rsidP="00747E18">
            <w:pPr>
              <w:pStyle w:val="Tabelazwyky"/>
            </w:pPr>
            <w:r w:rsidRPr="000F7DD1">
              <w:t>1</w:t>
            </w:r>
            <w:r w:rsidR="00F16068" w:rsidRPr="000F7DD1">
              <w:t>..1</w:t>
            </w:r>
          </w:p>
        </w:tc>
      </w:tr>
      <w:tr w:rsidR="00F16068" w:rsidRPr="000F7DD1" w14:paraId="029EDCBF" w14:textId="77777777" w:rsidTr="000F7DD1">
        <w:trPr>
          <w:trHeight w:val="213"/>
        </w:trPr>
        <w:tc>
          <w:tcPr>
            <w:tcW w:w="1901" w:type="dxa"/>
          </w:tcPr>
          <w:p w14:paraId="683069D0" w14:textId="77777777" w:rsidR="00F16068" w:rsidRPr="00E20155" w:rsidRDefault="00F16068" w:rsidP="00747E18">
            <w:pPr>
              <w:pStyle w:val="Tabelazwyky"/>
              <w:rPr>
                <w:lang w:val="en-GB"/>
              </w:rPr>
            </w:pPr>
            <w:proofErr w:type="spellStart"/>
            <w:r w:rsidRPr="00E20155">
              <w:rPr>
                <w:lang w:val="en-GB"/>
              </w:rPr>
              <w:t>goodsName</w:t>
            </w:r>
            <w:proofErr w:type="spellEnd"/>
          </w:p>
        </w:tc>
        <w:tc>
          <w:tcPr>
            <w:tcW w:w="3310" w:type="dxa"/>
          </w:tcPr>
          <w:p w14:paraId="24583950" w14:textId="77777777" w:rsidR="00F16068" w:rsidRPr="000F7DD1" w:rsidRDefault="00F16068" w:rsidP="00747E18">
            <w:pPr>
              <w:pStyle w:val="Tabelazwyky"/>
            </w:pPr>
            <w:r w:rsidRPr="000F7DD1">
              <w:t xml:space="preserve">Nazwa wyrobu </w:t>
            </w:r>
          </w:p>
          <w:p w14:paraId="679B895A" w14:textId="77777777" w:rsidR="00F16068" w:rsidRPr="000F7DD1" w:rsidRDefault="00F16068" w:rsidP="00747E18">
            <w:pPr>
              <w:pStyle w:val="Tabelazwyky"/>
            </w:pPr>
            <w:r w:rsidRPr="000F7DD1">
              <w:t>Nazwa wyrobów akcyzowych, dla których ustalono odrębne stawki podatkowe</w:t>
            </w:r>
            <w:r w:rsidR="00F81B69" w:rsidRPr="000F7DD1">
              <w:t>.</w:t>
            </w:r>
          </w:p>
        </w:tc>
        <w:tc>
          <w:tcPr>
            <w:tcW w:w="851" w:type="dxa"/>
          </w:tcPr>
          <w:p w14:paraId="54F132FC" w14:textId="77777777" w:rsidR="00F16068" w:rsidRPr="000F7DD1" w:rsidRDefault="00C000FC" w:rsidP="00747E18">
            <w:pPr>
              <w:pStyle w:val="Tabelazwyky"/>
            </w:pPr>
            <w:r w:rsidRPr="000F7DD1">
              <w:t>-</w:t>
            </w:r>
          </w:p>
        </w:tc>
        <w:tc>
          <w:tcPr>
            <w:tcW w:w="2021" w:type="dxa"/>
          </w:tcPr>
          <w:p w14:paraId="443DDFF6" w14:textId="77777777" w:rsidR="00F16068" w:rsidRPr="00E20155" w:rsidRDefault="00F16068" w:rsidP="00747E18">
            <w:pPr>
              <w:pStyle w:val="Tabelazwyky"/>
              <w:rPr>
                <w:lang w:val="en-GB"/>
              </w:rPr>
            </w:pPr>
            <w:proofErr w:type="spellStart"/>
            <w:r w:rsidRPr="00E20155">
              <w:rPr>
                <w:lang w:val="en-GB"/>
              </w:rPr>
              <w:t>ZCharacter</w:t>
            </w:r>
            <w:proofErr w:type="spellEnd"/>
          </w:p>
        </w:tc>
        <w:tc>
          <w:tcPr>
            <w:tcW w:w="1197" w:type="dxa"/>
          </w:tcPr>
          <w:p w14:paraId="14C5C839" w14:textId="77777777" w:rsidR="00F16068" w:rsidRPr="000F7DD1" w:rsidRDefault="00F16068" w:rsidP="00747E18">
            <w:pPr>
              <w:pStyle w:val="Tabelazwyky"/>
            </w:pPr>
            <w:r w:rsidRPr="000F7DD1">
              <w:t>0..1</w:t>
            </w:r>
          </w:p>
        </w:tc>
      </w:tr>
      <w:tr w:rsidR="00F16068" w:rsidRPr="000F7DD1" w14:paraId="39ACBA62" w14:textId="77777777" w:rsidTr="000F7DD1">
        <w:trPr>
          <w:trHeight w:val="213"/>
        </w:trPr>
        <w:tc>
          <w:tcPr>
            <w:tcW w:w="1901" w:type="dxa"/>
          </w:tcPr>
          <w:p w14:paraId="23873B0B" w14:textId="77777777" w:rsidR="00F16068" w:rsidRPr="00E20155" w:rsidRDefault="00F16068" w:rsidP="00747E18">
            <w:pPr>
              <w:pStyle w:val="Tabelazwyky"/>
              <w:rPr>
                <w:lang w:val="en-GB"/>
              </w:rPr>
            </w:pPr>
            <w:proofErr w:type="spellStart"/>
            <w:r w:rsidRPr="00E20155">
              <w:rPr>
                <w:lang w:val="en-GB"/>
              </w:rPr>
              <w:t>obligationDate</w:t>
            </w:r>
            <w:proofErr w:type="spellEnd"/>
          </w:p>
        </w:tc>
        <w:tc>
          <w:tcPr>
            <w:tcW w:w="3310" w:type="dxa"/>
          </w:tcPr>
          <w:p w14:paraId="15F0DC8F" w14:textId="77777777" w:rsidR="00F16068" w:rsidRPr="000F7DD1" w:rsidRDefault="00F16068" w:rsidP="00747E18">
            <w:pPr>
              <w:pStyle w:val="Tabelazwyky"/>
            </w:pPr>
            <w:r w:rsidRPr="000F7DD1">
              <w:t>Data powstania obowiązku podatkowego</w:t>
            </w:r>
          </w:p>
        </w:tc>
        <w:tc>
          <w:tcPr>
            <w:tcW w:w="851" w:type="dxa"/>
          </w:tcPr>
          <w:p w14:paraId="544A0FF9" w14:textId="77777777" w:rsidR="00F16068" w:rsidRPr="000F7DD1" w:rsidRDefault="00292AB7" w:rsidP="00747E18">
            <w:pPr>
              <w:pStyle w:val="Tabelazwyky"/>
            </w:pPr>
            <w:proofErr w:type="spellStart"/>
            <w:r w:rsidRPr="000F7DD1">
              <w:t>D.c</w:t>
            </w:r>
            <w:proofErr w:type="spellEnd"/>
          </w:p>
        </w:tc>
        <w:tc>
          <w:tcPr>
            <w:tcW w:w="2021" w:type="dxa"/>
          </w:tcPr>
          <w:p w14:paraId="38539BE0" w14:textId="77777777" w:rsidR="00F16068" w:rsidRPr="00E20155" w:rsidRDefault="00B5269E" w:rsidP="00747E18">
            <w:pPr>
              <w:pStyle w:val="Tabelazwyky"/>
              <w:rPr>
                <w:lang w:val="en-GB"/>
              </w:rPr>
            </w:pPr>
            <w:r w:rsidRPr="00E20155">
              <w:rPr>
                <w:lang w:val="en-GB"/>
              </w:rPr>
              <w:t>D</w:t>
            </w:r>
            <w:r w:rsidR="00096951" w:rsidRPr="00E20155">
              <w:rPr>
                <w:lang w:val="en-GB"/>
              </w:rPr>
              <w:t>ate</w:t>
            </w:r>
          </w:p>
          <w:p w14:paraId="7A8FA0BC" w14:textId="77777777" w:rsidR="00B5269E" w:rsidRPr="00E20155" w:rsidRDefault="00B5269E" w:rsidP="00747E18">
            <w:pPr>
              <w:pStyle w:val="Tabelazwyky"/>
              <w:rPr>
                <w:lang w:val="en-GB"/>
              </w:rPr>
            </w:pPr>
          </w:p>
        </w:tc>
        <w:tc>
          <w:tcPr>
            <w:tcW w:w="1197" w:type="dxa"/>
          </w:tcPr>
          <w:p w14:paraId="73164D9F" w14:textId="77777777" w:rsidR="00F16068" w:rsidRPr="000F7DD1" w:rsidRDefault="009266C2" w:rsidP="00747E18">
            <w:pPr>
              <w:pStyle w:val="Tabelazwyky"/>
            </w:pPr>
            <w:r w:rsidRPr="000F7DD1">
              <w:t>1</w:t>
            </w:r>
            <w:r w:rsidR="00F16068" w:rsidRPr="000F7DD1">
              <w:t>..1</w:t>
            </w:r>
          </w:p>
        </w:tc>
      </w:tr>
      <w:tr w:rsidR="00EA5A4F" w:rsidRPr="000F7DD1" w14:paraId="36C271E5" w14:textId="77777777" w:rsidTr="000F7DD1">
        <w:trPr>
          <w:trHeight w:val="213"/>
        </w:trPr>
        <w:tc>
          <w:tcPr>
            <w:tcW w:w="1901" w:type="dxa"/>
          </w:tcPr>
          <w:p w14:paraId="3277118D" w14:textId="77777777" w:rsidR="00EA5A4F" w:rsidRPr="00E20155" w:rsidRDefault="00EA5A4F" w:rsidP="00747E18">
            <w:pPr>
              <w:pStyle w:val="Tabelazwyky"/>
              <w:rPr>
                <w:lang w:val="en-GB"/>
              </w:rPr>
            </w:pPr>
            <w:bookmarkStart w:id="72" w:name="codeCN"/>
            <w:proofErr w:type="spellStart"/>
            <w:r w:rsidRPr="00E20155">
              <w:rPr>
                <w:lang w:val="en-GB"/>
              </w:rPr>
              <w:t>codeCN</w:t>
            </w:r>
            <w:bookmarkEnd w:id="72"/>
            <w:proofErr w:type="spellEnd"/>
          </w:p>
        </w:tc>
        <w:tc>
          <w:tcPr>
            <w:tcW w:w="3310" w:type="dxa"/>
          </w:tcPr>
          <w:p w14:paraId="1CE920CC" w14:textId="77777777" w:rsidR="003974C5" w:rsidRPr="000F7DD1" w:rsidRDefault="00562A52" w:rsidP="00747E18">
            <w:pPr>
              <w:pStyle w:val="Tabelazwyky"/>
            </w:pPr>
            <w:r w:rsidRPr="000F7DD1">
              <w:t>Kod CN towaru</w:t>
            </w:r>
            <w:r w:rsidR="00DA3B0F" w:rsidRPr="000F7DD1">
              <w:t xml:space="preserve"> </w:t>
            </w:r>
          </w:p>
        </w:tc>
        <w:tc>
          <w:tcPr>
            <w:tcW w:w="851" w:type="dxa"/>
          </w:tcPr>
          <w:p w14:paraId="369BEC08" w14:textId="77777777" w:rsidR="00EA5A4F" w:rsidRPr="000F7DD1" w:rsidRDefault="00EA5A4F" w:rsidP="00747E18">
            <w:pPr>
              <w:pStyle w:val="Tabelazwyky"/>
            </w:pPr>
            <w:proofErr w:type="spellStart"/>
            <w:r w:rsidRPr="000F7DD1">
              <w:t>D.d</w:t>
            </w:r>
            <w:proofErr w:type="spellEnd"/>
          </w:p>
        </w:tc>
        <w:tc>
          <w:tcPr>
            <w:tcW w:w="2021" w:type="dxa"/>
          </w:tcPr>
          <w:p w14:paraId="16BAB20B" w14:textId="77777777" w:rsidR="00DA3B0F" w:rsidRPr="00E20155" w:rsidRDefault="00EA5A4F" w:rsidP="00747E18">
            <w:pPr>
              <w:pStyle w:val="Tabelazwyky"/>
              <w:rPr>
                <w:lang w:val="en-GB"/>
              </w:rPr>
            </w:pPr>
            <w:proofErr w:type="spellStart"/>
            <w:r w:rsidRPr="00E20155">
              <w:rPr>
                <w:lang w:val="en-GB"/>
              </w:rPr>
              <w:t>ZCodeCN</w:t>
            </w:r>
            <w:proofErr w:type="spellEnd"/>
            <w:r w:rsidR="00DA3B0F" w:rsidRPr="00E20155">
              <w:rPr>
                <w:lang w:val="en-GB"/>
              </w:rPr>
              <w:t xml:space="preserve"> </w:t>
            </w:r>
          </w:p>
          <w:p w14:paraId="134D203F" w14:textId="77777777" w:rsidR="00EA5A4F" w:rsidRPr="00E20155" w:rsidRDefault="0026021A" w:rsidP="00747E18">
            <w:pPr>
              <w:pStyle w:val="Tabelazwyky"/>
              <w:rPr>
                <w:lang w:val="en-GB"/>
              </w:rPr>
            </w:pPr>
            <w:proofErr w:type="spellStart"/>
            <w:r w:rsidRPr="00E20155">
              <w:rPr>
                <w:lang w:val="en-GB"/>
              </w:rPr>
              <w:t>Patrz</w:t>
            </w:r>
            <w:proofErr w:type="spellEnd"/>
            <w:r w:rsidRPr="00E20155">
              <w:rPr>
                <w:lang w:val="en-GB"/>
              </w:rPr>
              <w:t xml:space="preserve"> </w:t>
            </w:r>
            <w:proofErr w:type="spellStart"/>
            <w:r w:rsidRPr="00E20155">
              <w:rPr>
                <w:lang w:val="en-GB"/>
              </w:rPr>
              <w:t>reguła</w:t>
            </w:r>
            <w:proofErr w:type="spellEnd"/>
            <w:r w:rsidRPr="00E20155">
              <w:rPr>
                <w:lang w:val="en-GB"/>
              </w:rPr>
              <w:t xml:space="preserve"> R7</w:t>
            </w:r>
          </w:p>
        </w:tc>
        <w:tc>
          <w:tcPr>
            <w:tcW w:w="1197" w:type="dxa"/>
          </w:tcPr>
          <w:p w14:paraId="10DAD8F9" w14:textId="77777777" w:rsidR="00EA5A4F" w:rsidRPr="000F7DD1" w:rsidRDefault="004248D5" w:rsidP="00747E18">
            <w:pPr>
              <w:pStyle w:val="Tabelazwyky"/>
            </w:pPr>
            <w:r w:rsidRPr="000F7DD1">
              <w:t>1</w:t>
            </w:r>
            <w:r w:rsidR="00EA5A4F" w:rsidRPr="000F7DD1">
              <w:t>..1</w:t>
            </w:r>
          </w:p>
        </w:tc>
      </w:tr>
      <w:tr w:rsidR="00380EDF" w:rsidRPr="000F7DD1" w14:paraId="73D49DD5" w14:textId="77777777" w:rsidTr="000F7DD1">
        <w:trPr>
          <w:trHeight w:val="213"/>
        </w:trPr>
        <w:tc>
          <w:tcPr>
            <w:tcW w:w="1901" w:type="dxa"/>
          </w:tcPr>
          <w:p w14:paraId="5C9822D3" w14:textId="77777777" w:rsidR="00380EDF" w:rsidRPr="00E20155" w:rsidRDefault="00380EDF" w:rsidP="00747E18">
            <w:pPr>
              <w:pStyle w:val="Tabelazwyky"/>
              <w:rPr>
                <w:lang w:val="en-GB"/>
              </w:rPr>
            </w:pPr>
            <w:proofErr w:type="spellStart"/>
            <w:r w:rsidRPr="00E20155">
              <w:rPr>
                <w:lang w:val="en-GB"/>
              </w:rPr>
              <w:t>valueOfGoods</w:t>
            </w:r>
            <w:proofErr w:type="spellEnd"/>
          </w:p>
        </w:tc>
        <w:tc>
          <w:tcPr>
            <w:tcW w:w="3310" w:type="dxa"/>
          </w:tcPr>
          <w:p w14:paraId="537CE12D" w14:textId="77777777" w:rsidR="00380EDF" w:rsidRPr="000F7DD1" w:rsidRDefault="00380EDF" w:rsidP="00747E18">
            <w:pPr>
              <w:pStyle w:val="Tabelazwyky"/>
            </w:pPr>
            <w:r w:rsidRPr="000F7DD1">
              <w:t>Podstawa opodatkowania wyrażona w wartości wyrobów</w:t>
            </w:r>
          </w:p>
        </w:tc>
        <w:tc>
          <w:tcPr>
            <w:tcW w:w="851" w:type="dxa"/>
          </w:tcPr>
          <w:p w14:paraId="78D76418" w14:textId="77777777" w:rsidR="00380EDF" w:rsidRPr="000F7DD1" w:rsidRDefault="00380EDF" w:rsidP="00747E18">
            <w:pPr>
              <w:pStyle w:val="Tabelazwyky"/>
            </w:pPr>
            <w:proofErr w:type="spellStart"/>
            <w:r w:rsidRPr="000F7DD1">
              <w:t>D.e</w:t>
            </w:r>
            <w:proofErr w:type="spellEnd"/>
          </w:p>
        </w:tc>
        <w:tc>
          <w:tcPr>
            <w:tcW w:w="2021" w:type="dxa"/>
          </w:tcPr>
          <w:p w14:paraId="7A27EA5F" w14:textId="77777777" w:rsidR="00380EDF" w:rsidRPr="00E20155" w:rsidRDefault="00380EDF" w:rsidP="00747E18">
            <w:pPr>
              <w:pStyle w:val="Tabelazwyky"/>
              <w:rPr>
                <w:lang w:val="en-GB"/>
              </w:rPr>
            </w:pPr>
            <w:proofErr w:type="spellStart"/>
            <w:r w:rsidRPr="00E20155">
              <w:rPr>
                <w:lang w:val="en-GB"/>
              </w:rPr>
              <w:t>ZAmountP</w:t>
            </w:r>
            <w:proofErr w:type="spellEnd"/>
          </w:p>
        </w:tc>
        <w:tc>
          <w:tcPr>
            <w:tcW w:w="1197" w:type="dxa"/>
          </w:tcPr>
          <w:p w14:paraId="68572FE0" w14:textId="77777777" w:rsidR="00380EDF" w:rsidRPr="000F7DD1" w:rsidRDefault="00380EDF" w:rsidP="00747E18">
            <w:pPr>
              <w:pStyle w:val="Tabelazwyky"/>
            </w:pPr>
            <w:r w:rsidRPr="000F7DD1">
              <w:t>0..1</w:t>
            </w:r>
          </w:p>
        </w:tc>
      </w:tr>
      <w:tr w:rsidR="00380EDF" w:rsidRPr="000F7DD1" w14:paraId="58C66DE5" w14:textId="77777777" w:rsidTr="000F7DD1">
        <w:trPr>
          <w:trHeight w:val="213"/>
        </w:trPr>
        <w:tc>
          <w:tcPr>
            <w:tcW w:w="1901" w:type="dxa"/>
          </w:tcPr>
          <w:p w14:paraId="3EB7DF14" w14:textId="77777777" w:rsidR="00380EDF" w:rsidRPr="00E20155" w:rsidRDefault="00380EDF" w:rsidP="00747E18">
            <w:pPr>
              <w:pStyle w:val="Tabelazwyky"/>
              <w:rPr>
                <w:lang w:val="en-GB"/>
              </w:rPr>
            </w:pPr>
            <w:proofErr w:type="spellStart"/>
            <w:r w:rsidRPr="00E20155">
              <w:rPr>
                <w:lang w:val="en-GB"/>
              </w:rPr>
              <w:t>numberOfGoods</w:t>
            </w:r>
            <w:proofErr w:type="spellEnd"/>
            <w:r w:rsidRPr="00E20155">
              <w:rPr>
                <w:lang w:val="en-GB"/>
              </w:rPr>
              <w:t xml:space="preserve"> </w:t>
            </w:r>
          </w:p>
        </w:tc>
        <w:tc>
          <w:tcPr>
            <w:tcW w:w="3310" w:type="dxa"/>
          </w:tcPr>
          <w:p w14:paraId="2EF5CEEB" w14:textId="77777777" w:rsidR="00380EDF" w:rsidRPr="000F7DD1" w:rsidRDefault="00380EDF" w:rsidP="00747E18">
            <w:pPr>
              <w:pStyle w:val="Tabelazwyky"/>
            </w:pPr>
            <w:r w:rsidRPr="000F7DD1">
              <w:t>Podstawa opodatkowania wyrażona:</w:t>
            </w:r>
          </w:p>
          <w:p w14:paraId="270FE03E" w14:textId="77777777" w:rsidR="00380EDF" w:rsidRPr="000F7DD1" w:rsidRDefault="00380EDF" w:rsidP="00747E18">
            <w:pPr>
              <w:pStyle w:val="Tabelazwyky"/>
            </w:pPr>
            <w:r w:rsidRPr="000F7DD1">
              <w:t>-  w kilogramach, hektolitrach (z dokładnością do dwóch miejsc po przecinku),</w:t>
            </w:r>
          </w:p>
          <w:p w14:paraId="271A8051" w14:textId="77777777" w:rsidR="00380EDF" w:rsidRPr="000F7DD1" w:rsidRDefault="00380EDF" w:rsidP="00747E18">
            <w:pPr>
              <w:pStyle w:val="Tabelazwyky"/>
            </w:pPr>
            <w:r w:rsidRPr="000F7DD1">
              <w:t>- tysiącach litrów, tysiącach kilogramów, tysiącach sztuk i gigadżulach (dokładnością do trzech miejsc po przecinku).</w:t>
            </w:r>
          </w:p>
          <w:p w14:paraId="3EB97C71" w14:textId="77777777" w:rsidR="00380EDF" w:rsidRPr="000F7DD1" w:rsidRDefault="00380EDF" w:rsidP="00747E18">
            <w:pPr>
              <w:pStyle w:val="Tabelazwyky"/>
            </w:pPr>
            <w:r w:rsidRPr="000F7DD1">
              <w:t>Dla wyrobów węglowych wartość opałowa odpowiadająca ilości wyrobów,  wyrażona w GJ.</w:t>
            </w:r>
          </w:p>
        </w:tc>
        <w:tc>
          <w:tcPr>
            <w:tcW w:w="851" w:type="dxa"/>
          </w:tcPr>
          <w:p w14:paraId="6CE7CCCC" w14:textId="77777777" w:rsidR="00380EDF" w:rsidRPr="000F7DD1" w:rsidRDefault="00380EDF" w:rsidP="00747E18">
            <w:pPr>
              <w:pStyle w:val="Tabelazwyky"/>
            </w:pPr>
            <w:proofErr w:type="spellStart"/>
            <w:r w:rsidRPr="000F7DD1">
              <w:t>D.e</w:t>
            </w:r>
            <w:proofErr w:type="spellEnd"/>
          </w:p>
        </w:tc>
        <w:tc>
          <w:tcPr>
            <w:tcW w:w="2021" w:type="dxa"/>
          </w:tcPr>
          <w:p w14:paraId="13A88E78" w14:textId="77777777" w:rsidR="00380EDF" w:rsidRPr="00E20155" w:rsidRDefault="00380EDF" w:rsidP="00747E18">
            <w:pPr>
              <w:pStyle w:val="Tabelazwyky"/>
              <w:rPr>
                <w:lang w:val="en-GB"/>
              </w:rPr>
            </w:pPr>
            <w:proofErr w:type="spellStart"/>
            <w:r w:rsidRPr="00E20155">
              <w:rPr>
                <w:lang w:val="en-GB"/>
              </w:rPr>
              <w:t>ZAmountE</w:t>
            </w:r>
            <w:proofErr w:type="spellEnd"/>
          </w:p>
        </w:tc>
        <w:tc>
          <w:tcPr>
            <w:tcW w:w="1197" w:type="dxa"/>
          </w:tcPr>
          <w:p w14:paraId="446E5BD9" w14:textId="77777777" w:rsidR="00380EDF" w:rsidRPr="000F7DD1" w:rsidRDefault="00380EDF" w:rsidP="00747E18">
            <w:pPr>
              <w:pStyle w:val="Tabelazwyky"/>
            </w:pPr>
            <w:r w:rsidRPr="000F7DD1">
              <w:t>0..1</w:t>
            </w:r>
          </w:p>
        </w:tc>
      </w:tr>
      <w:tr w:rsidR="00FA0217" w:rsidRPr="000F7DD1" w14:paraId="0F5C36CE" w14:textId="77777777" w:rsidTr="000F7DD1">
        <w:trPr>
          <w:trHeight w:val="213"/>
        </w:trPr>
        <w:tc>
          <w:tcPr>
            <w:tcW w:w="1901" w:type="dxa"/>
          </w:tcPr>
          <w:p w14:paraId="4F72D0C5" w14:textId="77777777" w:rsidR="00FA0217" w:rsidRPr="00E20155" w:rsidRDefault="00FA0217" w:rsidP="00747E18">
            <w:pPr>
              <w:pStyle w:val="Tabelazwyky"/>
              <w:rPr>
                <w:lang w:val="en-GB"/>
              </w:rPr>
            </w:pPr>
            <w:proofErr w:type="spellStart"/>
            <w:r w:rsidRPr="00E20155">
              <w:rPr>
                <w:lang w:val="en-GB"/>
              </w:rPr>
              <w:t>taxRate</w:t>
            </w:r>
            <w:proofErr w:type="spellEnd"/>
          </w:p>
        </w:tc>
        <w:tc>
          <w:tcPr>
            <w:tcW w:w="3310" w:type="dxa"/>
          </w:tcPr>
          <w:p w14:paraId="02BFE299" w14:textId="77777777" w:rsidR="00FA0217" w:rsidRPr="000F7DD1" w:rsidRDefault="00FA0217" w:rsidP="00747E18">
            <w:pPr>
              <w:pStyle w:val="Tabelazwyky"/>
            </w:pPr>
            <w:r w:rsidRPr="000F7DD1">
              <w:t>Stawka podatku określona kwotowo</w:t>
            </w:r>
          </w:p>
        </w:tc>
        <w:tc>
          <w:tcPr>
            <w:tcW w:w="851" w:type="dxa"/>
          </w:tcPr>
          <w:p w14:paraId="1664B092" w14:textId="77777777" w:rsidR="00FA0217" w:rsidRPr="000F7DD1" w:rsidRDefault="00FA0217" w:rsidP="00747E18">
            <w:pPr>
              <w:pStyle w:val="Tabelazwyky"/>
            </w:pPr>
            <w:proofErr w:type="spellStart"/>
            <w:r w:rsidRPr="000F7DD1">
              <w:t>D.f</w:t>
            </w:r>
            <w:proofErr w:type="spellEnd"/>
          </w:p>
        </w:tc>
        <w:tc>
          <w:tcPr>
            <w:tcW w:w="2021" w:type="dxa"/>
          </w:tcPr>
          <w:p w14:paraId="2FD6923B" w14:textId="77777777" w:rsidR="00FA0217" w:rsidRPr="00E20155" w:rsidRDefault="00FA0217" w:rsidP="00747E18">
            <w:pPr>
              <w:pStyle w:val="Tabelazwyky"/>
              <w:rPr>
                <w:lang w:val="en-GB"/>
              </w:rPr>
            </w:pPr>
            <w:proofErr w:type="spellStart"/>
            <w:r w:rsidRPr="00E20155">
              <w:rPr>
                <w:lang w:val="en-GB"/>
              </w:rPr>
              <w:t>ZAmountC</w:t>
            </w:r>
            <w:proofErr w:type="spellEnd"/>
          </w:p>
        </w:tc>
        <w:tc>
          <w:tcPr>
            <w:tcW w:w="1197" w:type="dxa"/>
          </w:tcPr>
          <w:p w14:paraId="55B4ACF6" w14:textId="77777777" w:rsidR="00FA0217" w:rsidRPr="000F7DD1" w:rsidRDefault="00FA0217" w:rsidP="00747E18">
            <w:pPr>
              <w:pStyle w:val="Tabelazwyky"/>
            </w:pPr>
            <w:r w:rsidRPr="000F7DD1">
              <w:t>0..1</w:t>
            </w:r>
          </w:p>
        </w:tc>
      </w:tr>
      <w:tr w:rsidR="00C32AE8" w:rsidRPr="000F7DD1" w14:paraId="7FDEFFC7" w14:textId="77777777" w:rsidTr="000F7DD1">
        <w:trPr>
          <w:trHeight w:val="213"/>
        </w:trPr>
        <w:tc>
          <w:tcPr>
            <w:tcW w:w="1901" w:type="dxa"/>
          </w:tcPr>
          <w:p w14:paraId="5FAF43B7" w14:textId="77777777" w:rsidR="00C32AE8" w:rsidRPr="00E20155" w:rsidRDefault="00C32AE8" w:rsidP="00747E18">
            <w:pPr>
              <w:pStyle w:val="Tabelazwyky"/>
              <w:rPr>
                <w:lang w:val="en-GB"/>
              </w:rPr>
            </w:pPr>
            <w:proofErr w:type="spellStart"/>
            <w:r w:rsidRPr="00E20155">
              <w:rPr>
                <w:lang w:val="en-GB"/>
              </w:rPr>
              <w:t>taxRateFromIsztar</w:t>
            </w:r>
            <w:proofErr w:type="spellEnd"/>
          </w:p>
        </w:tc>
        <w:tc>
          <w:tcPr>
            <w:tcW w:w="3310" w:type="dxa"/>
          </w:tcPr>
          <w:p w14:paraId="61C5BD3D" w14:textId="77777777" w:rsidR="00C32AE8" w:rsidRPr="000F7DD1" w:rsidRDefault="00C32AE8" w:rsidP="00747E18">
            <w:pPr>
              <w:pStyle w:val="Tabelazwyky"/>
            </w:pPr>
            <w:r w:rsidRPr="000F7DD1">
              <w:t xml:space="preserve">Czy stawka podatku akcyzowego w polu </w:t>
            </w:r>
            <w:proofErr w:type="spellStart"/>
            <w:r w:rsidRPr="000F7DD1">
              <w:t>taxRate</w:t>
            </w:r>
            <w:proofErr w:type="spellEnd"/>
            <w:r w:rsidRPr="000F7DD1">
              <w:t xml:space="preserve"> jest pobrana z Systemu ISZTAR</w:t>
            </w:r>
          </w:p>
        </w:tc>
        <w:tc>
          <w:tcPr>
            <w:tcW w:w="851" w:type="dxa"/>
          </w:tcPr>
          <w:p w14:paraId="79F9AD5D" w14:textId="77777777" w:rsidR="00C32AE8" w:rsidRPr="000F7DD1" w:rsidRDefault="00C32AE8" w:rsidP="00747E18">
            <w:pPr>
              <w:pStyle w:val="Tabelazwyky"/>
            </w:pPr>
            <w:r w:rsidRPr="000F7DD1">
              <w:t>-</w:t>
            </w:r>
          </w:p>
        </w:tc>
        <w:tc>
          <w:tcPr>
            <w:tcW w:w="2021" w:type="dxa"/>
          </w:tcPr>
          <w:p w14:paraId="7A7CD1AD" w14:textId="77777777" w:rsidR="00C32AE8" w:rsidRPr="00E20155" w:rsidRDefault="00C32AE8" w:rsidP="00747E18">
            <w:pPr>
              <w:pStyle w:val="Tabelazwyky"/>
              <w:rPr>
                <w:lang w:val="en-GB"/>
              </w:rPr>
            </w:pPr>
            <w:proofErr w:type="spellStart"/>
            <w:r w:rsidRPr="00E20155">
              <w:rPr>
                <w:lang w:val="en-GB"/>
              </w:rPr>
              <w:t>boolean</w:t>
            </w:r>
            <w:proofErr w:type="spellEnd"/>
          </w:p>
        </w:tc>
        <w:tc>
          <w:tcPr>
            <w:tcW w:w="1197" w:type="dxa"/>
          </w:tcPr>
          <w:p w14:paraId="2184D4A8" w14:textId="77777777" w:rsidR="00C32AE8" w:rsidRPr="000F7DD1" w:rsidRDefault="00C32AE8" w:rsidP="00747E18">
            <w:pPr>
              <w:pStyle w:val="Tabelazwyky"/>
            </w:pPr>
            <w:r w:rsidRPr="000F7DD1">
              <w:t>0..1</w:t>
            </w:r>
          </w:p>
        </w:tc>
      </w:tr>
      <w:tr w:rsidR="00C32AE8" w:rsidRPr="000F7DD1" w14:paraId="208DDFE7" w14:textId="77777777" w:rsidTr="000F7DD1">
        <w:trPr>
          <w:trHeight w:val="213"/>
        </w:trPr>
        <w:tc>
          <w:tcPr>
            <w:tcW w:w="1901" w:type="dxa"/>
          </w:tcPr>
          <w:p w14:paraId="290771D3" w14:textId="77777777" w:rsidR="00C32AE8" w:rsidRPr="00E20155" w:rsidRDefault="00C32AE8" w:rsidP="00747E18">
            <w:pPr>
              <w:pStyle w:val="Tabelazwyky"/>
              <w:rPr>
                <w:lang w:val="en-GB"/>
              </w:rPr>
            </w:pPr>
            <w:proofErr w:type="spellStart"/>
            <w:r w:rsidRPr="00E20155">
              <w:rPr>
                <w:lang w:val="en-GB"/>
              </w:rPr>
              <w:t>taxRatePercentage</w:t>
            </w:r>
            <w:proofErr w:type="spellEnd"/>
          </w:p>
        </w:tc>
        <w:tc>
          <w:tcPr>
            <w:tcW w:w="3310" w:type="dxa"/>
          </w:tcPr>
          <w:p w14:paraId="1DA6814C" w14:textId="77777777" w:rsidR="00C32AE8" w:rsidRPr="000F7DD1" w:rsidRDefault="00DD3C89" w:rsidP="00747E18">
            <w:pPr>
              <w:pStyle w:val="Tabelazwyky"/>
            </w:pPr>
            <w:r w:rsidRPr="000F7DD1">
              <w:t>Stawka podatku wyrażona ułamkiem dziesiętnym z dokładnością do 4 miejsc po przecinku</w:t>
            </w:r>
          </w:p>
        </w:tc>
        <w:tc>
          <w:tcPr>
            <w:tcW w:w="851" w:type="dxa"/>
          </w:tcPr>
          <w:p w14:paraId="17BB0BB1" w14:textId="77777777" w:rsidR="00C32AE8" w:rsidRPr="000F7DD1" w:rsidRDefault="00C32AE8" w:rsidP="00747E18">
            <w:pPr>
              <w:pStyle w:val="Tabelazwyky"/>
            </w:pPr>
            <w:proofErr w:type="spellStart"/>
            <w:r w:rsidRPr="000F7DD1">
              <w:t>D.f</w:t>
            </w:r>
            <w:proofErr w:type="spellEnd"/>
          </w:p>
        </w:tc>
        <w:tc>
          <w:tcPr>
            <w:tcW w:w="2021" w:type="dxa"/>
          </w:tcPr>
          <w:p w14:paraId="7DBC38EC" w14:textId="77777777" w:rsidR="00C32AE8" w:rsidRPr="00E20155" w:rsidRDefault="00C32AE8" w:rsidP="00747E18">
            <w:pPr>
              <w:pStyle w:val="Tabelazwyky"/>
              <w:rPr>
                <w:lang w:val="en-GB"/>
              </w:rPr>
            </w:pPr>
            <w:proofErr w:type="spellStart"/>
            <w:r w:rsidRPr="00E20155">
              <w:rPr>
                <w:lang w:val="en-GB"/>
              </w:rPr>
              <w:t>ZPercentage</w:t>
            </w:r>
            <w:proofErr w:type="spellEnd"/>
          </w:p>
        </w:tc>
        <w:tc>
          <w:tcPr>
            <w:tcW w:w="1197" w:type="dxa"/>
          </w:tcPr>
          <w:p w14:paraId="38E0BBB5" w14:textId="77777777" w:rsidR="00C32AE8" w:rsidRPr="000F7DD1" w:rsidRDefault="00C32AE8" w:rsidP="00747E18">
            <w:pPr>
              <w:pStyle w:val="Tabelazwyky"/>
            </w:pPr>
            <w:r w:rsidRPr="000F7DD1">
              <w:t>0..1</w:t>
            </w:r>
          </w:p>
        </w:tc>
      </w:tr>
      <w:tr w:rsidR="00EC07EA" w:rsidRPr="000F7DD1" w14:paraId="5B877D73" w14:textId="77777777" w:rsidTr="000F7DD1">
        <w:trPr>
          <w:trHeight w:val="213"/>
        </w:trPr>
        <w:tc>
          <w:tcPr>
            <w:tcW w:w="1901" w:type="dxa"/>
          </w:tcPr>
          <w:p w14:paraId="7DD36FE4" w14:textId="77777777" w:rsidR="00EC07EA" w:rsidRPr="00E20155" w:rsidRDefault="00EC07EA" w:rsidP="00747E18">
            <w:pPr>
              <w:pStyle w:val="Tabelazwyky"/>
              <w:rPr>
                <w:lang w:val="en-GB"/>
              </w:rPr>
            </w:pPr>
            <w:proofErr w:type="spellStart"/>
            <w:r w:rsidRPr="00E20155">
              <w:rPr>
                <w:lang w:val="en-GB"/>
              </w:rPr>
              <w:lastRenderedPageBreak/>
              <w:t>taxRatePercentageFromIsztar</w:t>
            </w:r>
            <w:proofErr w:type="spellEnd"/>
          </w:p>
        </w:tc>
        <w:tc>
          <w:tcPr>
            <w:tcW w:w="3310" w:type="dxa"/>
          </w:tcPr>
          <w:p w14:paraId="337868E7" w14:textId="77777777" w:rsidR="00EC07EA" w:rsidRPr="000F7DD1" w:rsidRDefault="00EC07EA" w:rsidP="00747E18">
            <w:pPr>
              <w:pStyle w:val="Tabelazwyky"/>
            </w:pPr>
            <w:r w:rsidRPr="000F7DD1">
              <w:t xml:space="preserve">Czy stawka podatku akcyzowego w polu </w:t>
            </w:r>
            <w:proofErr w:type="spellStart"/>
            <w:r w:rsidRPr="000F7DD1">
              <w:t>taxRatePercentage</w:t>
            </w:r>
            <w:proofErr w:type="spellEnd"/>
            <w:r w:rsidRPr="000F7DD1">
              <w:t xml:space="preserve"> jest pobrana z Systemu ISZTAR</w:t>
            </w:r>
          </w:p>
        </w:tc>
        <w:tc>
          <w:tcPr>
            <w:tcW w:w="851" w:type="dxa"/>
          </w:tcPr>
          <w:p w14:paraId="2D5D2F20" w14:textId="77777777" w:rsidR="00EC07EA" w:rsidRPr="000F7DD1" w:rsidRDefault="00EC07EA" w:rsidP="00747E18">
            <w:pPr>
              <w:pStyle w:val="Tabelazwyky"/>
            </w:pPr>
            <w:r w:rsidRPr="000F7DD1">
              <w:t>-</w:t>
            </w:r>
          </w:p>
        </w:tc>
        <w:tc>
          <w:tcPr>
            <w:tcW w:w="2021" w:type="dxa"/>
          </w:tcPr>
          <w:p w14:paraId="6AE5A3DB" w14:textId="77777777" w:rsidR="00EC07EA" w:rsidRPr="000F7DD1" w:rsidRDefault="00EC07EA" w:rsidP="00747E18">
            <w:pPr>
              <w:pStyle w:val="Tabelazwyky"/>
            </w:pPr>
            <w:proofErr w:type="spellStart"/>
            <w:r w:rsidRPr="000F7DD1">
              <w:t>boolean</w:t>
            </w:r>
            <w:proofErr w:type="spellEnd"/>
          </w:p>
        </w:tc>
        <w:tc>
          <w:tcPr>
            <w:tcW w:w="1197" w:type="dxa"/>
          </w:tcPr>
          <w:p w14:paraId="06CC0279" w14:textId="77777777" w:rsidR="00EC07EA" w:rsidRPr="000F7DD1" w:rsidRDefault="00EC07EA" w:rsidP="00747E18">
            <w:pPr>
              <w:pStyle w:val="Tabelazwyky"/>
            </w:pPr>
            <w:r w:rsidRPr="000F7DD1">
              <w:t>0..1</w:t>
            </w:r>
          </w:p>
        </w:tc>
      </w:tr>
      <w:tr w:rsidR="00EC07EA" w:rsidRPr="000F7DD1" w14:paraId="591D6538" w14:textId="77777777" w:rsidTr="000F7DD1">
        <w:trPr>
          <w:trHeight w:val="213"/>
        </w:trPr>
        <w:tc>
          <w:tcPr>
            <w:tcW w:w="1901" w:type="dxa"/>
          </w:tcPr>
          <w:p w14:paraId="77E48608" w14:textId="77777777" w:rsidR="00EC07EA" w:rsidRPr="00E20155" w:rsidRDefault="00EC07EA" w:rsidP="00747E18">
            <w:pPr>
              <w:pStyle w:val="Tabelazwyky"/>
              <w:rPr>
                <w:lang w:val="en-GB"/>
              </w:rPr>
            </w:pPr>
            <w:proofErr w:type="spellStart"/>
            <w:r w:rsidRPr="00E20155">
              <w:rPr>
                <w:lang w:val="en-GB"/>
              </w:rPr>
              <w:t>taxMin</w:t>
            </w:r>
            <w:proofErr w:type="spellEnd"/>
          </w:p>
        </w:tc>
        <w:tc>
          <w:tcPr>
            <w:tcW w:w="3310" w:type="dxa"/>
          </w:tcPr>
          <w:p w14:paraId="14F6D845" w14:textId="77777777" w:rsidR="00EC07EA" w:rsidRPr="000F7DD1" w:rsidRDefault="00EC07EA" w:rsidP="00747E18">
            <w:pPr>
              <w:pStyle w:val="Tabelazwyky"/>
            </w:pPr>
            <w:r w:rsidRPr="000F7DD1">
              <w:t>Stawka podatkowa minimalna dla wyrobów tytoniowych</w:t>
            </w:r>
          </w:p>
        </w:tc>
        <w:tc>
          <w:tcPr>
            <w:tcW w:w="851" w:type="dxa"/>
          </w:tcPr>
          <w:p w14:paraId="5CD3902D" w14:textId="77777777" w:rsidR="00EC07EA" w:rsidRPr="000F7DD1" w:rsidRDefault="00EC07EA" w:rsidP="00747E18">
            <w:pPr>
              <w:pStyle w:val="Tabelazwyky"/>
            </w:pPr>
            <w:proofErr w:type="spellStart"/>
            <w:r w:rsidRPr="000F7DD1">
              <w:t>D.f</w:t>
            </w:r>
            <w:proofErr w:type="spellEnd"/>
          </w:p>
        </w:tc>
        <w:tc>
          <w:tcPr>
            <w:tcW w:w="2021" w:type="dxa"/>
          </w:tcPr>
          <w:p w14:paraId="3B4F08A2" w14:textId="77777777" w:rsidR="00EC07EA" w:rsidRPr="000F7DD1" w:rsidRDefault="00EC07EA" w:rsidP="00747E18">
            <w:pPr>
              <w:pStyle w:val="Tabelazwyky"/>
            </w:pPr>
            <w:proofErr w:type="spellStart"/>
            <w:r w:rsidRPr="000F7DD1">
              <w:t>ZAmountC</w:t>
            </w:r>
            <w:proofErr w:type="spellEnd"/>
          </w:p>
        </w:tc>
        <w:tc>
          <w:tcPr>
            <w:tcW w:w="1197" w:type="dxa"/>
          </w:tcPr>
          <w:p w14:paraId="620AF31C" w14:textId="77777777" w:rsidR="00EC07EA" w:rsidRPr="000F7DD1" w:rsidRDefault="00EC07EA" w:rsidP="00747E18">
            <w:pPr>
              <w:pStyle w:val="Tabelazwyky"/>
            </w:pPr>
            <w:r w:rsidRPr="000F7DD1">
              <w:t>0..1</w:t>
            </w:r>
          </w:p>
        </w:tc>
      </w:tr>
      <w:tr w:rsidR="00EC07EA" w:rsidRPr="000F7DD1" w14:paraId="0C63F913" w14:textId="77777777" w:rsidTr="000F7DD1">
        <w:trPr>
          <w:trHeight w:val="213"/>
        </w:trPr>
        <w:tc>
          <w:tcPr>
            <w:tcW w:w="1901" w:type="dxa"/>
          </w:tcPr>
          <w:p w14:paraId="57C0EC56" w14:textId="77777777" w:rsidR="00EC07EA" w:rsidRPr="00E20155" w:rsidRDefault="00EC07EA" w:rsidP="00747E18">
            <w:pPr>
              <w:pStyle w:val="Tabelazwyky"/>
              <w:rPr>
                <w:lang w:val="en-GB"/>
              </w:rPr>
            </w:pPr>
            <w:proofErr w:type="spellStart"/>
            <w:r w:rsidRPr="00E20155">
              <w:rPr>
                <w:lang w:val="en-GB"/>
              </w:rPr>
              <w:t>amountOfTax</w:t>
            </w:r>
            <w:proofErr w:type="spellEnd"/>
          </w:p>
        </w:tc>
        <w:tc>
          <w:tcPr>
            <w:tcW w:w="3310" w:type="dxa"/>
          </w:tcPr>
          <w:p w14:paraId="1F3774AA" w14:textId="77777777" w:rsidR="00EC07EA" w:rsidRPr="000F7DD1" w:rsidRDefault="00EC07EA" w:rsidP="00747E18">
            <w:pPr>
              <w:pStyle w:val="Tabelazwyky"/>
            </w:pPr>
            <w:r w:rsidRPr="000F7DD1">
              <w:t>Łączna kwota podatku wyliczona wg wzoru: wartość w polu „Podstawa opodatkowania (wartościowa)” * wartość w polu „Stawka podatku (procentowa)” + wartość w polu „Podstawa opodatkowania (ilościowa)” * wartość w polu „Stawka podatku (kwotowa)”</w:t>
            </w:r>
          </w:p>
        </w:tc>
        <w:tc>
          <w:tcPr>
            <w:tcW w:w="851" w:type="dxa"/>
          </w:tcPr>
          <w:p w14:paraId="2D8353EF" w14:textId="77777777" w:rsidR="00EC07EA" w:rsidRPr="000F7DD1" w:rsidRDefault="00EC07EA" w:rsidP="00747E18">
            <w:pPr>
              <w:pStyle w:val="Tabelazwyky"/>
            </w:pPr>
            <w:proofErr w:type="spellStart"/>
            <w:r w:rsidRPr="000F7DD1">
              <w:t>D.g</w:t>
            </w:r>
            <w:proofErr w:type="spellEnd"/>
          </w:p>
        </w:tc>
        <w:tc>
          <w:tcPr>
            <w:tcW w:w="2021" w:type="dxa"/>
          </w:tcPr>
          <w:p w14:paraId="2237B7D1" w14:textId="77777777" w:rsidR="00EC07EA" w:rsidRPr="000F7DD1" w:rsidRDefault="00EC07EA" w:rsidP="00747E18">
            <w:pPr>
              <w:pStyle w:val="Tabelazwyky"/>
            </w:pPr>
            <w:proofErr w:type="spellStart"/>
            <w:r w:rsidRPr="000F7DD1">
              <w:t>ZAmountT</w:t>
            </w:r>
            <w:proofErr w:type="spellEnd"/>
          </w:p>
        </w:tc>
        <w:tc>
          <w:tcPr>
            <w:tcW w:w="1197" w:type="dxa"/>
          </w:tcPr>
          <w:p w14:paraId="4E93850C" w14:textId="77777777" w:rsidR="00EC07EA" w:rsidRPr="000F7DD1" w:rsidRDefault="00EC07EA" w:rsidP="00747E18">
            <w:pPr>
              <w:pStyle w:val="Tabelazwyky"/>
            </w:pPr>
            <w:r w:rsidRPr="000F7DD1">
              <w:t>1..1</w:t>
            </w:r>
          </w:p>
        </w:tc>
      </w:tr>
    </w:tbl>
    <w:p w14:paraId="742FEBF1" w14:textId="579F9E06" w:rsidR="00C10443" w:rsidRPr="000F7DD1" w:rsidRDefault="00C10443" w:rsidP="00747E18">
      <w:pPr>
        <w:pStyle w:val="Legenda"/>
      </w:pPr>
      <w:bookmarkStart w:id="73" w:name="_Toc183523774"/>
      <w:r w:rsidRPr="000F7DD1">
        <w:t xml:space="preserve">Rysunek </w:t>
      </w:r>
      <w:fldSimple w:instr=" SEQ Rysunek \* ARABIC ">
        <w:r w:rsidR="002E70C8">
          <w:rPr>
            <w:noProof/>
          </w:rPr>
          <w:t>1</w:t>
        </w:r>
      </w:fldSimple>
      <w:r w:rsidRPr="000F7DD1">
        <w:t xml:space="preserve"> Struktury </w:t>
      </w:r>
      <w:proofErr w:type="spellStart"/>
      <w:r w:rsidRPr="00E20155">
        <w:rPr>
          <w:lang w:val="en-GB"/>
        </w:rPr>
        <w:t>CalcAmountPayableType</w:t>
      </w:r>
      <w:proofErr w:type="spellEnd"/>
      <w:r w:rsidRPr="000F7DD1">
        <w:t xml:space="preserve"> oraz </w:t>
      </w:r>
      <w:r w:rsidRPr="00E20155">
        <w:rPr>
          <w:lang w:val="en-GB"/>
        </w:rPr>
        <w:t>ItemType</w:t>
      </w:r>
      <w:bookmarkEnd w:id="73"/>
    </w:p>
    <w:p w14:paraId="10BFA230" w14:textId="607042AE" w:rsidR="00F92971" w:rsidRPr="000F7DD1" w:rsidRDefault="00BB7368" w:rsidP="00747E18">
      <w:pPr>
        <w:keepNext/>
      </w:pPr>
      <w:r w:rsidRPr="000F7DD1">
        <w:rPr>
          <w:noProof/>
        </w:rPr>
        <w:drawing>
          <wp:inline distT="0" distB="0" distL="0" distR="0" wp14:anchorId="354511FF" wp14:editId="23E032F7">
            <wp:extent cx="5743575" cy="3171825"/>
            <wp:effectExtent l="0" t="0" r="0" b="0"/>
            <wp:docPr id="4" name="Obraz 1" descr="Rysunek przedstawia strukturę CalcAmountPayableType oraz Item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Rysunek przedstawia strukturę CalcAmountPayableType oraz ItemTy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3575" cy="3171825"/>
                    </a:xfrm>
                    <a:prstGeom prst="rect">
                      <a:avLst/>
                    </a:prstGeom>
                    <a:noFill/>
                    <a:ln>
                      <a:noFill/>
                    </a:ln>
                  </pic:spPr>
                </pic:pic>
              </a:graphicData>
            </a:graphic>
          </wp:inline>
        </w:drawing>
      </w:r>
    </w:p>
    <w:p w14:paraId="378E007E" w14:textId="77777777" w:rsidR="00976FE6" w:rsidRPr="000F7DD1" w:rsidRDefault="00B80B7C" w:rsidP="00747E18">
      <w:pPr>
        <w:pStyle w:val="Nagwek2"/>
        <w:spacing w:line="276" w:lineRule="auto"/>
        <w:rPr>
          <w:lang w:val="pl-PL"/>
        </w:rPr>
      </w:pPr>
      <w:bookmarkStart w:id="74" w:name="_Toc183523753"/>
      <w:r w:rsidRPr="000F7DD1">
        <w:rPr>
          <w:lang w:val="pl-PL"/>
        </w:rPr>
        <w:t>Reguły</w:t>
      </w:r>
      <w:bookmarkEnd w:id="74"/>
    </w:p>
    <w:p w14:paraId="1728A976" w14:textId="37AE2AA9" w:rsidR="00C10443" w:rsidRPr="000F7DD1" w:rsidRDefault="00C10443" w:rsidP="00747E18">
      <w:pPr>
        <w:pStyle w:val="Legenda"/>
        <w:keepNext/>
      </w:pPr>
      <w:bookmarkStart w:id="75" w:name="_Toc183523773"/>
      <w:r w:rsidRPr="000F7DD1">
        <w:t xml:space="preserve">Tabela </w:t>
      </w:r>
      <w:fldSimple w:instr=" SEQ Tabela \* ARABIC ">
        <w:r w:rsidR="002E70C8">
          <w:rPr>
            <w:noProof/>
          </w:rPr>
          <w:t>17</w:t>
        </w:r>
      </w:fldSimple>
      <w:r w:rsidRPr="000F7DD1">
        <w:t xml:space="preserve"> Reguły dotyczące deklaracji AKC-UA</w:t>
      </w:r>
      <w:bookmarkEnd w:id="75"/>
    </w:p>
    <w:tbl>
      <w:tblPr>
        <w:tblStyle w:val="Tabela-Siatka"/>
        <w:tblW w:w="0" w:type="auto"/>
        <w:tblLook w:val="01E0" w:firstRow="1" w:lastRow="1" w:firstColumn="1" w:lastColumn="1" w:noHBand="0" w:noVBand="0"/>
      </w:tblPr>
      <w:tblGrid>
        <w:gridCol w:w="943"/>
        <w:gridCol w:w="8111"/>
      </w:tblGrid>
      <w:tr w:rsidR="005A152A" w:rsidRPr="000F7DD1" w14:paraId="6CC5C8C5" w14:textId="77777777" w:rsidTr="000F7DD1">
        <w:trPr>
          <w:cnfStyle w:val="100000000000" w:firstRow="1" w:lastRow="0" w:firstColumn="0" w:lastColumn="0" w:oddVBand="0" w:evenVBand="0" w:oddHBand="0" w:evenHBand="0" w:firstRowFirstColumn="0" w:firstRowLastColumn="0" w:lastRowFirstColumn="0" w:lastRowLastColumn="0"/>
          <w:trHeight w:val="213"/>
          <w:tblHeader/>
        </w:trPr>
        <w:tc>
          <w:tcPr>
            <w:tcW w:w="943" w:type="dxa"/>
          </w:tcPr>
          <w:p w14:paraId="5DB5C367" w14:textId="77777777" w:rsidR="005A152A" w:rsidRPr="000F7DD1" w:rsidRDefault="005A152A" w:rsidP="00747E18">
            <w:pPr>
              <w:pStyle w:val="Z2Nagwektabeli"/>
              <w:rPr>
                <w:rFonts w:ascii="Lato" w:hAnsi="Lato"/>
              </w:rPr>
            </w:pPr>
            <w:r w:rsidRPr="000F7DD1">
              <w:rPr>
                <w:rFonts w:ascii="Lato" w:hAnsi="Lato"/>
              </w:rPr>
              <w:t xml:space="preserve">Nazwa </w:t>
            </w:r>
          </w:p>
        </w:tc>
        <w:tc>
          <w:tcPr>
            <w:tcW w:w="8111" w:type="dxa"/>
          </w:tcPr>
          <w:p w14:paraId="21163A42" w14:textId="77777777" w:rsidR="005A152A" w:rsidRPr="000F7DD1" w:rsidRDefault="005A152A" w:rsidP="00747E18">
            <w:pPr>
              <w:pStyle w:val="Z2Nagwektabeli"/>
              <w:rPr>
                <w:rFonts w:ascii="Lato" w:hAnsi="Lato"/>
              </w:rPr>
            </w:pPr>
            <w:r w:rsidRPr="000F7DD1">
              <w:rPr>
                <w:rFonts w:ascii="Lato" w:hAnsi="Lato"/>
              </w:rPr>
              <w:t>Opis</w:t>
            </w:r>
          </w:p>
        </w:tc>
      </w:tr>
      <w:tr w:rsidR="0026021A" w:rsidRPr="000F7DD1" w14:paraId="1003DA97" w14:textId="77777777" w:rsidTr="000F7DD1">
        <w:trPr>
          <w:trHeight w:val="213"/>
        </w:trPr>
        <w:tc>
          <w:tcPr>
            <w:tcW w:w="943" w:type="dxa"/>
          </w:tcPr>
          <w:p w14:paraId="7AB422C0" w14:textId="77777777" w:rsidR="0026021A" w:rsidRPr="000F7DD1" w:rsidRDefault="0026021A" w:rsidP="00747E18">
            <w:pPr>
              <w:pStyle w:val="Tabelazwyky"/>
            </w:pPr>
            <w:r w:rsidRPr="000F7DD1">
              <w:t>R</w:t>
            </w:r>
          </w:p>
        </w:tc>
        <w:tc>
          <w:tcPr>
            <w:tcW w:w="8111" w:type="dxa"/>
          </w:tcPr>
          <w:p w14:paraId="6BA6233F" w14:textId="77777777" w:rsidR="0026021A" w:rsidRPr="000F7DD1" w:rsidRDefault="0026021A" w:rsidP="00747E18">
            <w:pPr>
              <w:pStyle w:val="Tabelazwyky"/>
            </w:pPr>
            <w:r w:rsidRPr="000F7DD1">
              <w:t>Dotyczy okresu obowiązywania</w:t>
            </w:r>
          </w:p>
          <w:p w14:paraId="5FA31FB2" w14:textId="77777777" w:rsidR="0026021A" w:rsidRPr="000F7DD1" w:rsidRDefault="0026021A" w:rsidP="00747E18">
            <w:pPr>
              <w:pStyle w:val="Tabelazwyky"/>
            </w:pPr>
            <w:r w:rsidRPr="000F7DD1">
              <w:t>Data &lt;Data złożenia dokumentu&gt; "</w:t>
            </w:r>
            <w:proofErr w:type="spellStart"/>
            <w:r w:rsidRPr="00E20155">
              <w:rPr>
                <w:lang w:val="en-GB"/>
              </w:rPr>
              <w:t>declarationDate</w:t>
            </w:r>
            <w:proofErr w:type="spellEnd"/>
            <w:r w:rsidRPr="000F7DD1">
              <w:t>" (</w:t>
            </w:r>
            <w:r w:rsidRPr="00E20155">
              <w:rPr>
                <w:lang w:val="en-GB"/>
              </w:rPr>
              <w:t>Types</w:t>
            </w:r>
            <w:r w:rsidRPr="000F7DD1">
              <w:t>), nie może być wcześniejsza niż 1.02.2018 roku</w:t>
            </w:r>
            <w:r w:rsidR="00AC4989" w:rsidRPr="000F7DD1">
              <w:t xml:space="preserve"> i nie jest późniejsza niż 30.06.2021 roku</w:t>
            </w:r>
            <w:r w:rsidRPr="000F7DD1">
              <w:t>.</w:t>
            </w:r>
          </w:p>
        </w:tc>
      </w:tr>
      <w:tr w:rsidR="00FC3331" w:rsidRPr="000F7DD1" w14:paraId="2CF7616D" w14:textId="77777777" w:rsidTr="000F7DD1">
        <w:trPr>
          <w:trHeight w:val="213"/>
        </w:trPr>
        <w:tc>
          <w:tcPr>
            <w:tcW w:w="943" w:type="dxa"/>
          </w:tcPr>
          <w:p w14:paraId="7EE58E0C" w14:textId="77777777" w:rsidR="00FC3331" w:rsidRPr="000F7DD1" w:rsidRDefault="00B4113E" w:rsidP="00747E18">
            <w:pPr>
              <w:pStyle w:val="Tabelazwyky"/>
            </w:pPr>
            <w:bookmarkStart w:id="76" w:name="RR5"/>
            <w:r w:rsidRPr="000F7DD1">
              <w:lastRenderedPageBreak/>
              <w:t>R</w:t>
            </w:r>
            <w:bookmarkEnd w:id="76"/>
            <w:r w:rsidR="0026021A" w:rsidRPr="000F7DD1">
              <w:t>1</w:t>
            </w:r>
          </w:p>
        </w:tc>
        <w:tc>
          <w:tcPr>
            <w:tcW w:w="8111" w:type="dxa"/>
          </w:tcPr>
          <w:p w14:paraId="47874F3B" w14:textId="4B4BAC2F" w:rsidR="000143F8" w:rsidRPr="000F7DD1" w:rsidRDefault="00D9672F" w:rsidP="00747E18">
            <w:pPr>
              <w:pStyle w:val="Tabelazwyky"/>
            </w:pPr>
            <w:r w:rsidRPr="00D9672F">
              <w:t xml:space="preserve">Pole tekstowe </w:t>
            </w:r>
            <w:proofErr w:type="spellStart"/>
            <w:r w:rsidRPr="00E20155">
              <w:rPr>
                <w:lang w:val="en-GB"/>
              </w:rPr>
              <w:t>submissionAim</w:t>
            </w:r>
            <w:proofErr w:type="spellEnd"/>
            <w:r w:rsidRPr="00D9672F">
              <w:t xml:space="preserve"> wypełnione wartościami „Deklaracja” albo „Korekta”.</w:t>
            </w:r>
          </w:p>
        </w:tc>
      </w:tr>
      <w:tr w:rsidR="00972C3D" w:rsidRPr="000F7DD1" w14:paraId="5A6D4370" w14:textId="77777777" w:rsidTr="000F7DD1">
        <w:trPr>
          <w:trHeight w:val="213"/>
        </w:trPr>
        <w:tc>
          <w:tcPr>
            <w:tcW w:w="943" w:type="dxa"/>
          </w:tcPr>
          <w:p w14:paraId="29616805" w14:textId="77777777" w:rsidR="00972C3D" w:rsidRPr="000F7DD1" w:rsidRDefault="00972C3D" w:rsidP="00747E18">
            <w:pPr>
              <w:pStyle w:val="Tabelazwyky"/>
            </w:pPr>
            <w:bookmarkStart w:id="77" w:name="RR6"/>
            <w:r w:rsidRPr="000F7DD1">
              <w:t>R</w:t>
            </w:r>
            <w:bookmarkEnd w:id="77"/>
            <w:r w:rsidR="0026021A" w:rsidRPr="000F7DD1">
              <w:t>2</w:t>
            </w:r>
          </w:p>
        </w:tc>
        <w:tc>
          <w:tcPr>
            <w:tcW w:w="8111" w:type="dxa"/>
          </w:tcPr>
          <w:p w14:paraId="0EFF79E3" w14:textId="77777777" w:rsidR="00D9672F" w:rsidRDefault="00D9672F" w:rsidP="00D9672F">
            <w:pPr>
              <w:pStyle w:val="Tabelazwyky"/>
            </w:pPr>
            <w:r>
              <w:t xml:space="preserve">Dotyczy pola </w:t>
            </w:r>
            <w:proofErr w:type="spellStart"/>
            <w:r w:rsidRPr="00E20155">
              <w:rPr>
                <w:lang w:val="en-GB"/>
              </w:rPr>
              <w:t>orgDocNo</w:t>
            </w:r>
            <w:proofErr w:type="spellEnd"/>
            <w:r>
              <w:t>.</w:t>
            </w:r>
          </w:p>
          <w:p w14:paraId="79F3A6F1" w14:textId="77777777" w:rsidR="00D9672F" w:rsidRDefault="00D9672F" w:rsidP="00D9672F">
            <w:pPr>
              <w:pStyle w:val="Tabelazwyky"/>
            </w:pPr>
            <w:r>
              <w:t xml:space="preserve">W przypadku ustawienia w polu </w:t>
            </w:r>
            <w:proofErr w:type="spellStart"/>
            <w:r w:rsidRPr="00E20155">
              <w:rPr>
                <w:lang w:val="en-GB"/>
              </w:rPr>
              <w:t>submissionAim</w:t>
            </w:r>
            <w:proofErr w:type="spellEnd"/>
            <w:r>
              <w:t xml:space="preserve"> wartości „Korekta” pole jest obowiązkowe.</w:t>
            </w:r>
          </w:p>
          <w:p w14:paraId="1F855DD4" w14:textId="13587592" w:rsidR="000143F8" w:rsidRPr="000F7DD1" w:rsidRDefault="00D9672F" w:rsidP="00D9672F">
            <w:pPr>
              <w:pStyle w:val="Tabelazwyky"/>
            </w:pPr>
            <w:r>
              <w:t>Dla nowych deklaracji używany jest identyfikator dokumentu pierwotnego z UPO.</w:t>
            </w:r>
          </w:p>
        </w:tc>
      </w:tr>
      <w:tr w:rsidR="00281F0F" w:rsidRPr="000F7DD1" w14:paraId="2E141856" w14:textId="77777777" w:rsidTr="000F7DD1">
        <w:trPr>
          <w:trHeight w:val="213"/>
        </w:trPr>
        <w:tc>
          <w:tcPr>
            <w:tcW w:w="943" w:type="dxa"/>
          </w:tcPr>
          <w:p w14:paraId="2CC10D16" w14:textId="77777777" w:rsidR="00281F0F" w:rsidRPr="000F7DD1" w:rsidRDefault="00281F0F" w:rsidP="00747E18">
            <w:pPr>
              <w:pStyle w:val="Tabelazwyky"/>
            </w:pPr>
            <w:bookmarkStart w:id="78" w:name="RR7"/>
            <w:r w:rsidRPr="000F7DD1">
              <w:t>R</w:t>
            </w:r>
            <w:bookmarkEnd w:id="78"/>
            <w:r w:rsidR="0026021A" w:rsidRPr="000F7DD1">
              <w:t>3</w:t>
            </w:r>
          </w:p>
        </w:tc>
        <w:tc>
          <w:tcPr>
            <w:tcW w:w="8111" w:type="dxa"/>
          </w:tcPr>
          <w:p w14:paraId="051FBFF7" w14:textId="1F48527B" w:rsidR="000143F8" w:rsidRPr="00D9672F" w:rsidRDefault="00D9672F" w:rsidP="00D9672F">
            <w:pPr>
              <w:rPr>
                <w:rFonts w:cs="Arial"/>
                <w:sz w:val="20"/>
                <w:szCs w:val="20"/>
                <w:lang w:eastAsia="pl-PL"/>
              </w:rPr>
            </w:pPr>
            <w:r w:rsidRPr="00D9672F">
              <w:rPr>
                <w:rFonts w:cs="Arial"/>
                <w:sz w:val="20"/>
                <w:szCs w:val="20"/>
                <w:lang w:eastAsia="pl-PL"/>
              </w:rPr>
              <w:t>W przypadku, gdy deklaracja nie jest składana przez obcokrajowca (</w:t>
            </w:r>
            <w:proofErr w:type="spellStart"/>
            <w:r w:rsidRPr="00D9672F">
              <w:rPr>
                <w:rFonts w:cs="Arial"/>
                <w:sz w:val="20"/>
                <w:szCs w:val="20"/>
                <w:lang w:eastAsia="pl-PL"/>
              </w:rPr>
              <w:t>foreigner</w:t>
            </w:r>
            <w:proofErr w:type="spellEnd"/>
            <w:r w:rsidRPr="00D9672F">
              <w:rPr>
                <w:rFonts w:cs="Arial"/>
                <w:sz w:val="20"/>
                <w:szCs w:val="20"/>
                <w:lang w:eastAsia="pl-PL"/>
              </w:rPr>
              <w:t xml:space="preserve"> != </w:t>
            </w:r>
            <w:proofErr w:type="spellStart"/>
            <w:r w:rsidRPr="00D9672F">
              <w:rPr>
                <w:rFonts w:cs="Arial"/>
                <w:sz w:val="20"/>
                <w:szCs w:val="20"/>
                <w:lang w:eastAsia="pl-PL"/>
              </w:rPr>
              <w:t>true</w:t>
            </w:r>
            <w:proofErr w:type="spellEnd"/>
            <w:r w:rsidRPr="00D9672F">
              <w:rPr>
                <w:rFonts w:cs="Arial"/>
                <w:sz w:val="20"/>
                <w:szCs w:val="20"/>
                <w:lang w:eastAsia="pl-PL"/>
              </w:rPr>
              <w:t xml:space="preserve">) muszą być wypełnione pola </w:t>
            </w:r>
            <w:r w:rsidRPr="00E20155">
              <w:rPr>
                <w:rFonts w:cs="Arial"/>
                <w:sz w:val="20"/>
                <w:szCs w:val="20"/>
                <w:lang w:val="en-GB" w:eastAsia="pl-PL"/>
              </w:rPr>
              <w:t xml:space="preserve">Trader: province, district, commune, </w:t>
            </w:r>
            <w:proofErr w:type="spellStart"/>
            <w:r w:rsidRPr="00E20155">
              <w:rPr>
                <w:rFonts w:cs="Arial"/>
                <w:sz w:val="20"/>
                <w:szCs w:val="20"/>
                <w:lang w:val="en-GB" w:eastAsia="pl-PL"/>
              </w:rPr>
              <w:t>houseNumber</w:t>
            </w:r>
            <w:proofErr w:type="spellEnd"/>
            <w:r w:rsidRPr="00D9672F">
              <w:rPr>
                <w:rFonts w:cs="Arial"/>
                <w:sz w:val="20"/>
                <w:szCs w:val="20"/>
                <w:lang w:eastAsia="pl-PL"/>
              </w:rPr>
              <w:t>.</w:t>
            </w:r>
          </w:p>
        </w:tc>
      </w:tr>
      <w:tr w:rsidR="00281F0F" w:rsidRPr="000F7DD1" w14:paraId="08B3FEBF" w14:textId="77777777" w:rsidTr="000F7DD1">
        <w:trPr>
          <w:trHeight w:val="213"/>
        </w:trPr>
        <w:tc>
          <w:tcPr>
            <w:tcW w:w="943" w:type="dxa"/>
          </w:tcPr>
          <w:p w14:paraId="53F65828" w14:textId="77777777" w:rsidR="00281F0F" w:rsidRPr="000F7DD1" w:rsidRDefault="00281F0F" w:rsidP="00747E18">
            <w:pPr>
              <w:pStyle w:val="Tabelazwyky"/>
            </w:pPr>
            <w:bookmarkStart w:id="79" w:name="RR8"/>
            <w:r w:rsidRPr="000F7DD1">
              <w:t>R</w:t>
            </w:r>
            <w:bookmarkEnd w:id="79"/>
            <w:r w:rsidR="0026021A" w:rsidRPr="000F7DD1">
              <w:t>4</w:t>
            </w:r>
          </w:p>
        </w:tc>
        <w:tc>
          <w:tcPr>
            <w:tcW w:w="8111" w:type="dxa"/>
          </w:tcPr>
          <w:p w14:paraId="7C25A897" w14:textId="77777777" w:rsidR="00D9672F" w:rsidRDefault="00D9672F" w:rsidP="00D9672F">
            <w:pPr>
              <w:pStyle w:val="Tabelazwyky"/>
            </w:pPr>
            <w:r>
              <w:t xml:space="preserve">Dotyczy atrybutu </w:t>
            </w:r>
            <w:proofErr w:type="spellStart"/>
            <w:r w:rsidRPr="00E20155">
              <w:rPr>
                <w:lang w:val="en-GB"/>
              </w:rPr>
              <w:t>totalAmountOfTax</w:t>
            </w:r>
            <w:proofErr w:type="spellEnd"/>
            <w:r>
              <w:t>.</w:t>
            </w:r>
          </w:p>
          <w:p w14:paraId="34465191" w14:textId="4BC195BA" w:rsidR="00281F0F" w:rsidRPr="000F7DD1" w:rsidRDefault="00D9672F" w:rsidP="00D9672F">
            <w:pPr>
              <w:pStyle w:val="Tabelazwyky"/>
            </w:pPr>
            <w:r>
              <w:t>Porównanie wprowadzonej wartości z wartością sumy wartości polach „Kwota podatku”.</w:t>
            </w:r>
          </w:p>
        </w:tc>
      </w:tr>
      <w:tr w:rsidR="00281F0F" w:rsidRPr="000F7DD1" w14:paraId="052686D1" w14:textId="77777777" w:rsidTr="000F7DD1">
        <w:trPr>
          <w:trHeight w:val="213"/>
        </w:trPr>
        <w:tc>
          <w:tcPr>
            <w:tcW w:w="943" w:type="dxa"/>
          </w:tcPr>
          <w:p w14:paraId="7C409B68" w14:textId="77777777" w:rsidR="00281F0F" w:rsidRPr="000F7DD1" w:rsidRDefault="00281F0F" w:rsidP="00747E18">
            <w:pPr>
              <w:pStyle w:val="Tabelazwyky"/>
            </w:pPr>
            <w:bookmarkStart w:id="80" w:name="RR9"/>
            <w:r w:rsidRPr="000F7DD1">
              <w:t>R</w:t>
            </w:r>
            <w:bookmarkEnd w:id="80"/>
            <w:r w:rsidR="0026021A" w:rsidRPr="000F7DD1">
              <w:t>5</w:t>
            </w:r>
          </w:p>
        </w:tc>
        <w:tc>
          <w:tcPr>
            <w:tcW w:w="8111" w:type="dxa"/>
          </w:tcPr>
          <w:p w14:paraId="35A3C75E" w14:textId="77777777" w:rsidR="00D9672F" w:rsidRDefault="00D9672F" w:rsidP="00D9672F">
            <w:pPr>
              <w:pStyle w:val="Tabelazwyky"/>
            </w:pPr>
            <w:r>
              <w:t xml:space="preserve">Dotyczy atrybutu </w:t>
            </w:r>
            <w:proofErr w:type="spellStart"/>
            <w:r>
              <w:t>t</w:t>
            </w:r>
            <w:r w:rsidRPr="00E20155">
              <w:rPr>
                <w:lang w:val="en-GB"/>
              </w:rPr>
              <w:t>otalAmountOfReductions</w:t>
            </w:r>
            <w:proofErr w:type="spellEnd"/>
            <w:r>
              <w:t>.</w:t>
            </w:r>
          </w:p>
          <w:p w14:paraId="18A4CBAE" w14:textId="67241F0A" w:rsidR="00281F0F" w:rsidRPr="000F7DD1" w:rsidRDefault="00D9672F" w:rsidP="00D9672F">
            <w:pPr>
              <w:pStyle w:val="Tabelazwyky"/>
            </w:pPr>
            <w:r>
              <w:t>Wartość obniżeń nie może być większa niż wartość polu „Kwota podatku akcyzowego”.</w:t>
            </w:r>
          </w:p>
        </w:tc>
      </w:tr>
      <w:tr w:rsidR="00281F0F" w:rsidRPr="000F7DD1" w14:paraId="37D3C469" w14:textId="77777777" w:rsidTr="000F7DD1">
        <w:trPr>
          <w:trHeight w:val="213"/>
        </w:trPr>
        <w:tc>
          <w:tcPr>
            <w:tcW w:w="943" w:type="dxa"/>
          </w:tcPr>
          <w:p w14:paraId="320EA0AC" w14:textId="77777777" w:rsidR="00281F0F" w:rsidRPr="000F7DD1" w:rsidRDefault="00281F0F" w:rsidP="00747E18">
            <w:pPr>
              <w:pStyle w:val="Tabelazwyky"/>
            </w:pPr>
            <w:bookmarkStart w:id="81" w:name="RR10"/>
            <w:r w:rsidRPr="000F7DD1">
              <w:t>R</w:t>
            </w:r>
            <w:bookmarkEnd w:id="81"/>
            <w:r w:rsidR="0026021A" w:rsidRPr="000F7DD1">
              <w:t>6</w:t>
            </w:r>
          </w:p>
        </w:tc>
        <w:tc>
          <w:tcPr>
            <w:tcW w:w="8111" w:type="dxa"/>
          </w:tcPr>
          <w:p w14:paraId="62281F09" w14:textId="77777777" w:rsidR="00D9672F" w:rsidRDefault="00D9672F" w:rsidP="00D9672F">
            <w:pPr>
              <w:pStyle w:val="Tabelazwyky"/>
            </w:pPr>
            <w:r>
              <w:t xml:space="preserve">Jeśli wartość wprowadzona w polu </w:t>
            </w:r>
            <w:proofErr w:type="spellStart"/>
            <w:r w:rsidRPr="00E20155">
              <w:rPr>
                <w:lang w:val="en-GB"/>
              </w:rPr>
              <w:t>toPay</w:t>
            </w:r>
            <w:proofErr w:type="spellEnd"/>
            <w:r>
              <w:t xml:space="preserve"> jest różna od zera, to powinna być zgodna z wynikiem wzoru:</w:t>
            </w:r>
          </w:p>
          <w:p w14:paraId="383B7848" w14:textId="77777777" w:rsidR="00D9672F" w:rsidRDefault="00D9672F" w:rsidP="00D9672F">
            <w:pPr>
              <w:pStyle w:val="Tabelazwyky"/>
            </w:pPr>
            <w:proofErr w:type="spellStart"/>
            <w:r w:rsidRPr="00E20155">
              <w:rPr>
                <w:lang w:val="en-GB"/>
              </w:rPr>
              <w:t>totalAmountOfTax</w:t>
            </w:r>
            <w:proofErr w:type="spellEnd"/>
            <w:r>
              <w:t xml:space="preserve"> – (</w:t>
            </w:r>
            <w:proofErr w:type="spellStart"/>
            <w:r w:rsidRPr="00E20155">
              <w:rPr>
                <w:lang w:val="en-GB"/>
              </w:rPr>
              <w:t>totalAmountOfReductions</w:t>
            </w:r>
            <w:proofErr w:type="spellEnd"/>
            <w:r>
              <w:t xml:space="preserve"> + </w:t>
            </w:r>
            <w:proofErr w:type="spellStart"/>
            <w:r w:rsidRPr="00E20155">
              <w:rPr>
                <w:lang w:val="en-GB"/>
              </w:rPr>
              <w:t>totalAmountOfExciseStamps</w:t>
            </w:r>
            <w:proofErr w:type="spellEnd"/>
            <w:r>
              <w:t>)</w:t>
            </w:r>
          </w:p>
          <w:p w14:paraId="45FDE1FF" w14:textId="5C823E18" w:rsidR="00281F0F" w:rsidRPr="000F7DD1" w:rsidRDefault="00D9672F" w:rsidP="00D9672F">
            <w:pPr>
              <w:pStyle w:val="Tabelazwyky"/>
            </w:pPr>
            <w:r>
              <w:t xml:space="preserve">W przypadku gdy wynik jest liczbą </w:t>
            </w:r>
            <w:proofErr w:type="spellStart"/>
            <w:r>
              <w:t>ulemną</w:t>
            </w:r>
            <w:proofErr w:type="spellEnd"/>
            <w:r>
              <w:t xml:space="preserve">, wartość pola </w:t>
            </w:r>
            <w:proofErr w:type="spellStart"/>
            <w:r w:rsidRPr="00E20155">
              <w:rPr>
                <w:lang w:val="en-GB"/>
              </w:rPr>
              <w:t>toPay</w:t>
            </w:r>
            <w:proofErr w:type="spellEnd"/>
            <w:r>
              <w:t xml:space="preserve"> powinna wynosić 0.</w:t>
            </w:r>
          </w:p>
        </w:tc>
      </w:tr>
      <w:tr w:rsidR="003974C5" w:rsidRPr="000F7DD1" w14:paraId="262559A7" w14:textId="77777777" w:rsidTr="000F7DD1">
        <w:trPr>
          <w:trHeight w:val="213"/>
        </w:trPr>
        <w:tc>
          <w:tcPr>
            <w:tcW w:w="943" w:type="dxa"/>
          </w:tcPr>
          <w:p w14:paraId="5222C2A4" w14:textId="77777777" w:rsidR="003974C5" w:rsidRPr="000F7DD1" w:rsidRDefault="003974C5" w:rsidP="00747E18">
            <w:pPr>
              <w:pStyle w:val="Tabelazwyky"/>
            </w:pPr>
            <w:bookmarkStart w:id="82" w:name="RR11"/>
            <w:r w:rsidRPr="000F7DD1">
              <w:t>R</w:t>
            </w:r>
            <w:bookmarkEnd w:id="82"/>
            <w:r w:rsidR="0026021A" w:rsidRPr="000F7DD1">
              <w:t>7</w:t>
            </w:r>
          </w:p>
        </w:tc>
        <w:tc>
          <w:tcPr>
            <w:tcW w:w="8111" w:type="dxa"/>
          </w:tcPr>
          <w:p w14:paraId="4D6291F5" w14:textId="77777777" w:rsidR="00D9672F" w:rsidRDefault="00D9672F" w:rsidP="00D9672F">
            <w:pPr>
              <w:pStyle w:val="Tabelazwyky"/>
            </w:pPr>
            <w:r>
              <w:t xml:space="preserve">Dotyczy atrybutu </w:t>
            </w:r>
            <w:proofErr w:type="spellStart"/>
            <w:r w:rsidRPr="00E20155">
              <w:rPr>
                <w:lang w:val="en-GB"/>
              </w:rPr>
              <w:t>codeCNcodeCN</w:t>
            </w:r>
            <w:proofErr w:type="spellEnd"/>
            <w:r>
              <w:t>.</w:t>
            </w:r>
          </w:p>
          <w:p w14:paraId="6A53A672" w14:textId="59864C14" w:rsidR="003974C5" w:rsidRPr="000F7DD1" w:rsidRDefault="00D9672F" w:rsidP="00D9672F">
            <w:pPr>
              <w:pStyle w:val="Tabelazwyky"/>
            </w:pPr>
            <w:r>
              <w:t>Dla wyrobów węglowych 4 znaki, dla pozostałych 8 znaków.</w:t>
            </w:r>
          </w:p>
        </w:tc>
      </w:tr>
    </w:tbl>
    <w:p w14:paraId="02086679" w14:textId="77777777" w:rsidR="003F3585" w:rsidRPr="000F7DD1" w:rsidRDefault="003F3585" w:rsidP="00747E18">
      <w:pPr>
        <w:pStyle w:val="Nagwek1"/>
        <w:rPr>
          <w:lang w:val="pl-PL"/>
        </w:rPr>
      </w:pPr>
      <w:bookmarkStart w:id="83" w:name="_Toc341696655"/>
      <w:bookmarkStart w:id="84" w:name="_Toc349568563"/>
      <w:bookmarkStart w:id="85" w:name="_Toc183523754"/>
      <w:r w:rsidRPr="000F7DD1">
        <w:rPr>
          <w:lang w:val="pl-PL"/>
        </w:rPr>
        <w:lastRenderedPageBreak/>
        <w:t>Załączniki</w:t>
      </w:r>
      <w:bookmarkEnd w:id="83"/>
      <w:bookmarkEnd w:id="84"/>
      <w:bookmarkEnd w:id="85"/>
    </w:p>
    <w:p w14:paraId="174FF2B9" w14:textId="77777777" w:rsidR="005C3EE5" w:rsidRPr="000F7DD1" w:rsidRDefault="005C3EE5" w:rsidP="00747E18">
      <w:pPr>
        <w:pStyle w:val="Nagwek2"/>
        <w:spacing w:line="276" w:lineRule="auto"/>
        <w:rPr>
          <w:lang w:val="pl-PL"/>
        </w:rPr>
      </w:pPr>
      <w:bookmarkStart w:id="86" w:name="_Toc348954634"/>
      <w:bookmarkStart w:id="87" w:name="_Toc183523755"/>
      <w:bookmarkStart w:id="88" w:name="_Toc341696656"/>
      <w:bookmarkStart w:id="89" w:name="_Toc349568564"/>
      <w:r w:rsidRPr="000F7DD1">
        <w:rPr>
          <w:lang w:val="pl-PL"/>
        </w:rPr>
        <w:t xml:space="preserve">Pliki </w:t>
      </w:r>
      <w:bookmarkEnd w:id="86"/>
      <w:r w:rsidR="00641D9C" w:rsidRPr="000F7DD1">
        <w:rPr>
          <w:lang w:val="pl-PL"/>
        </w:rPr>
        <w:t>deklaracji AKC</w:t>
      </w:r>
      <w:r w:rsidR="00627EB6" w:rsidRPr="000F7DD1">
        <w:rPr>
          <w:lang w:val="pl-PL"/>
        </w:rPr>
        <w:t>-</w:t>
      </w:r>
      <w:r w:rsidR="0002544A" w:rsidRPr="000F7DD1">
        <w:rPr>
          <w:lang w:val="pl-PL"/>
        </w:rPr>
        <w:t>U</w:t>
      </w:r>
      <w:r w:rsidR="00627EB6" w:rsidRPr="000F7DD1">
        <w:rPr>
          <w:lang w:val="pl-PL"/>
        </w:rPr>
        <w:t>/</w:t>
      </w:r>
      <w:r w:rsidR="00480F96" w:rsidRPr="000F7DD1">
        <w:rPr>
          <w:lang w:val="pl-PL"/>
        </w:rPr>
        <w:t>A</w:t>
      </w:r>
      <w:bookmarkEnd w:id="87"/>
    </w:p>
    <w:p w14:paraId="711F679C" w14:textId="77777777" w:rsidR="005C3EE5" w:rsidRPr="000F7DD1" w:rsidRDefault="007A6873" w:rsidP="00747E18">
      <w:pPr>
        <w:pStyle w:val="Nagwek3"/>
        <w:spacing w:line="276" w:lineRule="auto"/>
        <w:rPr>
          <w:lang w:val="pl-PL"/>
        </w:rPr>
      </w:pPr>
      <w:bookmarkStart w:id="90" w:name="_Toc348954635"/>
      <w:bookmarkStart w:id="91" w:name="_Toc183523756"/>
      <w:r w:rsidRPr="000F7DD1">
        <w:rPr>
          <w:lang w:val="pl-PL"/>
        </w:rPr>
        <w:t>Plik akc_u</w:t>
      </w:r>
      <w:r w:rsidR="005A55A9" w:rsidRPr="000F7DD1">
        <w:rPr>
          <w:lang w:val="pl-PL"/>
        </w:rPr>
        <w:t>a</w:t>
      </w:r>
      <w:r w:rsidR="005C3EE5" w:rsidRPr="000F7DD1">
        <w:rPr>
          <w:lang w:val="pl-PL"/>
        </w:rPr>
        <w:t>.xsd</w:t>
      </w:r>
      <w:bookmarkEnd w:id="88"/>
      <w:bookmarkEnd w:id="89"/>
      <w:bookmarkEnd w:id="90"/>
      <w:bookmarkEnd w:id="91"/>
    </w:p>
    <w:p w14:paraId="5CD6BE08" w14:textId="77777777" w:rsidR="00FA79A5" w:rsidRPr="000F7DD1" w:rsidRDefault="00FA79A5" w:rsidP="00747E18">
      <w:pPr>
        <w:ind w:left="720"/>
      </w:pPr>
      <w:r w:rsidRPr="000F7DD1">
        <w:t>Plik zaw</w:t>
      </w:r>
      <w:r w:rsidR="000A05F9" w:rsidRPr="000F7DD1">
        <w:t>iera</w:t>
      </w:r>
      <w:r w:rsidRPr="000F7DD1">
        <w:t xml:space="preserve"> strukturę deklaracji AKC_U</w:t>
      </w:r>
      <w:r w:rsidR="005A55A9" w:rsidRPr="000F7DD1">
        <w:t>A</w:t>
      </w:r>
      <w:r w:rsidR="000A05F9" w:rsidRPr="000F7DD1">
        <w:t>.</w:t>
      </w:r>
    </w:p>
    <w:sectPr w:rsidR="00FA79A5" w:rsidRPr="000F7DD1"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E6D9" w14:textId="77777777" w:rsidR="00204DEE" w:rsidRDefault="00204DEE" w:rsidP="007D0A84">
      <w:r>
        <w:separator/>
      </w:r>
    </w:p>
    <w:p w14:paraId="6812BC91" w14:textId="77777777" w:rsidR="00204DEE" w:rsidRDefault="00204DEE" w:rsidP="007D0A84"/>
  </w:endnote>
  <w:endnote w:type="continuationSeparator" w:id="0">
    <w:p w14:paraId="6929CE1D" w14:textId="77777777" w:rsidR="00204DEE" w:rsidRDefault="00204DEE" w:rsidP="007D0A84">
      <w:r>
        <w:continuationSeparator/>
      </w:r>
    </w:p>
    <w:p w14:paraId="03D518CA" w14:textId="77777777" w:rsidR="00204DEE" w:rsidRDefault="00204DE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B194"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591222A0"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E8481"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873BA0">
      <w:rPr>
        <w:rFonts w:ascii="Arial" w:hAnsi="Arial" w:cs="Arial"/>
        <w:noProof/>
        <w:sz w:val="20"/>
        <w:szCs w:val="20"/>
      </w:rPr>
      <w:t>16</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873BA0">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03C5A" w14:textId="77777777" w:rsidR="00204DEE" w:rsidRDefault="00204DEE" w:rsidP="007D0A84">
      <w:r>
        <w:separator/>
      </w:r>
    </w:p>
    <w:p w14:paraId="10A824EF" w14:textId="77777777" w:rsidR="00204DEE" w:rsidRDefault="00204DEE" w:rsidP="007D0A84"/>
  </w:footnote>
  <w:footnote w:type="continuationSeparator" w:id="0">
    <w:p w14:paraId="455B0BF1" w14:textId="77777777" w:rsidR="00204DEE" w:rsidRDefault="00204DEE" w:rsidP="007D0A84">
      <w:r>
        <w:continuationSeparator/>
      </w:r>
    </w:p>
    <w:p w14:paraId="50E5F6C4" w14:textId="77777777" w:rsidR="00204DEE" w:rsidRDefault="00204DEE"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E908" w14:textId="18E06135" w:rsidR="002B3C9A" w:rsidRPr="0096472A" w:rsidRDefault="00BB7368" w:rsidP="0096472A">
    <w:pPr>
      <w:pStyle w:val="Nagwek"/>
      <w:tabs>
        <w:tab w:val="clear" w:pos="4320"/>
        <w:tab w:val="clear" w:pos="8640"/>
        <w:tab w:val="center" w:pos="4678"/>
        <w:tab w:val="right" w:pos="9356"/>
      </w:tabs>
      <w:rPr>
        <w:noProof/>
      </w:rPr>
    </w:pPr>
    <w:r w:rsidRPr="002C1904">
      <w:rPr>
        <w:noProof/>
      </w:rPr>
      <w:drawing>
        <wp:inline distT="0" distB="0" distL="0" distR="0" wp14:anchorId="73909966" wp14:editId="03D93895">
          <wp:extent cx="3181350" cy="647700"/>
          <wp:effectExtent l="0" t="0" r="0" b="0"/>
          <wp:docPr id="10"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34C6D82C"/>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1982FAD"/>
    <w:multiLevelType w:val="hybridMultilevel"/>
    <w:tmpl w:val="0794134E"/>
    <w:lvl w:ilvl="0" w:tplc="04150001">
      <w:start w:val="1"/>
      <w:numFmt w:val="bullet"/>
      <w:lvlText w:val=""/>
      <w:lvlJc w:val="left"/>
      <w:pPr>
        <w:ind w:left="720" w:hanging="360"/>
      </w:pPr>
      <w:rPr>
        <w:rFonts w:ascii="Symbol" w:hAnsi="Symbol" w:hint="default"/>
      </w:rPr>
    </w:lvl>
    <w:lvl w:ilvl="1" w:tplc="EC18FE58">
      <w:numFmt w:val="bullet"/>
      <w:lvlText w:val="-"/>
      <w:lvlJc w:val="left"/>
      <w:pPr>
        <w:ind w:left="1440" w:hanging="360"/>
      </w:pPr>
      <w:rPr>
        <w:rFonts w:ascii="Consolas" w:eastAsia="Cambria" w:hAnsi="Consolas"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C3A2F"/>
    <w:multiLevelType w:val="hybridMultilevel"/>
    <w:tmpl w:val="CB681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8"/>
  </w:num>
  <w:num w:numId="10">
    <w:abstractNumId w:val="4"/>
  </w:num>
  <w:num w:numId="11">
    <w:abstractNumId w:val="24"/>
  </w:num>
  <w:num w:numId="12">
    <w:abstractNumId w:val="0"/>
  </w:num>
  <w:num w:numId="13">
    <w:abstractNumId w:val="11"/>
  </w:num>
  <w:num w:numId="14">
    <w:abstractNumId w:val="29"/>
  </w:num>
  <w:num w:numId="15">
    <w:abstractNumId w:val="23"/>
  </w:num>
  <w:num w:numId="16">
    <w:abstractNumId w:val="22"/>
  </w:num>
  <w:num w:numId="17">
    <w:abstractNumId w:val="10"/>
  </w:num>
  <w:num w:numId="18">
    <w:abstractNumId w:val="2"/>
  </w:num>
  <w:num w:numId="19">
    <w:abstractNumId w:val="14"/>
  </w:num>
  <w:num w:numId="20">
    <w:abstractNumId w:val="6"/>
  </w:num>
  <w:num w:numId="21">
    <w:abstractNumId w:val="9"/>
  </w:num>
  <w:num w:numId="22">
    <w:abstractNumId w:val="3"/>
  </w:num>
  <w:num w:numId="23">
    <w:abstractNumId w:val="20"/>
  </w:num>
  <w:num w:numId="24">
    <w:abstractNumId w:val="19"/>
  </w:num>
  <w:num w:numId="25">
    <w:abstractNumId w:val="18"/>
  </w:num>
  <w:num w:numId="26">
    <w:abstractNumId w:val="16"/>
  </w:num>
  <w:num w:numId="27">
    <w:abstractNumId w:val="17"/>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0F7DD1"/>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2EA"/>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45B3"/>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4DEE"/>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21A"/>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37A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70C8"/>
    <w:rsid w:val="002F03AA"/>
    <w:rsid w:val="002F0B6D"/>
    <w:rsid w:val="002F1551"/>
    <w:rsid w:val="002F1C1D"/>
    <w:rsid w:val="002F2134"/>
    <w:rsid w:val="002F2B6D"/>
    <w:rsid w:val="002F2F94"/>
    <w:rsid w:val="002F34C3"/>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4E25"/>
    <w:rsid w:val="00315399"/>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B6B"/>
    <w:rsid w:val="00332FA4"/>
    <w:rsid w:val="00333535"/>
    <w:rsid w:val="0033419F"/>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5C2"/>
    <w:rsid w:val="005125F7"/>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47E18"/>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2A8E"/>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914"/>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3E6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2A9"/>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989"/>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794"/>
    <w:rsid w:val="00B11F06"/>
    <w:rsid w:val="00B129AD"/>
    <w:rsid w:val="00B13C5A"/>
    <w:rsid w:val="00B13DB9"/>
    <w:rsid w:val="00B14AFD"/>
    <w:rsid w:val="00B15751"/>
    <w:rsid w:val="00B15E1F"/>
    <w:rsid w:val="00B16CFB"/>
    <w:rsid w:val="00B16DD8"/>
    <w:rsid w:val="00B20102"/>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368"/>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443"/>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B28"/>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72F"/>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0155"/>
    <w:rsid w:val="00E21FE5"/>
    <w:rsid w:val="00E22F10"/>
    <w:rsid w:val="00E22F9B"/>
    <w:rsid w:val="00E23199"/>
    <w:rsid w:val="00E2387A"/>
    <w:rsid w:val="00E25FF0"/>
    <w:rsid w:val="00E303CA"/>
    <w:rsid w:val="00E30F5C"/>
    <w:rsid w:val="00E329C6"/>
    <w:rsid w:val="00E32D4C"/>
    <w:rsid w:val="00E334B2"/>
    <w:rsid w:val="00E345E0"/>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1100CD51"/>
  <w15:chartTrackingRefBased/>
  <w15:docId w15:val="{132FA096-EB0A-4839-BD56-4F48AF2A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E18"/>
    <w:pPr>
      <w:spacing w:before="240" w:after="160" w:line="276" w:lineRule="auto"/>
    </w:pPr>
    <w:rPr>
      <w:rFonts w:ascii="Lato" w:hAnsi="Lato"/>
      <w:sz w:val="24"/>
      <w:szCs w:val="24"/>
      <w:lang w:eastAsia="en-US"/>
    </w:rPr>
  </w:style>
  <w:style w:type="paragraph" w:styleId="Nagwek1">
    <w:name w:val="heading 1"/>
    <w:basedOn w:val="Normalny"/>
    <w:next w:val="Normalny"/>
    <w:link w:val="Nagwek1Znak"/>
    <w:qFormat/>
    <w:rsid w:val="00747E18"/>
    <w:pPr>
      <w:keepNext/>
      <w:pageBreakBefore/>
      <w:numPr>
        <w:numId w:val="6"/>
      </w:numPr>
      <w:spacing w:after="60"/>
      <w:contextualSpacing/>
      <w:jc w:val="both"/>
      <w:outlineLvl w:val="0"/>
    </w:pPr>
    <w:rPr>
      <w:b/>
      <w:bCs/>
      <w:kern w:val="32"/>
      <w:sz w:val="40"/>
      <w:szCs w:val="32"/>
      <w:lang w:val="x-none"/>
    </w:rPr>
  </w:style>
  <w:style w:type="paragraph" w:styleId="Nagwek2">
    <w:name w:val="heading 2"/>
    <w:basedOn w:val="Normalny"/>
    <w:next w:val="Normalny"/>
    <w:link w:val="Nagwek2Znak"/>
    <w:qFormat/>
    <w:rsid w:val="00747E18"/>
    <w:pPr>
      <w:keepNext/>
      <w:numPr>
        <w:ilvl w:val="1"/>
        <w:numId w:val="6"/>
      </w:numPr>
      <w:spacing w:after="120" w:line="400" w:lineRule="exact"/>
      <w:ind w:left="1135"/>
      <w:jc w:val="both"/>
      <w:outlineLvl w:val="1"/>
    </w:pPr>
    <w:rPr>
      <w:b/>
      <w:bCs/>
      <w:iCs/>
      <w:sz w:val="32"/>
      <w:szCs w:val="28"/>
      <w:lang w:val="x-none"/>
    </w:rPr>
  </w:style>
  <w:style w:type="paragraph" w:styleId="Nagwek3">
    <w:name w:val="heading 3"/>
    <w:basedOn w:val="Normalny"/>
    <w:next w:val="Normalny"/>
    <w:link w:val="Nagwek3Znak"/>
    <w:qFormat/>
    <w:rsid w:val="00747E18"/>
    <w:pPr>
      <w:keepNext/>
      <w:numPr>
        <w:ilvl w:val="2"/>
        <w:numId w:val="6"/>
      </w:numPr>
      <w:spacing w:after="120" w:line="320" w:lineRule="exact"/>
      <w:ind w:left="1531"/>
      <w:jc w:val="both"/>
      <w:outlineLvl w:val="2"/>
    </w:pPr>
    <w:rPr>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47E18"/>
    <w:rPr>
      <w:rFonts w:ascii="Lato" w:hAnsi="Lato"/>
      <w:b/>
      <w:bCs/>
      <w:kern w:val="32"/>
      <w:sz w:val="40"/>
      <w:szCs w:val="32"/>
      <w:lang w:val="x-none" w:eastAsia="en-US"/>
    </w:rPr>
  </w:style>
  <w:style w:type="character" w:customStyle="1" w:styleId="Nagwek2Znak">
    <w:name w:val="Nagłówek 2 Znak"/>
    <w:link w:val="Nagwek2"/>
    <w:rsid w:val="00747E18"/>
    <w:rPr>
      <w:rFonts w:ascii="Lato" w:hAnsi="Lato"/>
      <w:b/>
      <w:bCs/>
      <w:iCs/>
      <w:sz w:val="32"/>
      <w:szCs w:val="28"/>
      <w:lang w:val="x-none" w:eastAsia="en-US"/>
    </w:rPr>
  </w:style>
  <w:style w:type="character" w:customStyle="1" w:styleId="Nagwek3Znak">
    <w:name w:val="Nagłówek 3 Znak"/>
    <w:link w:val="Nagwek3"/>
    <w:rsid w:val="00747E18"/>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0F7DD1"/>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rPr>
      <w:tblPr/>
      <w:tcPr>
        <w:shd w:val="clear" w:color="auto" w:fill="E7E6E6" w:themeFill="background2"/>
      </w:tcPr>
    </w:tblStylePr>
  </w:style>
  <w:style w:type="paragraph" w:customStyle="1" w:styleId="Tabelazwyky">
    <w:name w:val="Tabela zwykły"/>
    <w:basedOn w:val="Normalny"/>
    <w:qFormat/>
    <w:rsid w:val="00C10443"/>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747E18"/>
    <w:pPr>
      <w:ind w:left="1134"/>
    </w:pPr>
    <w:rPr>
      <w:b/>
      <w:sz w:val="48"/>
      <w:szCs w:val="48"/>
      <w:lang w:val="x-none"/>
    </w:rPr>
  </w:style>
  <w:style w:type="character" w:customStyle="1" w:styleId="TytuZnak">
    <w:name w:val="Tytuł Znak"/>
    <w:link w:val="Tytu"/>
    <w:uiPriority w:val="10"/>
    <w:rsid w:val="00747E18"/>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C10443"/>
    <w:pPr>
      <w:spacing w:before="4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 w:type="paragraph" w:customStyle="1" w:styleId="spis">
    <w:name w:val="spis"/>
    <w:link w:val="spisZnak"/>
    <w:qFormat/>
    <w:rsid w:val="00747E18"/>
    <w:rPr>
      <w:rFonts w:ascii="Lato" w:hAnsi="Lato"/>
      <w:b/>
      <w:bCs/>
      <w:kern w:val="32"/>
      <w:sz w:val="40"/>
      <w:szCs w:val="32"/>
      <w:lang w:val="x-none" w:eastAsia="en-US"/>
    </w:rPr>
  </w:style>
  <w:style w:type="character" w:customStyle="1" w:styleId="spisZnak">
    <w:name w:val="spis Znak"/>
    <w:basedOn w:val="Domylnaczcionkaakapitu"/>
    <w:link w:val="spis"/>
    <w:rsid w:val="00747E18"/>
    <w:rPr>
      <w:rFonts w:ascii="Lato" w:hAnsi="Lato"/>
      <w:b/>
      <w:bCs/>
      <w:kern w:val="32"/>
      <w:sz w:val="40"/>
      <w:szCs w:val="3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lo.pl/ZEFIR2/eZefir2/xsd/v6_0/Types.xsd"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70</TotalTime>
  <Pages>18</Pages>
  <Words>2532</Words>
  <Characters>20769</Characters>
  <Application>Microsoft Office Word</Application>
  <DocSecurity>0</DocSecurity>
  <Lines>173</Lines>
  <Paragraphs>46</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dla podatku akcyzowego od nabycia wewnątrzwspólnotowego wyrobów akcyzowych AKC-U/A</vt:lpstr>
    </vt:vector>
  </TitlesOfParts>
  <Company>Asseco Poland SA.</Company>
  <LinksUpToDate>false</LinksUpToDate>
  <CharactersWithSpaces>23255</CharactersWithSpaces>
  <SharedDoc>false</SharedDoc>
  <HLinks>
    <vt:vector size="168" baseType="variant">
      <vt:variant>
        <vt:i4>262167</vt:i4>
      </vt:variant>
      <vt:variant>
        <vt:i4>207</vt:i4>
      </vt:variant>
      <vt:variant>
        <vt:i4>0</vt:i4>
      </vt:variant>
      <vt:variant>
        <vt:i4>5</vt:i4>
      </vt:variant>
      <vt:variant>
        <vt:lpwstr/>
      </vt:variant>
      <vt:variant>
        <vt:lpwstr>AmountPayableType</vt:lpwstr>
      </vt:variant>
      <vt:variant>
        <vt:i4>655360</vt:i4>
      </vt:variant>
      <vt:variant>
        <vt:i4>204</vt:i4>
      </vt:variant>
      <vt:variant>
        <vt:i4>0</vt:i4>
      </vt:variant>
      <vt:variant>
        <vt:i4>5</vt:i4>
      </vt:variant>
      <vt:variant>
        <vt:lpwstr/>
      </vt:variant>
      <vt:variant>
        <vt:lpwstr>CorelationDocNumbersType</vt:lpwstr>
      </vt:variant>
      <vt:variant>
        <vt:i4>2293766</vt:i4>
      </vt:variant>
      <vt:variant>
        <vt:i4>195</vt:i4>
      </vt:variant>
      <vt:variant>
        <vt:i4>0</vt:i4>
      </vt:variant>
      <vt:variant>
        <vt:i4>5</vt:i4>
      </vt:variant>
      <vt:variant>
        <vt:lpwstr>http://www.e-clo.pl/ZEFIR2/eZefir2/xsd/v6_0/Types.xsd</vt:lpwstr>
      </vt:variant>
      <vt:variant>
        <vt:lpwstr/>
      </vt:variant>
      <vt:variant>
        <vt:i4>2031670</vt:i4>
      </vt:variant>
      <vt:variant>
        <vt:i4>170</vt:i4>
      </vt:variant>
      <vt:variant>
        <vt:i4>0</vt:i4>
      </vt:variant>
      <vt:variant>
        <vt:i4>5</vt:i4>
      </vt:variant>
      <vt:variant>
        <vt:lpwstr/>
      </vt:variant>
      <vt:variant>
        <vt:lpwstr>_Toc74911499</vt:lpwstr>
      </vt:variant>
      <vt:variant>
        <vt:i4>1966134</vt:i4>
      </vt:variant>
      <vt:variant>
        <vt:i4>161</vt:i4>
      </vt:variant>
      <vt:variant>
        <vt:i4>0</vt:i4>
      </vt:variant>
      <vt:variant>
        <vt:i4>5</vt:i4>
      </vt:variant>
      <vt:variant>
        <vt:lpwstr/>
      </vt:variant>
      <vt:variant>
        <vt:lpwstr>_Toc74911498</vt:lpwstr>
      </vt:variant>
      <vt:variant>
        <vt:i4>1114166</vt:i4>
      </vt:variant>
      <vt:variant>
        <vt:i4>155</vt:i4>
      </vt:variant>
      <vt:variant>
        <vt:i4>0</vt:i4>
      </vt:variant>
      <vt:variant>
        <vt:i4>5</vt:i4>
      </vt:variant>
      <vt:variant>
        <vt:lpwstr/>
      </vt:variant>
      <vt:variant>
        <vt:lpwstr>_Toc74911497</vt:lpwstr>
      </vt:variant>
      <vt:variant>
        <vt:i4>1048630</vt:i4>
      </vt:variant>
      <vt:variant>
        <vt:i4>149</vt:i4>
      </vt:variant>
      <vt:variant>
        <vt:i4>0</vt:i4>
      </vt:variant>
      <vt:variant>
        <vt:i4>5</vt:i4>
      </vt:variant>
      <vt:variant>
        <vt:lpwstr/>
      </vt:variant>
      <vt:variant>
        <vt:lpwstr>_Toc74911496</vt:lpwstr>
      </vt:variant>
      <vt:variant>
        <vt:i4>1245238</vt:i4>
      </vt:variant>
      <vt:variant>
        <vt:i4>143</vt:i4>
      </vt:variant>
      <vt:variant>
        <vt:i4>0</vt:i4>
      </vt:variant>
      <vt:variant>
        <vt:i4>5</vt:i4>
      </vt:variant>
      <vt:variant>
        <vt:lpwstr/>
      </vt:variant>
      <vt:variant>
        <vt:lpwstr>_Toc74911495</vt:lpwstr>
      </vt:variant>
      <vt:variant>
        <vt:i4>1179702</vt:i4>
      </vt:variant>
      <vt:variant>
        <vt:i4>137</vt:i4>
      </vt:variant>
      <vt:variant>
        <vt:i4>0</vt:i4>
      </vt:variant>
      <vt:variant>
        <vt:i4>5</vt:i4>
      </vt:variant>
      <vt:variant>
        <vt:lpwstr/>
      </vt:variant>
      <vt:variant>
        <vt:lpwstr>_Toc74911494</vt:lpwstr>
      </vt:variant>
      <vt:variant>
        <vt:i4>1376310</vt:i4>
      </vt:variant>
      <vt:variant>
        <vt:i4>128</vt:i4>
      </vt:variant>
      <vt:variant>
        <vt:i4>0</vt:i4>
      </vt:variant>
      <vt:variant>
        <vt:i4>5</vt:i4>
      </vt:variant>
      <vt:variant>
        <vt:lpwstr/>
      </vt:variant>
      <vt:variant>
        <vt:lpwstr>_Toc74911493</vt:lpwstr>
      </vt:variant>
      <vt:variant>
        <vt:i4>1310774</vt:i4>
      </vt:variant>
      <vt:variant>
        <vt:i4>122</vt:i4>
      </vt:variant>
      <vt:variant>
        <vt:i4>0</vt:i4>
      </vt:variant>
      <vt:variant>
        <vt:i4>5</vt:i4>
      </vt:variant>
      <vt:variant>
        <vt:lpwstr/>
      </vt:variant>
      <vt:variant>
        <vt:lpwstr>_Toc74911492</vt:lpwstr>
      </vt:variant>
      <vt:variant>
        <vt:i4>1507382</vt:i4>
      </vt:variant>
      <vt:variant>
        <vt:i4>116</vt:i4>
      </vt:variant>
      <vt:variant>
        <vt:i4>0</vt:i4>
      </vt:variant>
      <vt:variant>
        <vt:i4>5</vt:i4>
      </vt:variant>
      <vt:variant>
        <vt:lpwstr/>
      </vt:variant>
      <vt:variant>
        <vt:lpwstr>_Toc74911491</vt:lpwstr>
      </vt:variant>
      <vt:variant>
        <vt:i4>1441846</vt:i4>
      </vt:variant>
      <vt:variant>
        <vt:i4>110</vt:i4>
      </vt:variant>
      <vt:variant>
        <vt:i4>0</vt:i4>
      </vt:variant>
      <vt:variant>
        <vt:i4>5</vt:i4>
      </vt:variant>
      <vt:variant>
        <vt:lpwstr/>
      </vt:variant>
      <vt:variant>
        <vt:lpwstr>_Toc74911490</vt:lpwstr>
      </vt:variant>
      <vt:variant>
        <vt:i4>2031671</vt:i4>
      </vt:variant>
      <vt:variant>
        <vt:i4>104</vt:i4>
      </vt:variant>
      <vt:variant>
        <vt:i4>0</vt:i4>
      </vt:variant>
      <vt:variant>
        <vt:i4>5</vt:i4>
      </vt:variant>
      <vt:variant>
        <vt:lpwstr/>
      </vt:variant>
      <vt:variant>
        <vt:lpwstr>_Toc74911489</vt:lpwstr>
      </vt:variant>
      <vt:variant>
        <vt:i4>1966135</vt:i4>
      </vt:variant>
      <vt:variant>
        <vt:i4>98</vt:i4>
      </vt:variant>
      <vt:variant>
        <vt:i4>0</vt:i4>
      </vt:variant>
      <vt:variant>
        <vt:i4>5</vt:i4>
      </vt:variant>
      <vt:variant>
        <vt:lpwstr/>
      </vt:variant>
      <vt:variant>
        <vt:lpwstr>_Toc74911488</vt:lpwstr>
      </vt:variant>
      <vt:variant>
        <vt:i4>1114167</vt:i4>
      </vt:variant>
      <vt:variant>
        <vt:i4>92</vt:i4>
      </vt:variant>
      <vt:variant>
        <vt:i4>0</vt:i4>
      </vt:variant>
      <vt:variant>
        <vt:i4>5</vt:i4>
      </vt:variant>
      <vt:variant>
        <vt:lpwstr/>
      </vt:variant>
      <vt:variant>
        <vt:lpwstr>_Toc74911487</vt:lpwstr>
      </vt:variant>
      <vt:variant>
        <vt:i4>1048631</vt:i4>
      </vt:variant>
      <vt:variant>
        <vt:i4>86</vt:i4>
      </vt:variant>
      <vt:variant>
        <vt:i4>0</vt:i4>
      </vt:variant>
      <vt:variant>
        <vt:i4>5</vt:i4>
      </vt:variant>
      <vt:variant>
        <vt:lpwstr/>
      </vt:variant>
      <vt:variant>
        <vt:lpwstr>_Toc74911486</vt:lpwstr>
      </vt:variant>
      <vt:variant>
        <vt:i4>1245239</vt:i4>
      </vt:variant>
      <vt:variant>
        <vt:i4>80</vt:i4>
      </vt:variant>
      <vt:variant>
        <vt:i4>0</vt:i4>
      </vt:variant>
      <vt:variant>
        <vt:i4>5</vt:i4>
      </vt:variant>
      <vt:variant>
        <vt:lpwstr/>
      </vt:variant>
      <vt:variant>
        <vt:lpwstr>_Toc74911485</vt:lpwstr>
      </vt:variant>
      <vt:variant>
        <vt:i4>1179703</vt:i4>
      </vt:variant>
      <vt:variant>
        <vt:i4>74</vt:i4>
      </vt:variant>
      <vt:variant>
        <vt:i4>0</vt:i4>
      </vt:variant>
      <vt:variant>
        <vt:i4>5</vt:i4>
      </vt:variant>
      <vt:variant>
        <vt:lpwstr/>
      </vt:variant>
      <vt:variant>
        <vt:lpwstr>_Toc74911484</vt:lpwstr>
      </vt:variant>
      <vt:variant>
        <vt:i4>1376311</vt:i4>
      </vt:variant>
      <vt:variant>
        <vt:i4>68</vt:i4>
      </vt:variant>
      <vt:variant>
        <vt:i4>0</vt:i4>
      </vt:variant>
      <vt:variant>
        <vt:i4>5</vt:i4>
      </vt:variant>
      <vt:variant>
        <vt:lpwstr/>
      </vt:variant>
      <vt:variant>
        <vt:lpwstr>_Toc74911483</vt:lpwstr>
      </vt:variant>
      <vt:variant>
        <vt:i4>1310775</vt:i4>
      </vt:variant>
      <vt:variant>
        <vt:i4>62</vt:i4>
      </vt:variant>
      <vt:variant>
        <vt:i4>0</vt:i4>
      </vt:variant>
      <vt:variant>
        <vt:i4>5</vt:i4>
      </vt:variant>
      <vt:variant>
        <vt:lpwstr/>
      </vt:variant>
      <vt:variant>
        <vt:lpwstr>_Toc74911482</vt:lpwstr>
      </vt:variant>
      <vt:variant>
        <vt:i4>1507383</vt:i4>
      </vt:variant>
      <vt:variant>
        <vt:i4>56</vt:i4>
      </vt:variant>
      <vt:variant>
        <vt:i4>0</vt:i4>
      </vt:variant>
      <vt:variant>
        <vt:i4>5</vt:i4>
      </vt:variant>
      <vt:variant>
        <vt:lpwstr/>
      </vt:variant>
      <vt:variant>
        <vt:lpwstr>_Toc74911481</vt:lpwstr>
      </vt:variant>
      <vt:variant>
        <vt:i4>1441847</vt:i4>
      </vt:variant>
      <vt:variant>
        <vt:i4>50</vt:i4>
      </vt:variant>
      <vt:variant>
        <vt:i4>0</vt:i4>
      </vt:variant>
      <vt:variant>
        <vt:i4>5</vt:i4>
      </vt:variant>
      <vt:variant>
        <vt:lpwstr/>
      </vt:variant>
      <vt:variant>
        <vt:lpwstr>_Toc74911480</vt:lpwstr>
      </vt:variant>
      <vt:variant>
        <vt:i4>2031672</vt:i4>
      </vt:variant>
      <vt:variant>
        <vt:i4>44</vt:i4>
      </vt:variant>
      <vt:variant>
        <vt:i4>0</vt:i4>
      </vt:variant>
      <vt:variant>
        <vt:i4>5</vt:i4>
      </vt:variant>
      <vt:variant>
        <vt:lpwstr/>
      </vt:variant>
      <vt:variant>
        <vt:lpwstr>_Toc74911479</vt:lpwstr>
      </vt:variant>
      <vt:variant>
        <vt:i4>1966136</vt:i4>
      </vt:variant>
      <vt:variant>
        <vt:i4>38</vt:i4>
      </vt:variant>
      <vt:variant>
        <vt:i4>0</vt:i4>
      </vt:variant>
      <vt:variant>
        <vt:i4>5</vt:i4>
      </vt:variant>
      <vt:variant>
        <vt:lpwstr/>
      </vt:variant>
      <vt:variant>
        <vt:lpwstr>_Toc74911478</vt:lpwstr>
      </vt:variant>
      <vt:variant>
        <vt:i4>1114168</vt:i4>
      </vt:variant>
      <vt:variant>
        <vt:i4>32</vt:i4>
      </vt:variant>
      <vt:variant>
        <vt:i4>0</vt:i4>
      </vt:variant>
      <vt:variant>
        <vt:i4>5</vt:i4>
      </vt:variant>
      <vt:variant>
        <vt:lpwstr/>
      </vt:variant>
      <vt:variant>
        <vt:lpwstr>_Toc74911477</vt:lpwstr>
      </vt:variant>
      <vt:variant>
        <vt:i4>1048632</vt:i4>
      </vt:variant>
      <vt:variant>
        <vt:i4>26</vt:i4>
      </vt:variant>
      <vt:variant>
        <vt:i4>0</vt:i4>
      </vt:variant>
      <vt:variant>
        <vt:i4>5</vt:i4>
      </vt:variant>
      <vt:variant>
        <vt:lpwstr/>
      </vt:variant>
      <vt:variant>
        <vt:lpwstr>_Toc74911476</vt:lpwstr>
      </vt:variant>
      <vt:variant>
        <vt:i4>1245240</vt:i4>
      </vt:variant>
      <vt:variant>
        <vt:i4>20</vt:i4>
      </vt:variant>
      <vt:variant>
        <vt:i4>0</vt:i4>
      </vt:variant>
      <vt:variant>
        <vt:i4>5</vt:i4>
      </vt:variant>
      <vt:variant>
        <vt:lpwstr/>
      </vt:variant>
      <vt:variant>
        <vt:lpwstr>_Toc74911475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dla podatku akcyzowego od nabycia wewnątrzwspólnotowego wyrobów akcyzowych AKC-U/A</dc:title>
  <dc:subject/>
  <dc:creator/>
  <cp:keywords>ZEFIR2,PUESC</cp:keywords>
  <dc:description/>
  <cp:lastModifiedBy>Zygmuntowicz Tomasz</cp:lastModifiedBy>
  <cp:revision>7</cp:revision>
  <cp:lastPrinted>2013-01-03T11:52:00Z</cp:lastPrinted>
  <dcterms:created xsi:type="dcterms:W3CDTF">2024-10-18T09:57:00Z</dcterms:created>
  <dcterms:modified xsi:type="dcterms:W3CDTF">2024-12-12T09:52:00Z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FCATEGORY">
    <vt:lpwstr>InformacjePrzeznaczoneWylacznieDoUzytkuWewnetrznego</vt:lpwstr>
  </property>
  <property fmtid="{D5CDD505-2E9C-101B-9397-08002B2CF9AE}" pid="6" name="MFClassifiedBy">
    <vt:lpwstr>UxC4dwLulzfINJ8nQH+xvX5LNGipWa4BRSZhPgxsCvnd/JKaLMAsBnqO64bX2xMi5PA5OyEv24uUN5EM/MB2wQ==</vt:lpwstr>
  </property>
  <property fmtid="{D5CDD505-2E9C-101B-9397-08002B2CF9AE}" pid="7" name="MFClassificationDate">
    <vt:lpwstr>2024-10-18T11:57:43.1147840+02:00</vt:lpwstr>
  </property>
  <property fmtid="{D5CDD505-2E9C-101B-9397-08002B2CF9AE}" pid="8" name="MFClassifiedBySID">
    <vt:lpwstr>UxC4dwLulzfINJ8nQH+xvX5LNGipWa4BRSZhPgxsCvm42mrIC/DSDv0ggS+FjUN/2v1BBotkLlY5aAiEhoi6uRgLHl9jMdhgEgCqB0Bswg6Ev0LSUVQ2ztACrsjK3sR4</vt:lpwstr>
  </property>
  <property fmtid="{D5CDD505-2E9C-101B-9397-08002B2CF9AE}" pid="9" name="MFGRNItemId">
    <vt:lpwstr>GRN-09cad545-2abf-4b4d-a50c-fee7c05db24f</vt:lpwstr>
  </property>
  <property fmtid="{D5CDD505-2E9C-101B-9397-08002B2CF9AE}" pid="10" name="MFHash">
    <vt:lpwstr>7JKgXvMUrafaRCmkLJnOaPv1sc2AFKMVhobfF67UTAM=</vt:lpwstr>
  </property>
  <property fmtid="{D5CDD505-2E9C-101B-9397-08002B2CF9AE}" pid="11" name="MFVisualMarkingsSettings">
    <vt:lpwstr>HeaderAlignment=1;FooterAlignment=1</vt:lpwstr>
  </property>
  <property fmtid="{D5CDD505-2E9C-101B-9397-08002B2CF9AE}" pid="12" name="DLPManualFileClassification">
    <vt:lpwstr>{5fdfc941-3fcf-4a5b-87be-4848800d39d0}</vt:lpwstr>
  </property>
  <property fmtid="{D5CDD505-2E9C-101B-9397-08002B2CF9AE}" pid="13" name="MFRefresh">
    <vt:lpwstr>False</vt:lpwstr>
  </property>
</Properties>
</file>